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6B" w:rsidRPr="006779BB" w:rsidRDefault="00C05F6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C05F6B" w:rsidRPr="00BF239A" w:rsidRDefault="00C05F6B" w:rsidP="001F1344">
      <w:pPr>
        <w:pStyle w:val="BodyText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C05F6B" w:rsidRDefault="00C05F6B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PI.271.1.3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C05F6B" w:rsidRPr="00BF239A" w:rsidRDefault="00C05F6B" w:rsidP="003A72D3">
      <w:pPr>
        <w:pStyle w:val="ListParagraph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C05F6B" w:rsidRPr="009B4EE7" w:rsidRDefault="00C05F6B" w:rsidP="00042B1C">
      <w:pPr>
        <w:pStyle w:val="ListParagraph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C05F6B" w:rsidRPr="00FF4697" w:rsidRDefault="00C05F6B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C05F6B" w:rsidRPr="00FF4697" w:rsidRDefault="00C05F6B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C05F6B" w:rsidRPr="00FF4697" w:rsidRDefault="00C05F6B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C05F6B" w:rsidRPr="00FF4697" w:rsidRDefault="00C05F6B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C05F6B" w:rsidRPr="00FF4697" w:rsidRDefault="00C05F6B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C05F6B" w:rsidRPr="00FF4697" w:rsidRDefault="00C05F6B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C05F6B" w:rsidRPr="00FF4697" w:rsidRDefault="00C05F6B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C05F6B" w:rsidRPr="00874521" w:rsidRDefault="00C05F6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C05F6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C05F6B" w:rsidRPr="009B4EE7" w:rsidRDefault="00C05F6B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C05F6B" w:rsidRPr="001F3AA2" w:rsidRDefault="00C05F6B" w:rsidP="007C687C">
            <w:pPr>
              <w:pStyle w:val="BodyText"/>
              <w:rPr>
                <w:rFonts w:ascii="Cambria" w:hAnsi="Cambria"/>
                <w:iCs/>
                <w:sz w:val="10"/>
                <w:szCs w:val="10"/>
              </w:rPr>
            </w:pPr>
          </w:p>
          <w:p w:rsidR="00C05F6B" w:rsidRPr="001F3AA2" w:rsidRDefault="00C05F6B" w:rsidP="000C00F1">
            <w:pPr>
              <w:pStyle w:val="BodyText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C05F6B" w:rsidRPr="000104EC" w:rsidRDefault="00C05F6B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5F6B" w:rsidRPr="001F3AA2" w:rsidRDefault="00C05F6B" w:rsidP="000C00F1">
            <w:pPr>
              <w:pStyle w:val="BodyText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FootnoteReference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C05F6B" w:rsidRPr="000104EC" w:rsidRDefault="00C05F6B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5F6B" w:rsidRPr="008F0908" w:rsidRDefault="00C05F6B" w:rsidP="007C687C">
            <w:pPr>
              <w:pStyle w:val="ListParagraph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C05F6B" w:rsidRDefault="00C05F6B" w:rsidP="007C687C">
            <w:pPr>
              <w:pStyle w:val="ListParagraph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5F6B" w:rsidRDefault="00C05F6B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C05F6B" w:rsidRDefault="00C05F6B" w:rsidP="007C687C">
            <w:pPr>
              <w:pStyle w:val="ListParagraph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C05F6B" w:rsidRPr="000104EC" w:rsidRDefault="00C05F6B" w:rsidP="007C687C">
            <w:pPr>
              <w:pStyle w:val="ListParagraph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C05F6B" w:rsidRPr="00FC6851" w:rsidRDefault="00C05F6B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C05F6B" w:rsidRPr="00DB1FBF" w:rsidRDefault="00C05F6B" w:rsidP="00FC6851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C05F6B" w:rsidRPr="00DB1FBF" w:rsidRDefault="00C05F6B" w:rsidP="00FC6851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C05F6B" w:rsidRPr="00640578" w:rsidRDefault="00C05F6B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C05F6B" w:rsidRDefault="00C05F6B" w:rsidP="003F4C60">
            <w:pPr>
              <w:pStyle w:val="BodyTextIndent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C05F6B" w:rsidRPr="000F2DFA" w:rsidRDefault="00C05F6B" w:rsidP="003F4C60">
            <w:pPr>
              <w:pStyle w:val="BodyTextIndent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C05F6B" w:rsidRPr="000104EC" w:rsidRDefault="00C05F6B" w:rsidP="00607DFF">
            <w:pPr>
              <w:pStyle w:val="ListParagraph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C05F6B" w:rsidRPr="001F3AA2" w:rsidRDefault="00C05F6B" w:rsidP="00FC6851">
            <w:pPr>
              <w:pStyle w:val="BodyText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C05F6B" w:rsidRPr="00607DFF" w:rsidRDefault="00C05F6B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C05F6B" w:rsidRPr="003E090C" w:rsidTr="00773FF7">
        <w:trPr>
          <w:trHeight w:val="151"/>
          <w:jc w:val="center"/>
        </w:trPr>
        <w:tc>
          <w:tcPr>
            <w:tcW w:w="9671" w:type="dxa"/>
          </w:tcPr>
          <w:p w:rsidR="00C05F6B" w:rsidRPr="00D00B74" w:rsidRDefault="00C05F6B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C05F6B" w:rsidRPr="00D00B74" w:rsidRDefault="00C05F6B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5F6B" w:rsidRDefault="00C05F6B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C05F6B" w:rsidRPr="002467C0" w:rsidRDefault="00C05F6B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5F6B" w:rsidRPr="00FF623F" w:rsidRDefault="00C05F6B" w:rsidP="000F2DFA">
            <w:pPr>
              <w:spacing w:line="276" w:lineRule="auto"/>
              <w:jc w:val="both"/>
              <w:rPr>
                <w:rFonts w:ascii="Cambria" w:eastAsia="SimSun" w:hAnsi="Cambria"/>
                <w:b/>
                <w:i/>
                <w:iCs/>
                <w:lang w:eastAsia="ar-SA"/>
              </w:rPr>
            </w:pPr>
            <w:r w:rsidRPr="00FF623F">
              <w:rPr>
                <w:rFonts w:ascii="Cambria" w:eastAsia="SimSun" w:hAnsi="Cambria"/>
                <w:b/>
                <w:lang w:eastAsia="ar-SA"/>
              </w:rPr>
              <w:t>„</w:t>
            </w:r>
            <w:r>
              <w:rPr>
                <w:rFonts w:ascii="Cambria" w:hAnsi="Cambria"/>
                <w:b/>
              </w:rPr>
              <w:t>Remont drogi gminnej nr 102765</w:t>
            </w:r>
            <w:r w:rsidRPr="00FF623F">
              <w:rPr>
                <w:rFonts w:ascii="Cambria" w:hAnsi="Cambria"/>
                <w:b/>
              </w:rPr>
              <w:t xml:space="preserve">L o długości </w:t>
            </w:r>
            <w:smartTag w:uri="urn:schemas-microsoft-com:office:smarttags" w:element="metricconverter">
              <w:smartTagPr>
                <w:attr w:name="ProductID" w:val="1 689 m"/>
              </w:smartTagPr>
              <w:r w:rsidRPr="00FF623F">
                <w:rPr>
                  <w:rFonts w:ascii="Cambria" w:hAnsi="Cambria"/>
                  <w:b/>
                </w:rPr>
                <w:t xml:space="preserve">1 </w:t>
              </w:r>
              <w:r>
                <w:rPr>
                  <w:rFonts w:ascii="Cambria" w:hAnsi="Cambria"/>
                  <w:b/>
                </w:rPr>
                <w:t>689</w:t>
              </w:r>
              <w:r w:rsidRPr="00FF623F">
                <w:rPr>
                  <w:rFonts w:ascii="Cambria" w:hAnsi="Cambria"/>
                  <w:b/>
                </w:rPr>
                <w:t xml:space="preserve"> m</w:t>
              </w:r>
            </w:smartTag>
            <w:r w:rsidRPr="00FF623F">
              <w:rPr>
                <w:rFonts w:ascii="Cambria" w:hAnsi="Cambria"/>
                <w:b/>
              </w:rPr>
              <w:t xml:space="preserve">. w miejscowości </w:t>
            </w:r>
            <w:r>
              <w:rPr>
                <w:rFonts w:ascii="Cambria" w:hAnsi="Cambria"/>
                <w:b/>
              </w:rPr>
              <w:t>Zalesie</w:t>
            </w:r>
            <w:r w:rsidRPr="00FF623F">
              <w:rPr>
                <w:rFonts w:ascii="Cambria" w:eastAsia="SimSun" w:hAnsi="Cambria"/>
                <w:b/>
                <w:i/>
                <w:iCs/>
                <w:lang w:eastAsia="ar-SA"/>
              </w:rPr>
              <w:t>”.</w:t>
            </w:r>
          </w:p>
          <w:p w:rsidR="00C05F6B" w:rsidRDefault="00C05F6B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C05F6B" w:rsidRPr="00AA2A03" w:rsidRDefault="00C05F6B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C05F6B" w:rsidRPr="00EF166A" w:rsidRDefault="00C05F6B" w:rsidP="000F2DF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C05F6B" w:rsidRPr="00EF166A" w:rsidRDefault="00C05F6B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C05F6B" w:rsidRPr="00607DFF" w:rsidRDefault="00C05F6B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C05F6B" w:rsidRDefault="00C05F6B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C05F6B" w:rsidRDefault="00C05F6B" w:rsidP="000F2DF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C05F6B" w:rsidRDefault="00C05F6B" w:rsidP="000F2DFA">
            <w:pPr>
              <w:pStyle w:val="ListParagraph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FootnoteReference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C05F6B" w:rsidRDefault="00C05F6B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C05F6B" w:rsidRPr="00747978" w:rsidRDefault="00C05F6B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C05F6B" w:rsidRPr="003E090C" w:rsidTr="0011285D">
        <w:trPr>
          <w:trHeight w:val="2523"/>
          <w:jc w:val="center"/>
        </w:trPr>
        <w:tc>
          <w:tcPr>
            <w:tcW w:w="9671" w:type="dxa"/>
          </w:tcPr>
          <w:p w:rsidR="00C05F6B" w:rsidRPr="009B4EE7" w:rsidRDefault="00C05F6B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C05F6B" w:rsidRPr="00D03F43" w:rsidRDefault="00C05F6B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C05F6B" w:rsidRPr="00D370A9" w:rsidRDefault="00C05F6B" w:rsidP="0082497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5F6B" w:rsidRPr="00D370A9" w:rsidRDefault="00C05F6B" w:rsidP="00C0617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5F6B" w:rsidRPr="00D370A9" w:rsidRDefault="00C05F6B" w:rsidP="00C0617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C05F6B" w:rsidRPr="00D370A9" w:rsidRDefault="00C05F6B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C05F6B" w:rsidRPr="00D370A9" w:rsidRDefault="00C05F6B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  <w:b/>
                <w:iCs/>
              </w:rPr>
              <w:t xml:space="preserve">Oświadczam/y, że akceptuję/emy instrukcję użytkowania miniportalu  </w:t>
            </w:r>
            <w:hyperlink r:id="rId7" w:history="1">
              <w:r w:rsidRPr="00D370A9">
                <w:rPr>
                  <w:rStyle w:val="Hyperlink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="Cambria" w:hAnsi="Cambria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="Cambria" w:hAnsi="Cambria" w:cs="Arial"/>
                <w:b/>
                <w:iCs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:rsidR="00C05F6B" w:rsidRPr="00D370A9" w:rsidRDefault="00C05F6B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Wa</w:t>
            </w:r>
            <w:r>
              <w:rPr>
                <w:rFonts w:ascii="Cambria" w:hAnsi="Cambria" w:cs="Arial"/>
              </w:rPr>
              <w:t xml:space="preserve">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</w:t>
            </w:r>
          </w:p>
          <w:p w:rsidR="00C05F6B" w:rsidRPr="00D370A9" w:rsidRDefault="00C05F6B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C05F6B" w:rsidRPr="003E090C" w:rsidRDefault="00C05F6B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C05F6B" w:rsidRPr="00D370A9" w:rsidRDefault="00C05F6B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C05F6B" w:rsidRPr="00D370A9" w:rsidRDefault="00C05F6B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C05F6B" w:rsidRPr="00D370A9" w:rsidRDefault="00C05F6B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C05F6B" w:rsidRPr="00D370A9" w:rsidRDefault="00C05F6B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C05F6B" w:rsidRPr="00D370A9" w:rsidRDefault="00C05F6B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FootnoteReference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C05F6B" w:rsidRPr="00A40049" w:rsidRDefault="00C05F6B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5F6B" w:rsidRPr="00D370A9" w:rsidRDefault="00C05F6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C05F6B" w:rsidRPr="00D370A9" w:rsidRDefault="00C05F6B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C05F6B" w:rsidRPr="00D370A9" w:rsidRDefault="00C05F6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C05F6B" w:rsidRDefault="00C05F6B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C05F6B" w:rsidRPr="005A3693" w:rsidRDefault="00C05F6B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C05F6B" w:rsidRPr="005A3693" w:rsidRDefault="00C05F6B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C05F6B" w:rsidRPr="005A3693" w:rsidRDefault="00C05F6B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C05F6B" w:rsidRPr="009B6466" w:rsidRDefault="00C05F6B" w:rsidP="00824977">
            <w:pPr>
              <w:pStyle w:val="NoSpacing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C05F6B" w:rsidRPr="00D370A9" w:rsidRDefault="00C05F6B" w:rsidP="00D370A9">
            <w:pPr>
              <w:pStyle w:val="NoSpacing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FootnoteReference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C05F6B" w:rsidRPr="001F3AA2" w:rsidRDefault="00C05F6B" w:rsidP="0011285D">
            <w:pPr>
              <w:pStyle w:val="Normal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1F3AA2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C05F6B" w:rsidRPr="003E090C" w:rsidTr="0011285D">
        <w:trPr>
          <w:trHeight w:val="3109"/>
          <w:jc w:val="center"/>
        </w:trPr>
        <w:tc>
          <w:tcPr>
            <w:tcW w:w="9671" w:type="dxa"/>
          </w:tcPr>
          <w:p w:rsidR="00C05F6B" w:rsidRPr="009B4EE7" w:rsidRDefault="00C05F6B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:rsidR="00C05F6B" w:rsidRPr="00D370A9" w:rsidRDefault="00C05F6B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C05F6B" w:rsidRPr="00D370A9" w:rsidRDefault="00C05F6B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 Projekcie umowy.</w:t>
            </w:r>
          </w:p>
          <w:p w:rsidR="00C05F6B" w:rsidRPr="00D370A9" w:rsidRDefault="00C05F6B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C05F6B" w:rsidRPr="00D370A9" w:rsidRDefault="00C05F6B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C05F6B" w:rsidRPr="00776FB2" w:rsidRDefault="00C05F6B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05F6B" w:rsidRPr="003E090C" w:rsidTr="0011285D">
        <w:trPr>
          <w:trHeight w:val="2746"/>
          <w:jc w:val="center"/>
        </w:trPr>
        <w:tc>
          <w:tcPr>
            <w:tcW w:w="9671" w:type="dxa"/>
          </w:tcPr>
          <w:p w:rsidR="00C05F6B" w:rsidRPr="009B4EE7" w:rsidRDefault="00C05F6B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FootnoteReference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C05F6B" w:rsidRPr="003E090C" w:rsidRDefault="00C05F6B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51657728;visibility:visible"/>
              </w:pict>
            </w:r>
          </w:p>
          <w:p w:rsidR="00C05F6B" w:rsidRPr="00D370A9" w:rsidRDefault="00C05F6B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C05F6B" w:rsidRDefault="00C05F6B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251656704;visibility:visible"/>
              </w:pict>
            </w:r>
            <w:r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C05F6B" w:rsidRPr="00D370A9" w:rsidRDefault="00C05F6B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C05F6B" w:rsidRPr="00550613" w:rsidRDefault="00C05F6B" w:rsidP="0011285D">
            <w:pPr>
              <w:pStyle w:val="NoSpacing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C05F6B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C05F6B" w:rsidRDefault="00C05F6B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C05F6B" w:rsidRPr="00D370A9" w:rsidRDefault="00C05F6B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C05F6B" w:rsidRPr="009B4EE7" w:rsidRDefault="00C05F6B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C05F6B" w:rsidRPr="003E090C" w:rsidRDefault="00C05F6B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C05F6B" w:rsidRPr="003E090C" w:rsidRDefault="00C05F6B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C05F6B" w:rsidRPr="003E090C" w:rsidRDefault="00C05F6B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C05F6B" w:rsidRPr="0011285D" w:rsidRDefault="00C05F6B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C05F6B" w:rsidRDefault="00C05F6B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C05F6B" w:rsidSect="008A655B">
      <w:footerReference w:type="default" r:id="rId8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F6B" w:rsidRDefault="00C05F6B" w:rsidP="001F1344">
      <w:r>
        <w:separator/>
      </w:r>
    </w:p>
  </w:endnote>
  <w:endnote w:type="continuationSeparator" w:id="0">
    <w:p w:rsidR="00C05F6B" w:rsidRDefault="00C05F6B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6B" w:rsidRPr="00BA303A" w:rsidRDefault="00C05F6B" w:rsidP="00343FCF">
    <w:pPr>
      <w:pStyle w:val="Footer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F6B" w:rsidRDefault="00C05F6B" w:rsidP="001F1344">
      <w:r>
        <w:separator/>
      </w:r>
    </w:p>
  </w:footnote>
  <w:footnote w:type="continuationSeparator" w:id="0">
    <w:p w:rsidR="00C05F6B" w:rsidRDefault="00C05F6B" w:rsidP="001F1344">
      <w:r>
        <w:continuationSeparator/>
      </w:r>
    </w:p>
  </w:footnote>
  <w:footnote w:id="1">
    <w:p w:rsidR="00C05F6B" w:rsidRDefault="00C05F6B" w:rsidP="007C68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C05F6B" w:rsidRDefault="00C05F6B" w:rsidP="000F2DFA">
      <w:pPr>
        <w:pStyle w:val="FootnoteText"/>
        <w:ind w:left="142" w:hanging="142"/>
        <w:jc w:val="both"/>
      </w:pPr>
      <w:r w:rsidRPr="00CF6870">
        <w:rPr>
          <w:rStyle w:val="FootnoteReference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C05F6B" w:rsidRDefault="00C05F6B" w:rsidP="007D7104">
      <w:pPr>
        <w:pStyle w:val="FootnoteText"/>
        <w:ind w:left="-284" w:hanging="141"/>
        <w:jc w:val="both"/>
      </w:pPr>
      <w:r w:rsidRPr="00D370A9">
        <w:rPr>
          <w:rStyle w:val="FootnoteReference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C05F6B" w:rsidRDefault="00C05F6B" w:rsidP="0011285D">
      <w:pPr>
        <w:pStyle w:val="FootnoteText"/>
        <w:ind w:left="-142" w:hanging="142"/>
        <w:jc w:val="both"/>
      </w:pPr>
      <w:r w:rsidRPr="003F7A6B">
        <w:rPr>
          <w:rStyle w:val="FootnoteReference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05F6B" w:rsidRDefault="00C05F6B" w:rsidP="0011285D">
      <w:pPr>
        <w:pStyle w:val="FootnoteText"/>
        <w:ind w:left="-142" w:hanging="142"/>
        <w:jc w:val="both"/>
      </w:pPr>
      <w:r w:rsidRPr="0087063A">
        <w:rPr>
          <w:rStyle w:val="FootnoteReference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5A27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6653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56FF1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2061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746BA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580F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9E3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53C1B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F6B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E6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4940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412A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479"/>
    <w:rsid w:val="00F076B8"/>
    <w:rsid w:val="00F22BEC"/>
    <w:rsid w:val="00F237FC"/>
    <w:rsid w:val="00F25EF6"/>
    <w:rsid w:val="00F2699F"/>
    <w:rsid w:val="00F31319"/>
    <w:rsid w:val="00F34684"/>
    <w:rsid w:val="00F42242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623F"/>
    <w:rsid w:val="00FF6DAB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44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leGrid">
    <w:name w:val="Table Grid"/>
    <w:basedOn w:val="TableNormal"/>
    <w:uiPriority w:val="99"/>
    <w:rsid w:val="001F13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"/>
    <w:link w:val="ListParagraphChar"/>
    <w:uiPriority w:val="99"/>
    <w:qFormat/>
    <w:rsid w:val="001F134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F1344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CW_Lista Char,Colorful List - Accent 11 Char,Akapit z listą4 Char,Akapit z listą1 Char"/>
    <w:link w:val="ListParagraph"/>
    <w:uiPriority w:val="99"/>
    <w:locked/>
    <w:rsid w:val="001F1344"/>
  </w:style>
  <w:style w:type="character" w:styleId="CommentReference">
    <w:name w:val="annotation reference"/>
    <w:basedOn w:val="DefaultParagraphFont"/>
    <w:uiPriority w:val="99"/>
    <w:semiHidden/>
    <w:rsid w:val="001F134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1F1344"/>
    <w:rPr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F1344"/>
    <w:rPr>
      <w:rFonts w:cs="Times New Roman"/>
      <w:sz w:val="20"/>
    </w:rPr>
  </w:style>
  <w:style w:type="paragraph" w:styleId="BodyText">
    <w:name w:val="Body Text"/>
    <w:basedOn w:val="Normal"/>
    <w:link w:val="BodyTextChar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FootnoteText">
    <w:name w:val="footnote text"/>
    <w:basedOn w:val="Normal"/>
    <w:link w:val="FootnoteTextChar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FootnoteReference">
    <w:name w:val="footnote reference"/>
    <w:basedOn w:val="DefaultParagraphFont"/>
    <w:uiPriority w:val="99"/>
    <w:rsid w:val="001F1344"/>
    <w:rPr>
      <w:rFonts w:cs="Times New Roman"/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Header">
    <w:name w:val="header"/>
    <w:aliases w:val="Nagłówek strony"/>
    <w:basedOn w:val="Normal"/>
    <w:link w:val="Head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324C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4CA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6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C6F1C"/>
    <w:rPr>
      <w:b/>
    </w:rPr>
  </w:style>
  <w:style w:type="paragraph" w:styleId="NormalWeb">
    <w:name w:val="Normal (Web)"/>
    <w:basedOn w:val="Normal"/>
    <w:uiPriority w:val="99"/>
    <w:rsid w:val="00C0386C"/>
    <w:rPr>
      <w:rFonts w:ascii="Times New Roman" w:hAnsi="Times New Roman"/>
      <w:lang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7C68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UnresolvedMention">
    <w:name w:val="Unresolved Mention"/>
    <w:basedOn w:val="DefaultParagraphFont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4</Pages>
  <Words>1244</Words>
  <Characters>7469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Dell-1</cp:lastModifiedBy>
  <cp:revision>7</cp:revision>
  <cp:lastPrinted>2019-02-01T07:30:00Z</cp:lastPrinted>
  <dcterms:created xsi:type="dcterms:W3CDTF">2021-05-10T05:54:00Z</dcterms:created>
  <dcterms:modified xsi:type="dcterms:W3CDTF">2022-03-24T13:42:00Z</dcterms:modified>
</cp:coreProperties>
</file>