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79" w:rsidRPr="006779BB" w:rsidRDefault="00F07479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F07479" w:rsidRPr="00BF239A" w:rsidRDefault="00F07479" w:rsidP="001F1344">
      <w:pPr>
        <w:pStyle w:val="BodyText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F07479" w:rsidRDefault="00F07479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PI.271.1.2</w:t>
      </w:r>
      <w:r w:rsidRPr="0099365A">
        <w:rPr>
          <w:rFonts w:ascii="Cambria" w:hAnsi="Cambria"/>
          <w:b/>
          <w:sz w:val="24"/>
          <w:szCs w:val="24"/>
        </w:rPr>
        <w:t>.202</w:t>
      </w:r>
      <w:r>
        <w:rPr>
          <w:rFonts w:ascii="Cambria" w:hAnsi="Cambria"/>
          <w:b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F07479" w:rsidRPr="00BF239A" w:rsidRDefault="00F07479" w:rsidP="003A72D3">
      <w:pPr>
        <w:pStyle w:val="ListParagraph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F07479" w:rsidRPr="009B4EE7" w:rsidRDefault="00F07479" w:rsidP="00042B1C">
      <w:pPr>
        <w:pStyle w:val="ListParagraph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F07479" w:rsidRPr="00FF4697" w:rsidRDefault="00F07479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F07479" w:rsidRPr="00FF4697" w:rsidRDefault="00F07479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F07479" w:rsidRPr="00FF4697" w:rsidRDefault="00F07479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F07479" w:rsidRPr="00FF4697" w:rsidRDefault="00F07479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F07479" w:rsidRPr="00FF4697" w:rsidRDefault="00F07479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F07479" w:rsidRPr="00FF4697" w:rsidRDefault="00F07479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F07479" w:rsidRPr="00FF4697" w:rsidRDefault="00F07479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F07479" w:rsidRPr="00874521" w:rsidRDefault="00F07479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F07479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F07479" w:rsidRPr="009B4EE7" w:rsidRDefault="00F07479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F07479" w:rsidRPr="001F3AA2" w:rsidRDefault="00F07479" w:rsidP="007C687C">
            <w:pPr>
              <w:pStyle w:val="BodyText"/>
              <w:rPr>
                <w:rFonts w:ascii="Cambria" w:hAnsi="Cambria"/>
                <w:iCs/>
                <w:sz w:val="10"/>
                <w:szCs w:val="10"/>
              </w:rPr>
            </w:pPr>
          </w:p>
          <w:p w:rsidR="00F07479" w:rsidRPr="001F3AA2" w:rsidRDefault="00F07479" w:rsidP="000C00F1">
            <w:pPr>
              <w:pStyle w:val="BodyText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F07479" w:rsidRPr="000104EC" w:rsidRDefault="00F07479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07479" w:rsidRPr="001F3AA2" w:rsidRDefault="00F07479" w:rsidP="000C00F1">
            <w:pPr>
              <w:pStyle w:val="BodyText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FootnoteReference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F07479" w:rsidRPr="000104EC" w:rsidRDefault="00F07479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07479" w:rsidRPr="008F0908" w:rsidRDefault="00F07479" w:rsidP="007C687C">
            <w:pPr>
              <w:pStyle w:val="ListParagraph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F07479" w:rsidRDefault="00F07479" w:rsidP="007C687C">
            <w:pPr>
              <w:pStyle w:val="ListParagraph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07479" w:rsidRDefault="00F0747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F07479" w:rsidRDefault="00F07479" w:rsidP="007C687C">
            <w:pPr>
              <w:pStyle w:val="ListParagraph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F07479" w:rsidRPr="000104EC" w:rsidRDefault="00F07479" w:rsidP="007C687C">
            <w:pPr>
              <w:pStyle w:val="ListParagraph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F07479" w:rsidRPr="00FC6851" w:rsidRDefault="00F07479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07479" w:rsidRPr="00DB1FBF" w:rsidRDefault="00F07479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07479" w:rsidRPr="00DB1FBF" w:rsidRDefault="00F07479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F07479" w:rsidRPr="00640578" w:rsidRDefault="00F07479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F07479" w:rsidRDefault="00F07479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F07479" w:rsidRPr="000F2DFA" w:rsidRDefault="00F07479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07479" w:rsidRPr="000104EC" w:rsidRDefault="00F07479" w:rsidP="00607DFF">
            <w:pPr>
              <w:pStyle w:val="ListParagraph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F07479" w:rsidRPr="001F3AA2" w:rsidRDefault="00F07479" w:rsidP="00FC6851">
            <w:pPr>
              <w:pStyle w:val="BodyText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F07479" w:rsidRPr="00607DFF" w:rsidRDefault="00F07479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F07479" w:rsidRPr="003E090C" w:rsidTr="00773FF7">
        <w:trPr>
          <w:trHeight w:val="151"/>
          <w:jc w:val="center"/>
        </w:trPr>
        <w:tc>
          <w:tcPr>
            <w:tcW w:w="9671" w:type="dxa"/>
          </w:tcPr>
          <w:p w:rsidR="00F07479" w:rsidRPr="00D00B74" w:rsidRDefault="00F07479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F07479" w:rsidRPr="00D00B74" w:rsidRDefault="00F07479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07479" w:rsidRDefault="00F07479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F07479" w:rsidRPr="002467C0" w:rsidRDefault="00F07479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07479" w:rsidRPr="00FF623F" w:rsidRDefault="00F07479" w:rsidP="000F2DFA">
            <w:pPr>
              <w:spacing w:line="276" w:lineRule="auto"/>
              <w:jc w:val="both"/>
              <w:rPr>
                <w:rFonts w:ascii="Cambria" w:eastAsia="SimSun" w:hAnsi="Cambria"/>
                <w:b/>
                <w:i/>
                <w:iCs/>
                <w:lang w:eastAsia="ar-SA"/>
              </w:rPr>
            </w:pPr>
            <w:r w:rsidRPr="00FF623F">
              <w:rPr>
                <w:rFonts w:ascii="Cambria" w:eastAsia="SimSun" w:hAnsi="Cambria"/>
                <w:b/>
                <w:lang w:eastAsia="ar-SA"/>
              </w:rPr>
              <w:t>„</w:t>
            </w:r>
            <w:r w:rsidRPr="00FF623F">
              <w:rPr>
                <w:rFonts w:ascii="Cambria" w:hAnsi="Cambria"/>
                <w:b/>
              </w:rPr>
              <w:t xml:space="preserve">Remont drogi gminnej nr 102349L o długości </w:t>
            </w:r>
            <w:smartTag w:uri="urn:schemas-microsoft-com:office:smarttags" w:element="metricconverter">
              <w:smartTagPr>
                <w:attr w:name="ProductID" w:val="1 815 m"/>
              </w:smartTagPr>
              <w:r w:rsidRPr="00FF623F">
                <w:rPr>
                  <w:rFonts w:ascii="Cambria" w:hAnsi="Cambria"/>
                  <w:b/>
                </w:rPr>
                <w:t>1 815 m</w:t>
              </w:r>
            </w:smartTag>
            <w:r w:rsidRPr="00FF623F">
              <w:rPr>
                <w:rFonts w:ascii="Cambria" w:hAnsi="Cambria"/>
                <w:b/>
              </w:rPr>
              <w:t>. w miejscowości Krynka</w:t>
            </w:r>
            <w:r w:rsidRPr="00FF623F">
              <w:rPr>
                <w:rFonts w:ascii="Cambria" w:eastAsia="SimSun" w:hAnsi="Cambria"/>
                <w:b/>
                <w:i/>
                <w:iCs/>
                <w:lang w:eastAsia="ar-SA"/>
              </w:rPr>
              <w:t>”.</w:t>
            </w:r>
          </w:p>
          <w:p w:rsidR="00F07479" w:rsidRDefault="00F0747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F07479" w:rsidRPr="00AA2A03" w:rsidRDefault="00F0747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F07479" w:rsidRPr="00EF166A" w:rsidRDefault="00F07479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F07479" w:rsidRPr="00EF166A" w:rsidRDefault="00F07479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F07479" w:rsidRPr="00607DFF" w:rsidRDefault="00F07479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F07479" w:rsidRDefault="00F07479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F07479" w:rsidRDefault="00F07479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F07479" w:rsidRDefault="00F07479" w:rsidP="000F2DFA">
            <w:pPr>
              <w:pStyle w:val="ListParagraph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FootnoteReference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F07479" w:rsidRDefault="00F07479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F07479" w:rsidRPr="00747978" w:rsidRDefault="00F07479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F07479" w:rsidRPr="003E090C" w:rsidTr="0011285D">
        <w:trPr>
          <w:trHeight w:val="2523"/>
          <w:jc w:val="center"/>
        </w:trPr>
        <w:tc>
          <w:tcPr>
            <w:tcW w:w="9671" w:type="dxa"/>
          </w:tcPr>
          <w:p w:rsidR="00F07479" w:rsidRPr="009B4EE7" w:rsidRDefault="00F07479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F07479" w:rsidRPr="00D03F43" w:rsidRDefault="00F07479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F07479" w:rsidRPr="00D370A9" w:rsidRDefault="00F07479" w:rsidP="0082497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F07479" w:rsidRPr="00D370A9" w:rsidRDefault="00F07479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F07479" w:rsidRPr="00D370A9" w:rsidRDefault="00F07479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F07479" w:rsidRPr="00D370A9" w:rsidRDefault="00F07479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F07479" w:rsidRPr="00D370A9" w:rsidRDefault="00F07479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  <w:b/>
                <w:iCs/>
              </w:rPr>
              <w:t xml:space="preserve">Oświadczam/y, że akceptuję/emy instrukcję użytkowania miniportalu  </w:t>
            </w:r>
            <w:hyperlink r:id="rId7" w:history="1">
              <w:r w:rsidRPr="00D370A9">
                <w:rPr>
                  <w:rStyle w:val="Hyperlink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="Cambria" w:hAnsi="Cambria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F07479" w:rsidRPr="00D370A9" w:rsidRDefault="00F07479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Wa</w:t>
            </w:r>
            <w:r>
              <w:rPr>
                <w:rFonts w:ascii="Cambria" w:hAnsi="Cambria" w:cs="Arial"/>
              </w:rPr>
              <w:t xml:space="preserve">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:rsidR="00F07479" w:rsidRPr="00D370A9" w:rsidRDefault="00F07479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F07479" w:rsidRPr="003E090C" w:rsidRDefault="00F07479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F07479" w:rsidRPr="00D370A9" w:rsidRDefault="00F07479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F07479" w:rsidRPr="00D370A9" w:rsidRDefault="00F07479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F07479" w:rsidRPr="00D370A9" w:rsidRDefault="00F07479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F07479" w:rsidRPr="00D370A9" w:rsidRDefault="00F07479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F07479" w:rsidRPr="00D370A9" w:rsidRDefault="00F07479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FootnoteReference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F07479" w:rsidRPr="00A40049" w:rsidRDefault="00F07479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07479" w:rsidRPr="00D370A9" w:rsidRDefault="00F0747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F07479" w:rsidRPr="00D370A9" w:rsidRDefault="00F07479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F07479" w:rsidRPr="00D370A9" w:rsidRDefault="00F0747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F07479" w:rsidRDefault="00F07479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F07479" w:rsidRPr="005A3693" w:rsidRDefault="00F07479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F07479" w:rsidRPr="005A3693" w:rsidRDefault="00F07479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F07479" w:rsidRPr="005A3693" w:rsidRDefault="00F07479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F07479" w:rsidRPr="009B6466" w:rsidRDefault="00F07479" w:rsidP="00824977">
            <w:pPr>
              <w:pStyle w:val="NoSpacing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F07479" w:rsidRPr="00D370A9" w:rsidRDefault="00F07479" w:rsidP="00D370A9">
            <w:pPr>
              <w:pStyle w:val="NoSpacing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FootnoteReference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07479" w:rsidRPr="001F3AA2" w:rsidRDefault="00F07479" w:rsidP="0011285D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1F3AA2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07479" w:rsidRPr="003E090C" w:rsidTr="0011285D">
        <w:trPr>
          <w:trHeight w:val="3109"/>
          <w:jc w:val="center"/>
        </w:trPr>
        <w:tc>
          <w:tcPr>
            <w:tcW w:w="9671" w:type="dxa"/>
          </w:tcPr>
          <w:p w:rsidR="00F07479" w:rsidRPr="009B4EE7" w:rsidRDefault="00F0747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:rsidR="00F07479" w:rsidRPr="00D370A9" w:rsidRDefault="00F07479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F07479" w:rsidRPr="00D370A9" w:rsidRDefault="00F07479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:rsidR="00F07479" w:rsidRPr="00D370A9" w:rsidRDefault="00F07479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F07479" w:rsidRPr="00D370A9" w:rsidRDefault="00F07479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F07479" w:rsidRPr="00776FB2" w:rsidRDefault="00F07479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F07479" w:rsidRPr="003E090C" w:rsidTr="0011285D">
        <w:trPr>
          <w:trHeight w:val="2746"/>
          <w:jc w:val="center"/>
        </w:trPr>
        <w:tc>
          <w:tcPr>
            <w:tcW w:w="9671" w:type="dxa"/>
          </w:tcPr>
          <w:p w:rsidR="00F07479" w:rsidRPr="009B4EE7" w:rsidRDefault="00F07479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FootnoteReference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F07479" w:rsidRPr="003E090C" w:rsidRDefault="00F07479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51657728;visibility:visible"/>
              </w:pict>
            </w:r>
          </w:p>
          <w:p w:rsidR="00F07479" w:rsidRPr="00D370A9" w:rsidRDefault="00F07479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F07479" w:rsidRDefault="00F07479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251656704;visibility:visible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F07479" w:rsidRPr="00D370A9" w:rsidRDefault="00F07479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F07479" w:rsidRPr="00550613" w:rsidRDefault="00F07479" w:rsidP="0011285D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F07479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F07479" w:rsidRDefault="00F0747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F07479" w:rsidRPr="00D370A9" w:rsidRDefault="00F07479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07479" w:rsidRPr="009B4EE7" w:rsidRDefault="00F07479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F07479" w:rsidRPr="003E090C" w:rsidRDefault="00F07479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F07479" w:rsidRPr="003E090C" w:rsidRDefault="00F07479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F07479" w:rsidRPr="003E090C" w:rsidRDefault="00F07479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F07479" w:rsidRPr="0011285D" w:rsidRDefault="00F07479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F07479" w:rsidRDefault="00F07479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F07479" w:rsidSect="008A655B">
      <w:footerReference w:type="default" r:id="rId8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479" w:rsidRDefault="00F07479" w:rsidP="001F1344">
      <w:r>
        <w:separator/>
      </w:r>
    </w:p>
  </w:endnote>
  <w:endnote w:type="continuationSeparator" w:id="0">
    <w:p w:rsidR="00F07479" w:rsidRDefault="00F07479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479" w:rsidRPr="00BA303A" w:rsidRDefault="00F07479" w:rsidP="00343FCF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479" w:rsidRDefault="00F07479" w:rsidP="001F1344">
      <w:r>
        <w:separator/>
      </w:r>
    </w:p>
  </w:footnote>
  <w:footnote w:type="continuationSeparator" w:id="0">
    <w:p w:rsidR="00F07479" w:rsidRDefault="00F07479" w:rsidP="001F1344">
      <w:r>
        <w:continuationSeparator/>
      </w:r>
    </w:p>
  </w:footnote>
  <w:footnote w:id="1">
    <w:p w:rsidR="00F07479" w:rsidRDefault="00F07479" w:rsidP="007C68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07479" w:rsidRDefault="00F07479" w:rsidP="000F2DFA">
      <w:pPr>
        <w:pStyle w:val="FootnoteText"/>
        <w:ind w:left="142" w:hanging="142"/>
        <w:jc w:val="both"/>
      </w:pPr>
      <w:r w:rsidRPr="00CF6870">
        <w:rPr>
          <w:rStyle w:val="FootnoteReference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F07479" w:rsidRDefault="00F07479" w:rsidP="007D7104">
      <w:pPr>
        <w:pStyle w:val="FootnoteText"/>
        <w:ind w:left="-284" w:hanging="141"/>
        <w:jc w:val="both"/>
      </w:pPr>
      <w:r w:rsidRPr="00D370A9">
        <w:rPr>
          <w:rStyle w:val="FootnoteReference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F07479" w:rsidRDefault="00F07479" w:rsidP="0011285D">
      <w:pPr>
        <w:pStyle w:val="FootnoteText"/>
        <w:ind w:left="-142" w:hanging="142"/>
        <w:jc w:val="both"/>
      </w:pPr>
      <w:r w:rsidRPr="003F7A6B">
        <w:rPr>
          <w:rStyle w:val="FootnoteReference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F07479" w:rsidRDefault="00F07479" w:rsidP="0011285D">
      <w:pPr>
        <w:pStyle w:val="FootnoteText"/>
        <w:ind w:left="-142" w:hanging="142"/>
        <w:jc w:val="both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5A27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6653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56FF1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746BA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580F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53C1B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E6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412A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479"/>
    <w:rsid w:val="00F076B8"/>
    <w:rsid w:val="00F22BEC"/>
    <w:rsid w:val="00F237FC"/>
    <w:rsid w:val="00F25EF6"/>
    <w:rsid w:val="00F2699F"/>
    <w:rsid w:val="00F31319"/>
    <w:rsid w:val="00F34684"/>
    <w:rsid w:val="00F42242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623F"/>
    <w:rsid w:val="00FF6DAB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44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leGrid">
    <w:name w:val="Table Grid"/>
    <w:basedOn w:val="TableNormal"/>
    <w:uiPriority w:val="99"/>
    <w:rsid w:val="001F13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"/>
    <w:link w:val="ListParagraphChar"/>
    <w:uiPriority w:val="99"/>
    <w:qFormat/>
    <w:rsid w:val="001F134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1344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CW_Lista Char,Colorful List - Accent 11 Char,Akapit z listą4 Char,Akapit z listą1 Char"/>
    <w:link w:val="ListParagraph"/>
    <w:uiPriority w:val="99"/>
    <w:locked/>
    <w:rsid w:val="001F1344"/>
  </w:style>
  <w:style w:type="character" w:styleId="CommentReference">
    <w:name w:val="annotation reference"/>
    <w:basedOn w:val="DefaultParagraphFont"/>
    <w:uiPriority w:val="99"/>
    <w:semiHidden/>
    <w:rsid w:val="001F134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1F1344"/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F1344"/>
    <w:rPr>
      <w:rFonts w:cs="Times New Roman"/>
      <w:sz w:val="20"/>
    </w:rPr>
  </w:style>
  <w:style w:type="paragraph" w:styleId="BodyText">
    <w:name w:val="Body Text"/>
    <w:basedOn w:val="Normal"/>
    <w:link w:val="BodyTextChar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FootnoteText">
    <w:name w:val="footnote text"/>
    <w:basedOn w:val="Normal"/>
    <w:link w:val="FootnoteTextChar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rsid w:val="001F1344"/>
    <w:rPr>
      <w:rFonts w:cs="Times New Roman"/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aliases w:val="Nagłówek strony"/>
    <w:basedOn w:val="Normal"/>
    <w:link w:val="Head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24C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4CA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6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C6F1C"/>
    <w:rPr>
      <w:b/>
    </w:rPr>
  </w:style>
  <w:style w:type="paragraph" w:styleId="NormalWeb">
    <w:name w:val="Normal (Web)"/>
    <w:basedOn w:val="Normal"/>
    <w:uiPriority w:val="99"/>
    <w:rsid w:val="00C0386C"/>
    <w:rPr>
      <w:rFonts w:ascii="Times New Roman" w:hAnsi="Times New Roman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7C68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UnresolvedMention">
    <w:name w:val="Unresolved Mention"/>
    <w:basedOn w:val="DefaultParagraphFont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1244</Words>
  <Characters>7468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Dell-1</cp:lastModifiedBy>
  <cp:revision>6</cp:revision>
  <cp:lastPrinted>2019-02-01T07:30:00Z</cp:lastPrinted>
  <dcterms:created xsi:type="dcterms:W3CDTF">2021-05-10T05:54:00Z</dcterms:created>
  <dcterms:modified xsi:type="dcterms:W3CDTF">2022-03-22T13:34:00Z</dcterms:modified>
</cp:coreProperties>
</file>