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085" w:rsidRPr="006779BB" w:rsidRDefault="00233085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:rsidR="00233085" w:rsidRPr="00BF239A" w:rsidRDefault="00233085" w:rsidP="001F1344">
      <w:pPr>
        <w:pStyle w:val="BodyText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/>
          <w:sz w:val="26"/>
          <w:szCs w:val="26"/>
        </w:rPr>
      </w:pPr>
      <w:r>
        <w:rPr>
          <w:rFonts w:ascii="Cambria" w:hAnsi="Cambria" w:cs="Times New Roman"/>
          <w:color w:val="000000"/>
          <w:sz w:val="26"/>
          <w:szCs w:val="26"/>
        </w:rPr>
        <w:t>Wzór F</w:t>
      </w:r>
      <w:r w:rsidRPr="00BF239A">
        <w:rPr>
          <w:rFonts w:ascii="Cambria" w:hAnsi="Cambria" w:cs="Times New Roman"/>
          <w:color w:val="000000"/>
          <w:sz w:val="26"/>
          <w:szCs w:val="26"/>
        </w:rPr>
        <w:t>ormularza ofertowego</w:t>
      </w:r>
    </w:p>
    <w:p w:rsidR="00233085" w:rsidRPr="00A76AF2" w:rsidRDefault="00233085" w:rsidP="00925808">
      <w:pPr>
        <w:tabs>
          <w:tab w:val="left" w:pos="567"/>
        </w:tabs>
        <w:contextualSpacing/>
        <w:jc w:val="center"/>
        <w:rPr>
          <w:rFonts w:ascii="Cambria" w:hAnsi="Cambria"/>
          <w:b/>
          <w:bCs/>
          <w:color w:val="000000"/>
        </w:rPr>
      </w:pPr>
      <w:r w:rsidRPr="00A76AF2">
        <w:rPr>
          <w:rFonts w:ascii="Cambria" w:hAnsi="Cambria"/>
          <w:bCs/>
        </w:rPr>
        <w:t>(Zna</w:t>
      </w:r>
      <w:r w:rsidRPr="00A76AF2">
        <w:rPr>
          <w:rFonts w:ascii="Cambria" w:hAnsi="Cambria"/>
          <w:bCs/>
          <w:color w:val="000000"/>
        </w:rPr>
        <w:t xml:space="preserve">k </w:t>
      </w:r>
      <w:r w:rsidRPr="004266BB">
        <w:rPr>
          <w:rFonts w:ascii="Cambria" w:hAnsi="Cambria"/>
          <w:bCs/>
          <w:color w:val="000000"/>
        </w:rPr>
        <w:t>postępowania:</w:t>
      </w:r>
      <w:r w:rsidRPr="004266BB">
        <w:rPr>
          <w:rFonts w:ascii="Cambria" w:hAnsi="Cambria"/>
          <w:b/>
          <w:bCs/>
          <w:color w:val="000000"/>
        </w:rPr>
        <w:t xml:space="preserve"> </w:t>
      </w:r>
      <w:r w:rsidRPr="00CE4BAB">
        <w:rPr>
          <w:rFonts w:ascii="Cambria" w:hAnsi="Cambria"/>
          <w:b/>
          <w:bCs/>
        </w:rPr>
        <w:t>PI.271.1.8.2021</w:t>
      </w:r>
      <w:r w:rsidRPr="004266BB">
        <w:rPr>
          <w:rFonts w:ascii="Cambria" w:hAnsi="Cambria"/>
          <w:bCs/>
          <w:color w:val="000000"/>
          <w:shd w:val="clear" w:color="auto" w:fill="FFFFFF"/>
        </w:rPr>
        <w:t>)</w:t>
      </w:r>
    </w:p>
    <w:p w:rsidR="00233085" w:rsidRPr="00BF239A" w:rsidRDefault="00233085" w:rsidP="003A72D3">
      <w:pPr>
        <w:pStyle w:val="ListParagraph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/>
          <w:sz w:val="10"/>
          <w:szCs w:val="10"/>
        </w:rPr>
      </w:pPr>
    </w:p>
    <w:p w:rsidR="00233085" w:rsidRPr="009B4EE7" w:rsidRDefault="00233085" w:rsidP="00042B1C">
      <w:pPr>
        <w:pStyle w:val="ListParagraph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/>
          <w:sz w:val="28"/>
          <w:szCs w:val="28"/>
        </w:rPr>
      </w:pPr>
      <w:r w:rsidRPr="009B4EE7">
        <w:rPr>
          <w:rFonts w:ascii="Cambria" w:hAnsi="Cambria"/>
          <w:b/>
          <w:bCs/>
          <w:color w:val="000000"/>
          <w:sz w:val="28"/>
          <w:szCs w:val="28"/>
        </w:rPr>
        <w:t>DANE DOTYCZĄCE ZAMAWIAJĄCEGO:</w:t>
      </w:r>
    </w:p>
    <w:p w:rsidR="00233085" w:rsidRPr="00BA609A" w:rsidRDefault="00233085" w:rsidP="00925808">
      <w:pPr>
        <w:spacing w:line="276" w:lineRule="auto"/>
        <w:ind w:left="142"/>
        <w:rPr>
          <w:rFonts w:ascii="Cambria" w:hAnsi="Cambria"/>
        </w:rPr>
      </w:pPr>
      <w:r w:rsidRPr="00BA609A">
        <w:rPr>
          <w:rFonts w:ascii="Cambria" w:hAnsi="Cambria"/>
          <w:b/>
        </w:rPr>
        <w:t>Gmina Łuków</w:t>
      </w:r>
      <w:r w:rsidRPr="00BA609A">
        <w:rPr>
          <w:rFonts w:ascii="Cambria" w:hAnsi="Cambria"/>
        </w:rPr>
        <w:t xml:space="preserve"> zwana dalej „Zamawiającym”</w:t>
      </w:r>
    </w:p>
    <w:p w:rsidR="00233085" w:rsidRPr="00BA609A" w:rsidRDefault="00233085" w:rsidP="00925808">
      <w:pPr>
        <w:spacing w:line="276" w:lineRule="auto"/>
        <w:ind w:left="142"/>
        <w:rPr>
          <w:rFonts w:ascii="Cambria" w:hAnsi="Cambria"/>
        </w:rPr>
      </w:pPr>
      <w:r w:rsidRPr="00BA609A">
        <w:rPr>
          <w:rFonts w:ascii="Cambria" w:hAnsi="Cambria"/>
        </w:rPr>
        <w:t xml:space="preserve">ul. Świderska 12, 21–400 Łuków, </w:t>
      </w:r>
    </w:p>
    <w:p w:rsidR="00233085" w:rsidRPr="00BA609A" w:rsidRDefault="00233085" w:rsidP="00925808">
      <w:pPr>
        <w:spacing w:line="276" w:lineRule="auto"/>
        <w:ind w:left="142"/>
        <w:rPr>
          <w:rFonts w:ascii="Cambria" w:hAnsi="Cambria"/>
        </w:rPr>
      </w:pPr>
      <w:r w:rsidRPr="00BA609A">
        <w:rPr>
          <w:rFonts w:ascii="Cambria" w:hAnsi="Cambria"/>
        </w:rPr>
        <w:t>NIP: 8251997986, REGON: 711582440</w:t>
      </w:r>
    </w:p>
    <w:p w:rsidR="00233085" w:rsidRPr="00BA609A" w:rsidRDefault="00233085" w:rsidP="00925808">
      <w:pPr>
        <w:spacing w:line="276" w:lineRule="auto"/>
        <w:ind w:left="142"/>
        <w:rPr>
          <w:rFonts w:ascii="Cambria" w:hAnsi="Cambria"/>
          <w:color w:val="00B050"/>
        </w:rPr>
      </w:pPr>
      <w:r w:rsidRPr="00BA609A">
        <w:rPr>
          <w:rFonts w:ascii="Cambria" w:hAnsi="Cambria"/>
        </w:rPr>
        <w:t xml:space="preserve">Adres poczty elektronicznej: </w:t>
      </w:r>
      <w:r w:rsidRPr="00BA609A">
        <w:rPr>
          <w:rFonts w:ascii="Cambria" w:hAnsi="Cambria"/>
          <w:color w:val="00B050"/>
          <w:u w:val="single"/>
        </w:rPr>
        <w:t>inwestycje@lukow.ug.gov.pl</w:t>
      </w:r>
    </w:p>
    <w:p w:rsidR="00233085" w:rsidRPr="00BA609A" w:rsidRDefault="00233085" w:rsidP="00925808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BA609A">
        <w:rPr>
          <w:rFonts w:ascii="Cambria" w:hAnsi="Cambria" w:cs="Arial"/>
          <w:bCs/>
        </w:rPr>
        <w:t xml:space="preserve">Strona internetowa Zamawiającego [URL]: </w:t>
      </w:r>
      <w:r w:rsidRPr="00BA609A">
        <w:rPr>
          <w:rFonts w:ascii="Cambria" w:hAnsi="Cambria"/>
          <w:color w:val="00B050"/>
          <w:u w:val="single"/>
        </w:rPr>
        <w:t>https://www.lukow.ug.gov.pl</w:t>
      </w:r>
    </w:p>
    <w:p w:rsidR="00233085" w:rsidRDefault="00233085" w:rsidP="00925808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BA609A">
        <w:rPr>
          <w:rFonts w:ascii="Cambria" w:hAnsi="Cambria" w:cs="Arial"/>
          <w:bCs/>
        </w:rPr>
        <w:t xml:space="preserve">Strona internetowa prowadzonego postępowania, na której udostępniane </w:t>
      </w:r>
      <w:r w:rsidRPr="00BA609A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:rsidR="00233085" w:rsidRPr="00BA609A" w:rsidRDefault="00233085" w:rsidP="00925808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  <w:r w:rsidRPr="00BA609A">
        <w:rPr>
          <w:rFonts w:ascii="Cambria" w:hAnsi="Cambria"/>
          <w:color w:val="00B050"/>
          <w:u w:val="single"/>
        </w:rPr>
        <w:t>https://uglukow.bip.lubelskie.pl</w:t>
      </w:r>
    </w:p>
    <w:p w:rsidR="00233085" w:rsidRPr="00BA609A" w:rsidRDefault="00233085" w:rsidP="00925808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 w:rsidRPr="00BA609A">
        <w:rPr>
          <w:rFonts w:ascii="Cambria" w:hAnsi="Cambria" w:cs="Arial"/>
          <w:bCs/>
        </w:rPr>
        <w:t xml:space="preserve">Elektroniczna Skrzynka Podawcza: </w:t>
      </w:r>
      <w:r w:rsidRPr="00BA609A">
        <w:rPr>
          <w:rFonts w:ascii="Cambria" w:hAnsi="Cambria"/>
          <w:color w:val="00B050"/>
        </w:rPr>
        <w:t>/uglukow/skrytka</w:t>
      </w:r>
      <w:r w:rsidRPr="00BA609A">
        <w:rPr>
          <w:rFonts w:ascii="Cambria" w:hAnsi="Cambria" w:cs="Arial"/>
          <w:bCs/>
          <w:color w:val="00B050"/>
        </w:rPr>
        <w:t xml:space="preserve"> </w:t>
      </w:r>
      <w:r w:rsidRPr="00BA609A">
        <w:rPr>
          <w:rFonts w:ascii="Cambria" w:hAnsi="Cambria" w:cs="Arial"/>
          <w:bCs/>
        </w:rPr>
        <w:t xml:space="preserve">znajdująca się na platformie ePUAP pod adresem </w:t>
      </w:r>
      <w:r w:rsidRPr="00BA609A">
        <w:rPr>
          <w:rFonts w:ascii="Cambria" w:hAnsi="Cambria" w:cs="Arial"/>
          <w:bCs/>
          <w:color w:val="00B050"/>
          <w:u w:val="single"/>
        </w:rPr>
        <w:t>https://epuap.gov.pl/wps/portal</w:t>
      </w:r>
    </w:p>
    <w:p w:rsidR="00233085" w:rsidRPr="00F46399" w:rsidRDefault="00233085" w:rsidP="0036375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Style w:val="Hyperlink"/>
          <w:rFonts w:ascii="Cambria" w:hAnsi="Cambria"/>
          <w:color w:val="0070C0"/>
          <w:sz w:val="8"/>
          <w:szCs w:val="8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9671"/>
      </w:tblGrid>
      <w:tr w:rsidR="00233085" w:rsidRPr="003E090C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:rsidR="00233085" w:rsidRPr="0094461C" w:rsidRDefault="00233085" w:rsidP="0094461C">
            <w:pPr>
              <w:pStyle w:val="ListParagraph"/>
              <w:numPr>
                <w:ilvl w:val="3"/>
                <w:numId w:val="1"/>
              </w:numPr>
              <w:spacing w:before="120"/>
              <w:ind w:left="345" w:hanging="284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4461C">
              <w:rPr>
                <w:rFonts w:ascii="Cambria" w:hAnsi="Cambria" w:cs="Arial"/>
                <w:b/>
                <w:iCs/>
                <w:sz w:val="28"/>
                <w:szCs w:val="28"/>
              </w:rPr>
              <w:t>DANE WYKONAWCY/WYKONAWCÓW.</w:t>
            </w:r>
          </w:p>
          <w:p w:rsidR="00233085" w:rsidRPr="004A5CF3" w:rsidRDefault="00233085" w:rsidP="007C687C">
            <w:pPr>
              <w:pStyle w:val="BodyText"/>
              <w:rPr>
                <w:rFonts w:ascii="Cambria" w:hAnsi="Cambria"/>
                <w:iCs/>
                <w:sz w:val="10"/>
                <w:szCs w:val="10"/>
              </w:rPr>
            </w:pPr>
          </w:p>
          <w:p w:rsidR="00233085" w:rsidRPr="004A5CF3" w:rsidRDefault="00233085" w:rsidP="000C00F1">
            <w:pPr>
              <w:pStyle w:val="BodyText"/>
              <w:numPr>
                <w:ilvl w:val="0"/>
                <w:numId w:val="8"/>
              </w:numPr>
              <w:ind w:left="316" w:hanging="284"/>
              <w:rPr>
                <w:rFonts w:ascii="Cambria" w:hAnsi="Cambria"/>
                <w:iCs/>
                <w:sz w:val="24"/>
                <w:szCs w:val="24"/>
              </w:rPr>
            </w:pPr>
            <w:r w:rsidRPr="004A5CF3">
              <w:rPr>
                <w:rFonts w:ascii="Cambria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:rsidR="00233085" w:rsidRPr="000104EC" w:rsidRDefault="00233085" w:rsidP="007C687C">
            <w:pPr>
              <w:pStyle w:val="ListParagraph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233085" w:rsidRPr="004A5CF3" w:rsidRDefault="00233085" w:rsidP="000C00F1">
            <w:pPr>
              <w:pStyle w:val="BodyText"/>
              <w:numPr>
                <w:ilvl w:val="0"/>
                <w:numId w:val="8"/>
              </w:numPr>
              <w:rPr>
                <w:rFonts w:ascii="Cambria" w:hAnsi="Cambria"/>
                <w:iCs/>
                <w:sz w:val="24"/>
                <w:szCs w:val="24"/>
              </w:rPr>
            </w:pPr>
            <w:r w:rsidRPr="004A5CF3">
              <w:rPr>
                <w:rFonts w:ascii="Cambria" w:hAnsi="Cambria"/>
                <w:iCs/>
                <w:sz w:val="24"/>
                <w:szCs w:val="24"/>
              </w:rPr>
              <w:t xml:space="preserve">Nazwa </w:t>
            </w:r>
            <w:r w:rsidRPr="004A5CF3">
              <w:rPr>
                <w:rFonts w:ascii="Cambria" w:hAnsi="Cambria"/>
                <w:sz w:val="24"/>
                <w:szCs w:val="24"/>
              </w:rPr>
              <w:t>albo imię i nazwisko</w:t>
            </w:r>
            <w:r w:rsidRPr="004A5CF3">
              <w:rPr>
                <w:rFonts w:ascii="Cambria" w:hAnsi="Cambria"/>
                <w:iCs/>
                <w:sz w:val="24"/>
                <w:szCs w:val="24"/>
              </w:rPr>
              <w:t xml:space="preserve"> Wykonawcy</w:t>
            </w:r>
            <w:r w:rsidRPr="004A5CF3">
              <w:rPr>
                <w:rStyle w:val="FootnoteReference"/>
                <w:rFonts w:ascii="Cambria" w:hAnsi="Cambria"/>
                <w:iCs/>
                <w:sz w:val="24"/>
                <w:szCs w:val="24"/>
              </w:rPr>
              <w:footnoteReference w:id="1"/>
            </w:r>
            <w:r w:rsidRPr="004A5CF3">
              <w:rPr>
                <w:rFonts w:ascii="Cambria" w:hAnsi="Cambria"/>
                <w:iCs/>
                <w:sz w:val="24"/>
                <w:szCs w:val="24"/>
              </w:rPr>
              <w:t>:</w:t>
            </w:r>
          </w:p>
          <w:p w:rsidR="00233085" w:rsidRPr="000104EC" w:rsidRDefault="00233085" w:rsidP="007C687C">
            <w:pPr>
              <w:pStyle w:val="ListParagraph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233085" w:rsidRPr="000104EC" w:rsidRDefault="00233085" w:rsidP="007C687C">
            <w:pPr>
              <w:pStyle w:val="ListParagraph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233085" w:rsidRPr="008F0908" w:rsidRDefault="00233085" w:rsidP="007C687C">
            <w:pPr>
              <w:pStyle w:val="ListParagraph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:rsidR="00233085" w:rsidRDefault="00233085" w:rsidP="007C687C">
            <w:pPr>
              <w:pStyle w:val="ListParagraph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233085" w:rsidRDefault="00233085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:rsidR="00233085" w:rsidRDefault="00233085" w:rsidP="007C687C">
            <w:pPr>
              <w:pStyle w:val="ListParagraph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:rsidR="00233085" w:rsidRPr="000104EC" w:rsidRDefault="00233085" w:rsidP="007C687C">
            <w:pPr>
              <w:pStyle w:val="ListParagraph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233085" w:rsidRPr="00A67F2E" w:rsidRDefault="00233085" w:rsidP="003F4C60">
            <w:pPr>
              <w:pStyle w:val="BodyTextIndent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>
              <w:rPr>
                <w:rFonts w:ascii="Cambria" w:hAnsi="Cambria"/>
                <w:b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:rsidR="00233085" w:rsidRPr="00636814" w:rsidRDefault="00233085" w:rsidP="0000083C">
            <w:pPr>
              <w:pStyle w:val="BodyTextIndent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 w:cs="Calibri"/>
                <w:i/>
                <w:iCs/>
                <w:sz w:val="22"/>
                <w:szCs w:val="22"/>
              </w:rPr>
            </w:pPr>
            <w:r w:rsidRPr="00636814">
              <w:rPr>
                <w:rFonts w:ascii="Cambria" w:hAnsi="Cambria" w:cs="Calibri"/>
                <w:i/>
                <w:iCs/>
                <w:sz w:val="22"/>
                <w:szCs w:val="22"/>
              </w:rPr>
              <w:t>Zamawiający przekazuje dokumenty, oświadczenia i wnioski w trakcie trwania postępowania na w</w:t>
            </w:r>
            <w:r>
              <w:rPr>
                <w:rFonts w:ascii="Cambria" w:hAnsi="Cambria" w:cs="Calibri"/>
                <w:i/>
                <w:iCs/>
                <w:sz w:val="22"/>
                <w:szCs w:val="22"/>
              </w:rPr>
              <w:t>w. adres poczty elektronicznej Wykonawcy, na co W</w:t>
            </w:r>
            <w:r w:rsidRPr="00636814">
              <w:rPr>
                <w:rFonts w:ascii="Cambria" w:hAnsi="Cambria" w:cs="Calibri"/>
                <w:i/>
                <w:iCs/>
                <w:sz w:val="22"/>
                <w:szCs w:val="22"/>
              </w:rPr>
              <w:t xml:space="preserve">ykonawca wyraża zgodę. </w:t>
            </w:r>
          </w:p>
          <w:p w:rsidR="00233085" w:rsidRDefault="00233085" w:rsidP="0000083C">
            <w:pPr>
              <w:pStyle w:val="BodyTextIndent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 w:cs="Calibri"/>
                <w:i/>
                <w:iCs/>
                <w:sz w:val="22"/>
                <w:szCs w:val="22"/>
              </w:rPr>
            </w:pPr>
            <w:r w:rsidRPr="00636814">
              <w:rPr>
                <w:rFonts w:ascii="Cambria" w:hAnsi="Cambria" w:cs="Calibri"/>
                <w:i/>
                <w:iCs/>
                <w:sz w:val="22"/>
                <w:szCs w:val="22"/>
              </w:rPr>
              <w:t>Wykonawca niniejszym zobowiązuje się do utrzymania jego funkcjonalności przez czas trwania postępowania. O zmianie adresu poczty elektronicznej do przekazywania korespondencji z</w:t>
            </w:r>
            <w:r>
              <w:rPr>
                <w:rFonts w:ascii="Cambria" w:hAnsi="Cambria" w:cs="Calibri"/>
                <w:i/>
                <w:iCs/>
                <w:sz w:val="22"/>
                <w:szCs w:val="22"/>
              </w:rPr>
              <w:t>wiązanej z danym postępowaniem W</w:t>
            </w:r>
            <w:r w:rsidRPr="00636814">
              <w:rPr>
                <w:rFonts w:ascii="Cambria" w:hAnsi="Cambria" w:cs="Calibri"/>
                <w:i/>
                <w:iCs/>
                <w:sz w:val="22"/>
                <w:szCs w:val="22"/>
              </w:rPr>
              <w:t>yk</w:t>
            </w:r>
            <w:r>
              <w:rPr>
                <w:rFonts w:ascii="Cambria" w:hAnsi="Cambria" w:cs="Calibri"/>
                <w:i/>
                <w:iCs/>
                <w:sz w:val="22"/>
                <w:szCs w:val="22"/>
              </w:rPr>
              <w:t>onawca niezwłocznie zawiadamia Z</w:t>
            </w:r>
            <w:r w:rsidRPr="00636814">
              <w:rPr>
                <w:rFonts w:ascii="Cambria" w:hAnsi="Cambria" w:cs="Calibri"/>
                <w:i/>
                <w:iCs/>
                <w:sz w:val="22"/>
                <w:szCs w:val="22"/>
              </w:rPr>
              <w:t>amawiającego składając oświadczenie osób uprawnionych do repreze</w:t>
            </w:r>
            <w:r>
              <w:rPr>
                <w:rFonts w:ascii="Cambria" w:hAnsi="Cambria" w:cs="Calibri"/>
                <w:i/>
                <w:iCs/>
                <w:sz w:val="22"/>
                <w:szCs w:val="22"/>
              </w:rPr>
              <w:t>ntacji W</w:t>
            </w:r>
            <w:r w:rsidRPr="00636814">
              <w:rPr>
                <w:rFonts w:ascii="Cambria" w:hAnsi="Cambria" w:cs="Calibri"/>
                <w:i/>
                <w:iCs/>
                <w:sz w:val="22"/>
                <w:szCs w:val="22"/>
              </w:rPr>
              <w:t xml:space="preserve">ykonawcy.  Domniemywa się, że dokumenty, oświadczenia i wnioski przekazane na adres poczty elektronicznej wskazany w </w:t>
            </w:r>
            <w:r>
              <w:rPr>
                <w:rFonts w:ascii="Cambria" w:hAnsi="Cambria" w:cs="Calibri"/>
                <w:i/>
                <w:iCs/>
                <w:sz w:val="22"/>
                <w:szCs w:val="22"/>
              </w:rPr>
              <w:t>F</w:t>
            </w:r>
            <w:r w:rsidRPr="00636814">
              <w:rPr>
                <w:rFonts w:ascii="Cambria" w:hAnsi="Cambria" w:cs="Calibri"/>
                <w:i/>
                <w:iCs/>
                <w:sz w:val="22"/>
                <w:szCs w:val="22"/>
              </w:rPr>
              <w:t xml:space="preserve">ormularzu ofertowym </w:t>
            </w:r>
            <w:r>
              <w:rPr>
                <w:rFonts w:ascii="Cambria" w:hAnsi="Cambria" w:cs="Calibri"/>
                <w:i/>
                <w:iCs/>
                <w:sz w:val="22"/>
                <w:szCs w:val="22"/>
              </w:rPr>
              <w:t>zostały doręczone skutecznie a W</w:t>
            </w:r>
            <w:r w:rsidRPr="00636814">
              <w:rPr>
                <w:rFonts w:ascii="Cambria" w:hAnsi="Cambria" w:cs="Calibri"/>
                <w:i/>
                <w:iCs/>
                <w:sz w:val="22"/>
                <w:szCs w:val="22"/>
              </w:rPr>
              <w:t>ykonawca zapoznał się z ich treścią.</w:t>
            </w:r>
          </w:p>
          <w:p w:rsidR="00233085" w:rsidRDefault="00233085" w:rsidP="0000083C">
            <w:pPr>
              <w:pStyle w:val="BodyTextIndent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 w:cs="Calibri"/>
                <w:i/>
                <w:iCs/>
                <w:sz w:val="22"/>
                <w:szCs w:val="22"/>
              </w:rPr>
            </w:pPr>
          </w:p>
          <w:p w:rsidR="00233085" w:rsidRPr="00640578" w:rsidRDefault="00233085" w:rsidP="003F4C60">
            <w:pPr>
              <w:pStyle w:val="BodyTextIndent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</w:t>
            </w:r>
          </w:p>
          <w:p w:rsidR="00233085" w:rsidRDefault="00233085" w:rsidP="003F4C60">
            <w:pPr>
              <w:pStyle w:val="BodyTextIndent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</w:rPr>
              <w:t xml:space="preserve">platformie </w:t>
            </w:r>
            <w:r w:rsidRPr="008F0908">
              <w:rPr>
                <w:rFonts w:ascii="Cambria" w:hAnsi="Cambria"/>
                <w:b/>
              </w:rPr>
              <w:t>ePUAP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</w:p>
          <w:p w:rsidR="00233085" w:rsidRPr="0000083C" w:rsidRDefault="00233085" w:rsidP="0000083C">
            <w:pPr>
              <w:pStyle w:val="ListParagraph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00083C">
              <w:rPr>
                <w:rFonts w:ascii="Cambria" w:hAnsi="Cambria" w:cs="Arial"/>
                <w:iCs/>
              </w:rPr>
              <w:t xml:space="preserve">Adres </w:t>
            </w:r>
            <w:r>
              <w:rPr>
                <w:rFonts w:ascii="Cambria" w:hAnsi="Cambria" w:cs="Arial"/>
                <w:iCs/>
              </w:rPr>
              <w:t>d</w:t>
            </w:r>
            <w:r w:rsidRPr="0000083C">
              <w:rPr>
                <w:rFonts w:ascii="Cambria" w:hAnsi="Cambria" w:cs="Arial"/>
                <w:iCs/>
              </w:rPr>
              <w:t>o korespondencji pisemnej, w sprawach, w których może ona być tej formie prowadzona (jeżeli inny niż adres siedziby):</w:t>
            </w:r>
          </w:p>
          <w:p w:rsidR="00233085" w:rsidRPr="000104EC" w:rsidRDefault="00233085" w:rsidP="007C687C">
            <w:pPr>
              <w:pStyle w:val="ListParagraph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233085" w:rsidRPr="004A5CF3" w:rsidRDefault="00233085" w:rsidP="007C687C">
            <w:pPr>
              <w:pStyle w:val="BodyText"/>
              <w:numPr>
                <w:ilvl w:val="2"/>
                <w:numId w:val="1"/>
              </w:numPr>
              <w:ind w:left="316" w:hanging="284"/>
              <w:rPr>
                <w:rFonts w:ascii="Cambria" w:hAnsi="Cambria"/>
                <w:b w:val="0"/>
                <w:sz w:val="24"/>
                <w:szCs w:val="24"/>
              </w:rPr>
            </w:pPr>
            <w:r w:rsidRPr="004A5CF3">
              <w:rPr>
                <w:rFonts w:ascii="Cambria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:rsidR="00233085" w:rsidRDefault="00233085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233085" w:rsidRPr="007C687C" w:rsidRDefault="00233085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233085" w:rsidRPr="003E090C" w:rsidTr="00B40563">
        <w:trPr>
          <w:trHeight w:val="1391"/>
          <w:jc w:val="center"/>
        </w:trPr>
        <w:tc>
          <w:tcPr>
            <w:tcW w:w="9671" w:type="dxa"/>
          </w:tcPr>
          <w:p w:rsidR="00233085" w:rsidRPr="0094461C" w:rsidRDefault="00233085" w:rsidP="0094461C">
            <w:pPr>
              <w:pStyle w:val="ListParagraph"/>
              <w:numPr>
                <w:ilvl w:val="0"/>
                <w:numId w:val="30"/>
              </w:numPr>
              <w:spacing w:before="120" w:line="300" w:lineRule="auto"/>
              <w:ind w:left="345" w:hanging="345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4461C">
              <w:rPr>
                <w:rFonts w:ascii="Cambria" w:hAnsi="Cambria" w:cs="Arial"/>
                <w:b/>
                <w:iCs/>
                <w:sz w:val="28"/>
                <w:szCs w:val="28"/>
              </w:rPr>
              <w:t>OFEROWANY PRZEDMIOT ZAMÓWIENIA:</w:t>
            </w:r>
          </w:p>
          <w:p w:rsidR="00233085" w:rsidRPr="00FB6293" w:rsidRDefault="00233085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233085" w:rsidRDefault="00233085" w:rsidP="005C2F3D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5C2F3D">
              <w:rPr>
                <w:rFonts w:ascii="Cambria" w:hAnsi="Cambria" w:cs="Arial"/>
                <w:iCs/>
              </w:rPr>
              <w:t xml:space="preserve">W związku z ogłoszeniem przetargu nieograniczonego pn. </w:t>
            </w:r>
          </w:p>
          <w:p w:rsidR="00233085" w:rsidRPr="00D36B4A" w:rsidRDefault="00233085" w:rsidP="005C2F3D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233085" w:rsidRPr="00D36B4A" w:rsidRDefault="00233085" w:rsidP="00363751">
            <w:pPr>
              <w:spacing w:line="276" w:lineRule="auto"/>
              <w:jc w:val="center"/>
              <w:rPr>
                <w:rFonts w:ascii="Cambria" w:hAnsi="Cambria" w:cs="Arial"/>
                <w:iCs/>
                <w:sz w:val="26"/>
                <w:szCs w:val="26"/>
              </w:rPr>
            </w:pPr>
            <w:r w:rsidRPr="00D36B4A">
              <w:rPr>
                <w:rFonts w:ascii="Cambria" w:hAnsi="Cambria" w:cs="Arial"/>
                <w:b/>
                <w:iCs/>
                <w:sz w:val="26"/>
                <w:szCs w:val="26"/>
              </w:rPr>
              <w:t>„</w:t>
            </w:r>
            <w:r w:rsidRPr="00925808">
              <w:rPr>
                <w:rFonts w:ascii="Cambria" w:hAnsi="Cambria" w:cs="Arial"/>
                <w:b/>
                <w:iCs/>
                <w:sz w:val="26"/>
                <w:szCs w:val="26"/>
              </w:rPr>
              <w:t>Dostawa i montaż instalacji kolektorów słonecznych oraz instalacji fotowoltaicznych na terenie Gminy Łuków</w:t>
            </w:r>
            <w:r w:rsidRPr="00D36B4A">
              <w:rPr>
                <w:rFonts w:ascii="Cambria" w:hAnsi="Cambria" w:cs="Arial"/>
                <w:b/>
                <w:iCs/>
                <w:sz w:val="26"/>
                <w:szCs w:val="26"/>
              </w:rPr>
              <w:t>”</w:t>
            </w:r>
          </w:p>
          <w:p w:rsidR="00233085" w:rsidRPr="003E090C" w:rsidRDefault="00233085" w:rsidP="00824977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1"/>
                <w:szCs w:val="11"/>
              </w:rPr>
            </w:pPr>
          </w:p>
          <w:p w:rsidR="00233085" w:rsidRDefault="00233085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zakresem prac zamieszczonym </w:t>
            </w:r>
            <w:r w:rsidRPr="003E090C">
              <w:rPr>
                <w:rFonts w:ascii="Cambria" w:hAnsi="Cambria" w:cs="Arial"/>
                <w:bCs/>
                <w:iCs/>
              </w:rPr>
              <w:br/>
              <w:t>w opisie prz</w:t>
            </w:r>
            <w:r>
              <w:rPr>
                <w:rFonts w:ascii="Cambria" w:hAnsi="Cambria" w:cs="Arial"/>
                <w:bCs/>
                <w:iCs/>
              </w:rPr>
              <w:t>edmiotu zamówienia zawartym w S</w:t>
            </w:r>
            <w:r w:rsidRPr="003E090C">
              <w:rPr>
                <w:rFonts w:ascii="Cambria" w:hAnsi="Cambria" w:cs="Arial"/>
                <w:bCs/>
                <w:iCs/>
              </w:rPr>
              <w:t>WZ oraz szczegółowym opisie przedmiotu zamówienia zawartym w dokumentacji technicznej:</w:t>
            </w:r>
          </w:p>
          <w:p w:rsidR="00233085" w:rsidRPr="00FB16D1" w:rsidRDefault="00233085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:rsidR="00233085" w:rsidRPr="00C8744F" w:rsidRDefault="00233085" w:rsidP="00037408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233085" w:rsidRPr="00683D44" w:rsidRDefault="00233085" w:rsidP="00037408">
            <w:pPr>
              <w:pStyle w:val="ListParagraph"/>
              <w:numPr>
                <w:ilvl w:val="0"/>
                <w:numId w:val="25"/>
              </w:numPr>
              <w:ind w:left="335" w:hanging="284"/>
              <w:jc w:val="both"/>
              <w:rPr>
                <w:rFonts w:ascii="Cambria" w:hAnsi="Cambria" w:cs="Arial"/>
                <w:iCs/>
              </w:rPr>
            </w:pPr>
            <w:r w:rsidRPr="00683D44">
              <w:rPr>
                <w:rFonts w:ascii="Cambria" w:hAnsi="Cambria"/>
                <w:b/>
              </w:rPr>
              <w:t xml:space="preserve">za </w:t>
            </w:r>
            <w:r>
              <w:rPr>
                <w:rFonts w:ascii="Cambria" w:hAnsi="Cambria"/>
                <w:b/>
              </w:rPr>
              <w:t xml:space="preserve">łączną </w:t>
            </w:r>
            <w:r w:rsidRPr="00683D44">
              <w:rPr>
                <w:rFonts w:ascii="Cambria" w:hAnsi="Cambria"/>
                <w:b/>
              </w:rPr>
              <w:t xml:space="preserve">cenę oferty: </w:t>
            </w:r>
          </w:p>
          <w:p w:rsidR="00233085" w:rsidRPr="00872F8F" w:rsidRDefault="00233085" w:rsidP="00037408">
            <w:pPr>
              <w:pStyle w:val="NoSpacing"/>
              <w:spacing w:line="360" w:lineRule="auto"/>
              <w:ind w:left="0" w:firstLine="0"/>
              <w:rPr>
                <w:rFonts w:ascii="Cambria" w:hAnsi="Cambria"/>
                <w:b/>
                <w:sz w:val="16"/>
                <w:szCs w:val="16"/>
              </w:rPr>
            </w:pPr>
          </w:p>
          <w:p w:rsidR="00233085" w:rsidRDefault="00233085" w:rsidP="00037408">
            <w:pPr>
              <w:pStyle w:val="ListParagraph"/>
              <w:ind w:left="312"/>
              <w:jc w:val="both"/>
              <w:rPr>
                <w:rFonts w:ascii="Cambria" w:hAnsi="Cambria"/>
                <w:b/>
                <w:color w:val="000000"/>
              </w:rPr>
            </w:pPr>
            <w:r>
              <w:rPr>
                <w:rFonts w:ascii="Cambria" w:hAnsi="Cambria"/>
                <w:b/>
                <w:color w:val="000000"/>
              </w:rPr>
              <w:t xml:space="preserve">brutto:  </w:t>
            </w:r>
            <w:r w:rsidRPr="00783581">
              <w:rPr>
                <w:rFonts w:ascii="Cambria" w:hAnsi="Cambria"/>
                <w:b/>
                <w:color w:val="000000"/>
              </w:rPr>
              <w:t>......................................</w:t>
            </w:r>
            <w:r>
              <w:rPr>
                <w:rFonts w:ascii="Cambria" w:hAnsi="Cambria"/>
                <w:b/>
                <w:color w:val="000000"/>
              </w:rPr>
              <w:t>................</w:t>
            </w:r>
            <w:r w:rsidRPr="00783581">
              <w:rPr>
                <w:rFonts w:ascii="Cambria" w:hAnsi="Cambria"/>
                <w:b/>
                <w:color w:val="000000"/>
              </w:rPr>
              <w:t>........ zł</w:t>
            </w:r>
          </w:p>
          <w:p w:rsidR="00233085" w:rsidRPr="00783581" w:rsidRDefault="00233085" w:rsidP="00037408">
            <w:pPr>
              <w:pStyle w:val="ListParagraph"/>
              <w:ind w:left="312"/>
              <w:jc w:val="both"/>
              <w:rPr>
                <w:rFonts w:ascii="Cambria" w:hAnsi="Cambria"/>
                <w:color w:val="000000"/>
              </w:rPr>
            </w:pPr>
          </w:p>
          <w:p w:rsidR="00233085" w:rsidRDefault="00233085" w:rsidP="00037408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</w:pPr>
            <w:r w:rsidRPr="005507FD"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  <w:t xml:space="preserve">      (słownie brutto: .................................................................................................................................... zł)</w:t>
            </w:r>
          </w:p>
          <w:p w:rsidR="00233085" w:rsidRPr="00AF619F" w:rsidRDefault="00233085" w:rsidP="00037408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mbria" w:hAnsi="Cambria" w:cs="Times New Roman"/>
                <w:i/>
                <w:color w:val="000000"/>
                <w:sz w:val="10"/>
                <w:szCs w:val="10"/>
              </w:rPr>
            </w:pPr>
          </w:p>
          <w:p w:rsidR="00233085" w:rsidRDefault="00233085" w:rsidP="00037408">
            <w:pPr>
              <w:pStyle w:val="NoSpacing"/>
              <w:spacing w:line="360" w:lineRule="auto"/>
              <w:ind w:left="0" w:firstLine="0"/>
              <w:jc w:val="center"/>
              <w:rPr>
                <w:rFonts w:ascii="Cambria" w:hAnsi="Cambria"/>
                <w:sz w:val="24"/>
                <w:szCs w:val="24"/>
                <w:u w:val="single"/>
              </w:rPr>
            </w:pPr>
            <w:r>
              <w:rPr>
                <w:rFonts w:ascii="Cambria" w:hAnsi="Cambria"/>
                <w:sz w:val="24"/>
                <w:szCs w:val="24"/>
                <w:u w:val="single"/>
              </w:rPr>
              <w:t xml:space="preserve">obliczoną na podstawie poniższych </w:t>
            </w:r>
            <w:r w:rsidRPr="007D17B2">
              <w:rPr>
                <w:rFonts w:ascii="Cambria" w:hAnsi="Cambria"/>
                <w:sz w:val="24"/>
                <w:szCs w:val="24"/>
                <w:u w:val="single"/>
              </w:rPr>
              <w:t>tabel</w:t>
            </w:r>
            <w:r>
              <w:rPr>
                <w:rFonts w:ascii="Cambria" w:hAnsi="Cambria"/>
                <w:sz w:val="24"/>
                <w:szCs w:val="24"/>
                <w:u w:val="single"/>
              </w:rPr>
              <w:t>:</w:t>
            </w:r>
          </w:p>
          <w:p w:rsidR="00233085" w:rsidRPr="00AA5F93" w:rsidRDefault="00233085" w:rsidP="00037408">
            <w:pPr>
              <w:pStyle w:val="NoSpacing"/>
              <w:ind w:left="0" w:firstLine="0"/>
              <w:rPr>
                <w:rFonts w:ascii="Cambria" w:hAnsi="Cambria"/>
                <w:b/>
                <w:sz w:val="20"/>
              </w:rPr>
            </w:pPr>
            <w:r w:rsidRPr="00AA5F93">
              <w:rPr>
                <w:rFonts w:ascii="Cambria" w:hAnsi="Cambria"/>
                <w:b/>
                <w:sz w:val="20"/>
              </w:rPr>
              <w:t xml:space="preserve">Tabela </w:t>
            </w:r>
            <w:r>
              <w:rPr>
                <w:rFonts w:ascii="Cambria" w:hAnsi="Cambria"/>
                <w:b/>
                <w:sz w:val="20"/>
              </w:rPr>
              <w:t>1</w:t>
            </w:r>
            <w:r w:rsidRPr="00AA5F93">
              <w:rPr>
                <w:rFonts w:ascii="Cambria" w:hAnsi="Cambria"/>
                <w:b/>
                <w:sz w:val="20"/>
              </w:rPr>
              <w:t>. (Instalacje kolektorów słonecznych - montaż na budynkach mieszkalnych).</w:t>
            </w:r>
          </w:p>
          <w:p w:rsidR="00233085" w:rsidRPr="00AA5F93" w:rsidRDefault="00233085" w:rsidP="00037408">
            <w:pPr>
              <w:pStyle w:val="NoSpacing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tbl>
            <w:tblPr>
              <w:tblW w:w="941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415"/>
              <w:gridCol w:w="1625"/>
              <w:gridCol w:w="1700"/>
              <w:gridCol w:w="851"/>
              <w:gridCol w:w="1134"/>
              <w:gridCol w:w="1558"/>
              <w:gridCol w:w="850"/>
              <w:gridCol w:w="1283"/>
            </w:tblGrid>
            <w:tr w:rsidR="00233085" w:rsidRPr="00AA5F93" w:rsidTr="004A5CF3">
              <w:trPr>
                <w:trHeight w:val="878"/>
              </w:trPr>
              <w:tc>
                <w:tcPr>
                  <w:tcW w:w="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3085" w:rsidRPr="004A5CF3" w:rsidRDefault="00233085" w:rsidP="004A5CF3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4A5CF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Lp.</w:t>
                  </w:r>
                </w:p>
              </w:tc>
              <w:tc>
                <w:tcPr>
                  <w:tcW w:w="16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3085" w:rsidRPr="004A5CF3" w:rsidRDefault="00233085" w:rsidP="004A5CF3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4A5CF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Typ instalacji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3085" w:rsidRPr="004A5CF3" w:rsidRDefault="00233085" w:rsidP="004A5CF3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4A5CF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Producent </w:t>
                  </w:r>
                  <w:r w:rsidRPr="004A5CF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 xml:space="preserve">i model kolektora słonecznego </w:t>
                  </w:r>
                  <w:r w:rsidRPr="004A5CF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>i zasobnika c.w.u.</w:t>
                  </w:r>
                </w:p>
                <w:p w:rsidR="00233085" w:rsidRPr="004A5CF3" w:rsidRDefault="00233085" w:rsidP="004A5CF3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4A5CF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oraz wersję </w:t>
                  </w:r>
                  <w:r w:rsidRPr="004A5CF3">
                    <w:rPr>
                      <w:rFonts w:ascii="Cambria" w:hAnsi="Cambria" w:cs="Segoe UI"/>
                      <w:b/>
                      <w:i/>
                      <w:iCs/>
                      <w:sz w:val="14"/>
                      <w:szCs w:val="14"/>
                    </w:rPr>
                    <w:t>(jeżeli dany model występuje w wielu wersjach)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3085" w:rsidRPr="004A5CF3" w:rsidRDefault="00233085" w:rsidP="004A5CF3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4A5CF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</w:t>
                  </w:r>
                </w:p>
                <w:p w:rsidR="00233085" w:rsidRPr="004A5CF3" w:rsidRDefault="00233085" w:rsidP="004A5CF3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4A5CF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netto jednej instalacji [zł]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3085" w:rsidRPr="004A5CF3" w:rsidRDefault="00233085" w:rsidP="004A5CF3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4A5CF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Stawka VAT </w:t>
                  </w:r>
                  <w:r w:rsidRPr="004A5CF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>i kwota VAT jednej instalacji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3085" w:rsidRPr="004A5CF3" w:rsidRDefault="00233085" w:rsidP="004A5CF3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4A5CF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 brutto jednej instalacji [zł]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3085" w:rsidRPr="004A5CF3" w:rsidRDefault="00233085" w:rsidP="004A5CF3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4A5CF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Ilość instalacji</w:t>
                  </w:r>
                </w:p>
              </w:tc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3085" w:rsidRPr="004A5CF3" w:rsidRDefault="00233085" w:rsidP="004A5CF3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4A5CF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Wartość brutto pozycji [zł]</w:t>
                  </w:r>
                </w:p>
              </w:tc>
            </w:tr>
            <w:tr w:rsidR="00233085" w:rsidRPr="00AA5F93" w:rsidTr="004A5CF3">
              <w:trPr>
                <w:trHeight w:val="222"/>
              </w:trPr>
              <w:tc>
                <w:tcPr>
                  <w:tcW w:w="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233085" w:rsidRPr="004A5CF3" w:rsidRDefault="00233085" w:rsidP="004A5CF3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4A5CF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6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233085" w:rsidRPr="004A5CF3" w:rsidRDefault="00233085" w:rsidP="004A5CF3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4A5CF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233085" w:rsidRPr="004A5CF3" w:rsidRDefault="00233085" w:rsidP="004A5CF3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4A5CF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233085" w:rsidRPr="004A5CF3" w:rsidRDefault="00233085" w:rsidP="004A5CF3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4A5CF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233085" w:rsidRPr="004A5CF3" w:rsidRDefault="00233085" w:rsidP="004A5CF3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4A5CF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233085" w:rsidRPr="004A5CF3" w:rsidRDefault="00233085" w:rsidP="004A5CF3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4A5CF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6 = 4 +5 (kwota VAT)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233085" w:rsidRPr="004A5CF3" w:rsidRDefault="00233085" w:rsidP="004A5CF3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4A5CF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7</w:t>
                  </w:r>
                </w:p>
              </w:tc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233085" w:rsidRPr="004A5CF3" w:rsidRDefault="00233085" w:rsidP="004A5CF3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4A5CF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8 = 6 x 7</w:t>
                  </w:r>
                </w:p>
              </w:tc>
            </w:tr>
            <w:tr w:rsidR="00233085" w:rsidRPr="00AA5F93" w:rsidTr="004A5CF3">
              <w:trPr>
                <w:trHeight w:val="688"/>
              </w:trPr>
              <w:tc>
                <w:tcPr>
                  <w:tcW w:w="41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3085" w:rsidRPr="004A5CF3" w:rsidRDefault="00233085" w:rsidP="004A5CF3">
                  <w:pPr>
                    <w:spacing w:before="120"/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  <w:r w:rsidRPr="004A5CF3">
                    <w:rPr>
                      <w:rFonts w:ascii="Cambria" w:hAnsi="Cambria" w:cs="Segoe UI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62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3085" w:rsidRPr="004A5CF3" w:rsidRDefault="00233085" w:rsidP="004A5CF3">
                  <w:pPr>
                    <w:jc w:val="center"/>
                    <w:rPr>
                      <w:rFonts w:ascii="Cambria" w:hAnsi="Cambria"/>
                      <w:bCs/>
                      <w:sz w:val="18"/>
                      <w:szCs w:val="18"/>
                    </w:rPr>
                  </w:pPr>
                  <w:r w:rsidRPr="004A5CF3">
                    <w:rPr>
                      <w:rFonts w:ascii="Cambria" w:hAnsi="Cambria"/>
                      <w:bCs/>
                      <w:sz w:val="18"/>
                      <w:szCs w:val="18"/>
                    </w:rPr>
                    <w:t xml:space="preserve">Instalacja solarna  </w:t>
                  </w:r>
                  <w:r w:rsidRPr="004A5CF3">
                    <w:rPr>
                      <w:rFonts w:ascii="Cambria" w:hAnsi="Cambria"/>
                      <w:bCs/>
                      <w:sz w:val="18"/>
                      <w:szCs w:val="18"/>
                    </w:rPr>
                    <w:br/>
                    <w:t xml:space="preserve">składająca się </w:t>
                  </w:r>
                  <w:r w:rsidRPr="004A5CF3">
                    <w:rPr>
                      <w:rFonts w:ascii="Cambria" w:hAnsi="Cambria"/>
                      <w:bCs/>
                      <w:sz w:val="18"/>
                      <w:szCs w:val="18"/>
                    </w:rPr>
                    <w:br/>
                    <w:t xml:space="preserve">z 2 kolektorów słonecznych </w:t>
                  </w:r>
                  <w:r w:rsidRPr="004A5CF3">
                    <w:rPr>
                      <w:rFonts w:ascii="Cambria" w:hAnsi="Cambria"/>
                      <w:bCs/>
                      <w:sz w:val="18"/>
                      <w:szCs w:val="18"/>
                    </w:rPr>
                    <w:br/>
                    <w:t>+ zasobnik c.w.u. 200dm</w:t>
                  </w:r>
                  <w:r w:rsidRPr="004A5CF3">
                    <w:rPr>
                      <w:rFonts w:ascii="Cambria" w:hAnsi="Cambria"/>
                      <w:bCs/>
                      <w:sz w:val="18"/>
                      <w:szCs w:val="18"/>
                      <w:vertAlign w:val="superscript"/>
                    </w:rPr>
                    <w:t>3</w:t>
                  </w:r>
                </w:p>
                <w:p w:rsidR="00233085" w:rsidRPr="004A5CF3" w:rsidRDefault="00233085" w:rsidP="004A5CF3">
                  <w:pPr>
                    <w:jc w:val="center"/>
                    <w:rPr>
                      <w:rFonts w:ascii="Cambria" w:hAnsi="Cambria" w:cs="Segoe UI"/>
                      <w:b/>
                      <w:bCs/>
                      <w:sz w:val="18"/>
                      <w:szCs w:val="18"/>
                      <w:u w:val="single"/>
                    </w:rPr>
                  </w:pPr>
                  <w:r w:rsidRPr="004A5CF3">
                    <w:rPr>
                      <w:rFonts w:ascii="Cambria" w:hAnsi="Cambria" w:cs="Segoe UI"/>
                      <w:b/>
                      <w:bCs/>
                      <w:sz w:val="18"/>
                      <w:szCs w:val="18"/>
                      <w:u w:val="single"/>
                    </w:rPr>
                    <w:t xml:space="preserve">bez kosztu </w:t>
                  </w:r>
                </w:p>
                <w:p w:rsidR="00233085" w:rsidRPr="004A5CF3" w:rsidRDefault="00233085" w:rsidP="004A5CF3">
                  <w:pPr>
                    <w:jc w:val="center"/>
                    <w:rPr>
                      <w:rFonts w:ascii="Cambria" w:hAnsi="Cambria" w:cs="Segoe UI"/>
                      <w:b/>
                      <w:bCs/>
                      <w:sz w:val="18"/>
                      <w:szCs w:val="18"/>
                      <w:u w:val="single"/>
                    </w:rPr>
                  </w:pPr>
                  <w:r w:rsidRPr="004A5CF3">
                    <w:rPr>
                      <w:rFonts w:ascii="Cambria" w:hAnsi="Cambria" w:cs="Segoe UI"/>
                      <w:b/>
                      <w:bCs/>
                      <w:sz w:val="18"/>
                      <w:szCs w:val="18"/>
                      <w:u w:val="single"/>
                    </w:rPr>
                    <w:t>1a, 1b, 1c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3085" w:rsidRPr="004A5CF3" w:rsidRDefault="00233085" w:rsidP="004A5CF3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:rsidR="00233085" w:rsidRPr="004A5CF3" w:rsidRDefault="00233085" w:rsidP="004A5CF3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:rsidR="00233085" w:rsidRPr="004A5CF3" w:rsidRDefault="00233085" w:rsidP="004A5CF3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:rsidR="00233085" w:rsidRPr="004A5CF3" w:rsidRDefault="00233085" w:rsidP="004A5CF3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:rsidR="00233085" w:rsidRPr="004A5CF3" w:rsidRDefault="00233085" w:rsidP="004A5CF3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:rsidR="00233085" w:rsidRPr="004A5CF3" w:rsidRDefault="00233085" w:rsidP="004A5CF3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4A5CF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(kolektor słoneczny)</w:t>
                  </w:r>
                </w:p>
              </w:tc>
              <w:tc>
                <w:tcPr>
                  <w:tcW w:w="85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3085" w:rsidRPr="004A5CF3" w:rsidRDefault="00233085" w:rsidP="004A5CF3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3085" w:rsidRPr="004A5CF3" w:rsidRDefault="00233085" w:rsidP="004A5CF3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 w:rsidRPr="004A5CF3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8%</w:t>
                  </w:r>
                </w:p>
                <w:p w:rsidR="00233085" w:rsidRPr="004A5CF3" w:rsidRDefault="00233085" w:rsidP="004A5CF3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  <w:p w:rsidR="00233085" w:rsidRPr="004A5CF3" w:rsidRDefault="00233085" w:rsidP="004A5CF3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 w:rsidRPr="004A5CF3">
                    <w:rPr>
                      <w:rFonts w:ascii="Cambria" w:hAnsi="Cambria"/>
                      <w:i/>
                      <w:sz w:val="18"/>
                      <w:szCs w:val="18"/>
                    </w:rPr>
                    <w:t>................... zł</w:t>
                  </w:r>
                </w:p>
              </w:tc>
              <w:tc>
                <w:tcPr>
                  <w:tcW w:w="155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3085" w:rsidRPr="004A5CF3" w:rsidRDefault="00233085" w:rsidP="004A5CF3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233085" w:rsidRPr="004A5CF3" w:rsidRDefault="00233085" w:rsidP="004A5CF3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 w:rsidRPr="004A5CF3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389</w:t>
                  </w:r>
                </w:p>
              </w:tc>
              <w:tc>
                <w:tcPr>
                  <w:tcW w:w="128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3085" w:rsidRPr="004A5CF3" w:rsidRDefault="00233085" w:rsidP="004A5CF3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233085" w:rsidRPr="00AA5F93" w:rsidTr="004A5CF3">
              <w:trPr>
                <w:trHeight w:val="561"/>
              </w:trPr>
              <w:tc>
                <w:tcPr>
                  <w:tcW w:w="41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3085" w:rsidRPr="004A5CF3" w:rsidRDefault="00233085" w:rsidP="004A5CF3">
                  <w:pPr>
                    <w:spacing w:before="120"/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</w:p>
              </w:tc>
              <w:tc>
                <w:tcPr>
                  <w:tcW w:w="162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3085" w:rsidRPr="004A5CF3" w:rsidRDefault="00233085" w:rsidP="004A5CF3">
                  <w:pPr>
                    <w:jc w:val="center"/>
                    <w:rPr>
                      <w:rFonts w:ascii="Cambria" w:hAnsi="Cambria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3085" w:rsidRPr="004A5CF3" w:rsidRDefault="00233085" w:rsidP="004A5CF3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:rsidR="00233085" w:rsidRPr="004A5CF3" w:rsidRDefault="00233085" w:rsidP="004A5CF3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:rsidR="00233085" w:rsidRPr="004A5CF3" w:rsidRDefault="00233085" w:rsidP="004A5CF3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:rsidR="00233085" w:rsidRPr="004A5CF3" w:rsidRDefault="00233085" w:rsidP="004A5CF3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:rsidR="00233085" w:rsidRPr="004A5CF3" w:rsidRDefault="00233085" w:rsidP="004A5CF3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  <w:r w:rsidRPr="004A5CF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(zasobnik c.w.u.)</w:t>
                  </w:r>
                </w:p>
              </w:tc>
              <w:tc>
                <w:tcPr>
                  <w:tcW w:w="85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3085" w:rsidRPr="004A5CF3" w:rsidRDefault="00233085" w:rsidP="004A5CF3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3085" w:rsidRPr="004A5CF3" w:rsidRDefault="00233085" w:rsidP="004A5CF3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55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3085" w:rsidRPr="004A5CF3" w:rsidRDefault="00233085" w:rsidP="004A5CF3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233085" w:rsidRPr="004A5CF3" w:rsidRDefault="00233085" w:rsidP="004A5CF3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28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3085" w:rsidRPr="004A5CF3" w:rsidRDefault="00233085" w:rsidP="004A5CF3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233085" w:rsidRPr="00AA5F93" w:rsidTr="004A5CF3">
              <w:trPr>
                <w:trHeight w:val="1346"/>
              </w:trPr>
              <w:tc>
                <w:tcPr>
                  <w:tcW w:w="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3085" w:rsidRPr="004A5CF3" w:rsidRDefault="00233085" w:rsidP="004A5CF3">
                  <w:pPr>
                    <w:spacing w:before="120"/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  <w:r w:rsidRPr="004A5CF3">
                    <w:rPr>
                      <w:rFonts w:ascii="Cambria" w:hAnsi="Cambria" w:cs="Segoe UI"/>
                      <w:sz w:val="18"/>
                      <w:szCs w:val="18"/>
                    </w:rPr>
                    <w:t>1a</w:t>
                  </w:r>
                </w:p>
              </w:tc>
              <w:tc>
                <w:tcPr>
                  <w:tcW w:w="16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3085" w:rsidRPr="004A5CF3" w:rsidRDefault="00233085" w:rsidP="004A5CF3">
                  <w:pPr>
                    <w:jc w:val="center"/>
                    <w:rPr>
                      <w:rFonts w:ascii="Cambria" w:hAnsi="Cambria"/>
                      <w:bCs/>
                      <w:sz w:val="18"/>
                      <w:szCs w:val="18"/>
                    </w:rPr>
                  </w:pPr>
                  <w:r w:rsidRPr="004A5CF3">
                    <w:rPr>
                      <w:rFonts w:ascii="Cambria" w:hAnsi="Cambria"/>
                      <w:bCs/>
                      <w:sz w:val="18"/>
                      <w:szCs w:val="18"/>
                    </w:rPr>
                    <w:t xml:space="preserve">Koszt górnej wężownicy do podłączenia istniejącego źródła ciepła 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vAlign w:val="center"/>
                </w:tcPr>
                <w:p w:rsidR="00233085" w:rsidRPr="004A5CF3" w:rsidRDefault="00233085" w:rsidP="004A5CF3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3085" w:rsidRPr="004A5CF3" w:rsidRDefault="00233085" w:rsidP="004A5CF3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3085" w:rsidRPr="004A5CF3" w:rsidRDefault="00233085" w:rsidP="004A5CF3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 w:rsidRPr="004A5CF3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8%</w:t>
                  </w:r>
                </w:p>
                <w:p w:rsidR="00233085" w:rsidRPr="004A5CF3" w:rsidRDefault="00233085" w:rsidP="004A5CF3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  <w:p w:rsidR="00233085" w:rsidRPr="004A5CF3" w:rsidRDefault="00233085" w:rsidP="004A5CF3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 w:rsidRPr="004A5CF3">
                    <w:rPr>
                      <w:rFonts w:ascii="Cambria" w:hAnsi="Cambria"/>
                      <w:i/>
                      <w:sz w:val="18"/>
                      <w:szCs w:val="18"/>
                    </w:rPr>
                    <w:t>................... zł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3085" w:rsidRPr="004A5CF3" w:rsidRDefault="00233085" w:rsidP="004A5CF3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233085" w:rsidRPr="004A5CF3" w:rsidRDefault="00233085" w:rsidP="004A5CF3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 w:rsidRPr="004A5CF3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389</w:t>
                  </w:r>
                </w:p>
              </w:tc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3085" w:rsidRPr="004A5CF3" w:rsidRDefault="00233085" w:rsidP="004A5CF3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233085" w:rsidRPr="00AA5F93" w:rsidTr="004A5CF3">
              <w:trPr>
                <w:trHeight w:val="1346"/>
              </w:trPr>
              <w:tc>
                <w:tcPr>
                  <w:tcW w:w="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3085" w:rsidRPr="004A5CF3" w:rsidRDefault="00233085" w:rsidP="004A5CF3">
                  <w:pPr>
                    <w:spacing w:before="120"/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  <w:r w:rsidRPr="004A5CF3">
                    <w:rPr>
                      <w:rFonts w:ascii="Cambria" w:hAnsi="Cambria" w:cs="Segoe UI"/>
                      <w:sz w:val="18"/>
                      <w:szCs w:val="18"/>
                    </w:rPr>
                    <w:t>1b</w:t>
                  </w:r>
                </w:p>
              </w:tc>
              <w:tc>
                <w:tcPr>
                  <w:tcW w:w="16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3085" w:rsidRPr="004A5CF3" w:rsidRDefault="00233085" w:rsidP="004A5CF3">
                  <w:pPr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  <w:r w:rsidRPr="004A5CF3">
                    <w:rPr>
                      <w:rFonts w:ascii="Cambria" w:hAnsi="Cambria" w:cs="Segoe UI"/>
                      <w:sz w:val="18"/>
                      <w:szCs w:val="18"/>
                      <w:u w:val="single"/>
                    </w:rPr>
                    <w:t>Koszt podłączenia</w:t>
                  </w:r>
                </w:p>
                <w:p w:rsidR="00233085" w:rsidRPr="004A5CF3" w:rsidRDefault="00233085" w:rsidP="004A5CF3">
                  <w:pPr>
                    <w:jc w:val="center"/>
                    <w:rPr>
                      <w:rFonts w:ascii="Cambria" w:hAnsi="Cambria"/>
                      <w:bCs/>
                      <w:sz w:val="18"/>
                      <w:szCs w:val="18"/>
                    </w:rPr>
                  </w:pPr>
                  <w:r w:rsidRPr="004A5CF3">
                    <w:rPr>
                      <w:rFonts w:ascii="Cambria" w:hAnsi="Cambria" w:cs="Segoe UI"/>
                      <w:sz w:val="18"/>
                      <w:szCs w:val="18"/>
                    </w:rPr>
                    <w:t>dodatkowej wężownicy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vAlign w:val="center"/>
                </w:tcPr>
                <w:p w:rsidR="00233085" w:rsidRPr="004A5CF3" w:rsidRDefault="00233085" w:rsidP="004A5CF3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3085" w:rsidRPr="004A5CF3" w:rsidRDefault="00233085" w:rsidP="004A5CF3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3085" w:rsidRPr="004A5CF3" w:rsidRDefault="00233085" w:rsidP="004A5CF3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 w:rsidRPr="004A5CF3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8%</w:t>
                  </w:r>
                </w:p>
                <w:p w:rsidR="00233085" w:rsidRPr="004A5CF3" w:rsidRDefault="00233085" w:rsidP="004A5CF3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  <w:p w:rsidR="00233085" w:rsidRPr="004A5CF3" w:rsidRDefault="00233085" w:rsidP="004A5CF3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 w:rsidRPr="004A5CF3">
                    <w:rPr>
                      <w:rFonts w:ascii="Cambria" w:hAnsi="Cambria"/>
                      <w:i/>
                      <w:sz w:val="18"/>
                      <w:szCs w:val="18"/>
                    </w:rPr>
                    <w:t>................... zł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3085" w:rsidRPr="004A5CF3" w:rsidRDefault="00233085" w:rsidP="004A5CF3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233085" w:rsidRPr="004A5CF3" w:rsidRDefault="00233085" w:rsidP="004A5CF3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 w:rsidRPr="004A5CF3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389</w:t>
                  </w:r>
                </w:p>
              </w:tc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3085" w:rsidRPr="004A5CF3" w:rsidRDefault="00233085" w:rsidP="004A5CF3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233085" w:rsidRPr="00AA5F93" w:rsidTr="004A5CF3">
              <w:trPr>
                <w:trHeight w:val="1346"/>
              </w:trPr>
              <w:tc>
                <w:tcPr>
                  <w:tcW w:w="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3085" w:rsidRPr="004A5CF3" w:rsidRDefault="00233085" w:rsidP="004A5CF3">
                  <w:pPr>
                    <w:spacing w:before="120"/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  <w:r w:rsidRPr="004A5CF3">
                    <w:rPr>
                      <w:rFonts w:ascii="Cambria" w:hAnsi="Cambria" w:cs="Segoe UI"/>
                      <w:sz w:val="18"/>
                      <w:szCs w:val="18"/>
                    </w:rPr>
                    <w:t>1c</w:t>
                  </w:r>
                </w:p>
              </w:tc>
              <w:tc>
                <w:tcPr>
                  <w:tcW w:w="16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3085" w:rsidRPr="004A5CF3" w:rsidRDefault="00233085" w:rsidP="004A5CF3">
                  <w:pPr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  <w:r w:rsidRPr="004A5CF3">
                    <w:rPr>
                      <w:rFonts w:ascii="Cambria" w:hAnsi="Cambria" w:cs="Segoe UI"/>
                      <w:sz w:val="18"/>
                      <w:szCs w:val="18"/>
                    </w:rPr>
                    <w:t xml:space="preserve">Koszt grzałki, </w:t>
                  </w:r>
                </w:p>
                <w:p w:rsidR="00233085" w:rsidRPr="004A5CF3" w:rsidRDefault="00233085" w:rsidP="004A5CF3">
                  <w:pPr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  <w:r w:rsidRPr="004A5CF3">
                    <w:rPr>
                      <w:rFonts w:ascii="Cambria" w:hAnsi="Cambria" w:cs="Segoe UI"/>
                      <w:sz w:val="18"/>
                      <w:szCs w:val="18"/>
                    </w:rPr>
                    <w:t xml:space="preserve">w którą wyposażony </w:t>
                  </w:r>
                  <w:r w:rsidRPr="004A5CF3">
                    <w:rPr>
                      <w:rFonts w:ascii="Cambria" w:hAnsi="Cambria" w:cs="Segoe UI"/>
                      <w:sz w:val="18"/>
                      <w:szCs w:val="18"/>
                    </w:rPr>
                    <w:br/>
                    <w:t xml:space="preserve">jest zasobniki </w:t>
                  </w:r>
                </w:p>
                <w:p w:rsidR="00233085" w:rsidRPr="004A5CF3" w:rsidRDefault="00233085" w:rsidP="004A5CF3">
                  <w:pPr>
                    <w:jc w:val="center"/>
                    <w:rPr>
                      <w:rFonts w:ascii="Cambria" w:hAnsi="Cambria"/>
                      <w:bCs/>
                      <w:sz w:val="18"/>
                      <w:szCs w:val="18"/>
                    </w:rPr>
                  </w:pPr>
                  <w:r w:rsidRPr="004A5CF3">
                    <w:rPr>
                      <w:rFonts w:ascii="Cambria" w:hAnsi="Cambria" w:cs="Segoe UI"/>
                      <w:sz w:val="18"/>
                      <w:szCs w:val="18"/>
                    </w:rPr>
                    <w:t>c. w. u.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vAlign w:val="center"/>
                </w:tcPr>
                <w:p w:rsidR="00233085" w:rsidRPr="004A5CF3" w:rsidRDefault="00233085" w:rsidP="004A5CF3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3085" w:rsidRPr="004A5CF3" w:rsidRDefault="00233085" w:rsidP="004A5CF3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3085" w:rsidRPr="004A5CF3" w:rsidRDefault="00233085" w:rsidP="004A5CF3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 w:rsidRPr="004A5CF3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8%</w:t>
                  </w:r>
                </w:p>
                <w:p w:rsidR="00233085" w:rsidRPr="004A5CF3" w:rsidRDefault="00233085" w:rsidP="004A5CF3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  <w:p w:rsidR="00233085" w:rsidRPr="004A5CF3" w:rsidRDefault="00233085" w:rsidP="004A5CF3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 w:rsidRPr="004A5CF3">
                    <w:rPr>
                      <w:rFonts w:ascii="Cambria" w:hAnsi="Cambria"/>
                      <w:i/>
                      <w:sz w:val="18"/>
                      <w:szCs w:val="18"/>
                    </w:rPr>
                    <w:t>................... zł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3085" w:rsidRPr="004A5CF3" w:rsidRDefault="00233085" w:rsidP="004A5CF3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233085" w:rsidRPr="004A5CF3" w:rsidRDefault="00233085" w:rsidP="004A5CF3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 w:rsidRPr="004A5CF3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389</w:t>
                  </w:r>
                </w:p>
              </w:tc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3085" w:rsidRPr="004A5CF3" w:rsidRDefault="00233085" w:rsidP="004A5CF3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</w:tbl>
          <w:p w:rsidR="00233085" w:rsidRPr="00967EC4" w:rsidRDefault="00233085" w:rsidP="00495C52">
            <w:pPr>
              <w:pStyle w:val="NoSpacing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:rsidR="00233085" w:rsidRDefault="00233085" w:rsidP="00B40563">
            <w:pPr>
              <w:pStyle w:val="NoSpacing"/>
              <w:ind w:left="0" w:firstLine="0"/>
              <w:rPr>
                <w:rFonts w:ascii="Cambria" w:hAnsi="Cambria"/>
                <w:b/>
                <w:sz w:val="20"/>
              </w:rPr>
            </w:pPr>
          </w:p>
          <w:p w:rsidR="00233085" w:rsidRDefault="00233085" w:rsidP="00B40563">
            <w:pPr>
              <w:pStyle w:val="NoSpacing"/>
              <w:ind w:left="0" w:firstLine="0"/>
              <w:rPr>
                <w:rFonts w:ascii="Cambria" w:hAnsi="Cambria"/>
                <w:b/>
                <w:sz w:val="20"/>
              </w:rPr>
            </w:pPr>
          </w:p>
          <w:p w:rsidR="00233085" w:rsidRDefault="00233085" w:rsidP="00925808">
            <w:pPr>
              <w:pStyle w:val="NoSpacing"/>
              <w:ind w:left="0" w:firstLine="0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 xml:space="preserve">Tabela 2 </w:t>
            </w:r>
            <w:r w:rsidRPr="00D9030C">
              <w:rPr>
                <w:rFonts w:ascii="Cambria" w:hAnsi="Cambria"/>
                <w:b/>
                <w:sz w:val="20"/>
              </w:rPr>
              <w:t>(Instalacj</w:t>
            </w:r>
            <w:r>
              <w:rPr>
                <w:rFonts w:ascii="Cambria" w:hAnsi="Cambria"/>
                <w:b/>
                <w:sz w:val="20"/>
              </w:rPr>
              <w:t>e</w:t>
            </w:r>
            <w:r w:rsidRPr="00D9030C">
              <w:rPr>
                <w:rFonts w:ascii="Cambria" w:hAnsi="Cambria"/>
                <w:b/>
                <w:sz w:val="20"/>
              </w:rPr>
              <w:t xml:space="preserve"> </w:t>
            </w:r>
            <w:r>
              <w:rPr>
                <w:rFonts w:ascii="Cambria" w:hAnsi="Cambria"/>
                <w:b/>
                <w:sz w:val="20"/>
              </w:rPr>
              <w:t xml:space="preserve">fotowoltaiczne </w:t>
            </w:r>
            <w:r w:rsidRPr="001955FC">
              <w:rPr>
                <w:rFonts w:ascii="Cambria" w:hAnsi="Cambria"/>
                <w:b/>
                <w:sz w:val="20"/>
              </w:rPr>
              <w:t>na budynkach mieszkalnych</w:t>
            </w:r>
            <w:r w:rsidRPr="00D9030C">
              <w:rPr>
                <w:rFonts w:ascii="Cambria" w:hAnsi="Cambria"/>
                <w:b/>
                <w:sz w:val="20"/>
              </w:rPr>
              <w:t>)</w:t>
            </w:r>
            <w:r>
              <w:rPr>
                <w:rFonts w:ascii="Cambria" w:hAnsi="Cambria"/>
                <w:b/>
                <w:sz w:val="20"/>
              </w:rPr>
              <w:t>.</w:t>
            </w:r>
          </w:p>
          <w:p w:rsidR="00233085" w:rsidRPr="003F4C60" w:rsidRDefault="00233085" w:rsidP="00925808">
            <w:pPr>
              <w:pStyle w:val="NoSpacing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tbl>
            <w:tblPr>
              <w:tblW w:w="941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410"/>
              <w:gridCol w:w="1627"/>
              <w:gridCol w:w="1309"/>
              <w:gridCol w:w="987"/>
              <w:gridCol w:w="1124"/>
              <w:gridCol w:w="1475"/>
              <w:gridCol w:w="805"/>
              <w:gridCol w:w="1679"/>
            </w:tblGrid>
            <w:tr w:rsidR="00233085" w:rsidRPr="001134AA" w:rsidTr="00BE1646">
              <w:trPr>
                <w:trHeight w:val="878"/>
              </w:trPr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3085" w:rsidRPr="00F7446E" w:rsidRDefault="00233085" w:rsidP="00925808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Lp.</w:t>
                  </w:r>
                </w:p>
              </w:tc>
              <w:tc>
                <w:tcPr>
                  <w:tcW w:w="16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3085" w:rsidRPr="00F7446E" w:rsidRDefault="00233085" w:rsidP="00925808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Typ instalacji</w:t>
                  </w:r>
                </w:p>
              </w:tc>
              <w:tc>
                <w:tcPr>
                  <w:tcW w:w="13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3085" w:rsidRPr="00F7446E" w:rsidRDefault="00233085" w:rsidP="00925808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Producent </w:t>
                  </w: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>i model modułu</w:t>
                  </w:r>
                </w:p>
                <w:p w:rsidR="00233085" w:rsidRDefault="00233085" w:rsidP="00925808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oraz inwertera</w:t>
                  </w:r>
                </w:p>
                <w:p w:rsidR="00233085" w:rsidRPr="00F7446E" w:rsidRDefault="00233085" w:rsidP="00925808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5F1611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i wersję </w:t>
                  </w:r>
                  <w:r w:rsidRPr="005F1611">
                    <w:rPr>
                      <w:rFonts w:ascii="Cambria" w:hAnsi="Cambria" w:cs="Segoe UI"/>
                      <w:b/>
                      <w:i/>
                      <w:iCs/>
                      <w:sz w:val="14"/>
                      <w:szCs w:val="14"/>
                    </w:rPr>
                    <w:t>(jeżeli dany model występuje w wielu wersjach)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3085" w:rsidRPr="00F7446E" w:rsidRDefault="00233085" w:rsidP="00925808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</w:t>
                  </w:r>
                </w:p>
                <w:p w:rsidR="00233085" w:rsidRPr="00F7446E" w:rsidRDefault="00233085" w:rsidP="00925808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netto jednej instalacji [zł]</w:t>
                  </w:r>
                </w:p>
              </w:tc>
              <w:tc>
                <w:tcPr>
                  <w:tcW w:w="11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3085" w:rsidRPr="00F7446E" w:rsidRDefault="00233085" w:rsidP="00925808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Stawka VAT </w:t>
                  </w: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>i kwota VAT jednej instalacji</w:t>
                  </w:r>
                </w:p>
              </w:tc>
              <w:tc>
                <w:tcPr>
                  <w:tcW w:w="14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3085" w:rsidRPr="00F7446E" w:rsidRDefault="00233085" w:rsidP="00925808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 brutto jednej instalacji [zł]</w:t>
                  </w:r>
                </w:p>
              </w:tc>
              <w:tc>
                <w:tcPr>
                  <w:tcW w:w="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3085" w:rsidRPr="00F7446E" w:rsidRDefault="00233085" w:rsidP="00925808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Ilość instalacji</w:t>
                  </w:r>
                </w:p>
              </w:tc>
              <w:tc>
                <w:tcPr>
                  <w:tcW w:w="16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3085" w:rsidRPr="00F7446E" w:rsidRDefault="00233085" w:rsidP="00925808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Wartość brutto pozycji </w:t>
                  </w:r>
                </w:p>
                <w:p w:rsidR="00233085" w:rsidRPr="00F7446E" w:rsidRDefault="00233085" w:rsidP="00925808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[zł]</w:t>
                  </w:r>
                </w:p>
              </w:tc>
            </w:tr>
            <w:tr w:rsidR="00233085" w:rsidRPr="001134AA" w:rsidTr="00BE1646">
              <w:trPr>
                <w:trHeight w:val="222"/>
              </w:trPr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233085" w:rsidRPr="00F7446E" w:rsidRDefault="00233085" w:rsidP="00925808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6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233085" w:rsidRPr="00F7446E" w:rsidRDefault="00233085" w:rsidP="00925808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13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233085" w:rsidRPr="00F7446E" w:rsidRDefault="00233085" w:rsidP="00925808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233085" w:rsidRPr="00F7446E" w:rsidRDefault="00233085" w:rsidP="00925808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11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233085" w:rsidRPr="00F7446E" w:rsidRDefault="00233085" w:rsidP="00925808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14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233085" w:rsidRPr="00F7446E" w:rsidRDefault="00233085" w:rsidP="00925808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6 = 4 +5 (kwota VAT)</w:t>
                  </w:r>
                </w:p>
              </w:tc>
              <w:tc>
                <w:tcPr>
                  <w:tcW w:w="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233085" w:rsidRPr="00F7446E" w:rsidRDefault="00233085" w:rsidP="00925808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7</w:t>
                  </w:r>
                </w:p>
              </w:tc>
              <w:tc>
                <w:tcPr>
                  <w:tcW w:w="16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233085" w:rsidRPr="00F7446E" w:rsidRDefault="00233085" w:rsidP="00925808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8 = 6 x 7</w:t>
                  </w:r>
                </w:p>
              </w:tc>
            </w:tr>
            <w:tr w:rsidR="00233085" w:rsidRPr="007E4823" w:rsidTr="00BE1646">
              <w:trPr>
                <w:trHeight w:val="764"/>
              </w:trPr>
              <w:tc>
                <w:tcPr>
                  <w:tcW w:w="41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3085" w:rsidRPr="00FB16D1" w:rsidRDefault="00233085" w:rsidP="00925808">
                  <w:pPr>
                    <w:spacing w:before="120"/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  <w:r w:rsidRPr="00FB16D1">
                    <w:rPr>
                      <w:rFonts w:ascii="Cambria" w:hAnsi="Cambria" w:cs="Segoe UI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62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3085" w:rsidRPr="003D0624" w:rsidRDefault="00233085" w:rsidP="00925808">
                  <w:pPr>
                    <w:jc w:val="center"/>
                    <w:rPr>
                      <w:rFonts w:ascii="Cambria" w:hAnsi="Cambria" w:cs="Segoe UI"/>
                      <w:bCs/>
                      <w:sz w:val="18"/>
                      <w:szCs w:val="18"/>
                    </w:rPr>
                  </w:pPr>
                  <w:r w:rsidRPr="003D0624">
                    <w:rPr>
                      <w:rFonts w:ascii="Cambria" w:hAnsi="Cambria" w:cs="Segoe UI"/>
                      <w:bCs/>
                      <w:sz w:val="18"/>
                      <w:szCs w:val="18"/>
                    </w:rPr>
                    <w:t xml:space="preserve">Instalacja fotowoltaiczna o mocy </w:t>
                  </w:r>
                  <w:r>
                    <w:rPr>
                      <w:rFonts w:ascii="Cambria" w:hAnsi="Cambria" w:cs="Segoe UI"/>
                      <w:bCs/>
                      <w:sz w:val="18"/>
                      <w:szCs w:val="18"/>
                    </w:rPr>
                    <w:br/>
                  </w:r>
                  <w:r w:rsidRPr="001955FC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min.</w:t>
                  </w:r>
                  <w:r>
                    <w:rPr>
                      <w:rFonts w:ascii="Cambria" w:hAnsi="Cambria" w:cs="Segoe UI"/>
                      <w:bCs/>
                      <w:sz w:val="18"/>
                      <w:szCs w:val="18"/>
                    </w:rPr>
                    <w:t xml:space="preserve"> </w:t>
                  </w:r>
                  <w:r w:rsidRPr="001955FC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2,</w:t>
                  </w:r>
                  <w:r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56</w:t>
                  </w:r>
                  <w:r w:rsidRPr="001955FC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 xml:space="preserve"> kWp </w:t>
                  </w:r>
                  <w:r w:rsidRPr="001955FC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br/>
                    <w:t xml:space="preserve">(z inwerterem </w:t>
                  </w:r>
                  <w:r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trójfazowym</w:t>
                  </w:r>
                  <w:r w:rsidRPr="001955FC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3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3085" w:rsidRPr="00F7446E" w:rsidRDefault="00233085" w:rsidP="00925808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:rsidR="00233085" w:rsidRPr="00F7446E" w:rsidRDefault="00233085" w:rsidP="00925808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:rsidR="00233085" w:rsidRPr="00F7446E" w:rsidRDefault="00233085" w:rsidP="00925808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:rsidR="00233085" w:rsidRDefault="00233085" w:rsidP="00925808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:rsidR="00233085" w:rsidRPr="00F7446E" w:rsidRDefault="00233085" w:rsidP="00925808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:rsidR="00233085" w:rsidRPr="00F7446E" w:rsidRDefault="00233085" w:rsidP="00925808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(moduł)</w:t>
                  </w:r>
                </w:p>
              </w:tc>
              <w:tc>
                <w:tcPr>
                  <w:tcW w:w="98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3085" w:rsidRPr="00F7446E" w:rsidRDefault="00233085" w:rsidP="00925808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12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3085" w:rsidRPr="007E7B2C" w:rsidRDefault="00233085" w:rsidP="00925808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 w:rsidRPr="007E7B2C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8%</w:t>
                  </w:r>
                </w:p>
                <w:p w:rsidR="00233085" w:rsidRPr="00F7446E" w:rsidRDefault="00233085" w:rsidP="00925808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7E7B2C">
                    <w:rPr>
                      <w:rFonts w:ascii="Cambria" w:hAnsi="Cambria"/>
                      <w:i/>
                      <w:sz w:val="20"/>
                      <w:szCs w:val="20"/>
                    </w:rPr>
                    <w:t>............. zł</w:t>
                  </w:r>
                </w:p>
              </w:tc>
              <w:tc>
                <w:tcPr>
                  <w:tcW w:w="147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3085" w:rsidRPr="00F7446E" w:rsidRDefault="00233085" w:rsidP="00925808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0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233085" w:rsidRPr="00F7446E" w:rsidRDefault="00233085" w:rsidP="00925808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167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3085" w:rsidRPr="00F7446E" w:rsidRDefault="00233085" w:rsidP="00925808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233085" w:rsidRPr="007E4823" w:rsidTr="00BE1646">
              <w:trPr>
                <w:trHeight w:val="682"/>
              </w:trPr>
              <w:tc>
                <w:tcPr>
                  <w:tcW w:w="41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3085" w:rsidRPr="00FB16D1" w:rsidRDefault="00233085" w:rsidP="00925808">
                  <w:pPr>
                    <w:spacing w:before="120"/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</w:p>
              </w:tc>
              <w:tc>
                <w:tcPr>
                  <w:tcW w:w="16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3085" w:rsidRPr="003D0624" w:rsidRDefault="00233085" w:rsidP="00925808">
                  <w:pPr>
                    <w:jc w:val="center"/>
                    <w:rPr>
                      <w:rFonts w:ascii="Cambria" w:hAnsi="Cambria" w:cs="Segoe U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3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3085" w:rsidRPr="00F7446E" w:rsidRDefault="00233085" w:rsidP="00925808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:rsidR="00233085" w:rsidRDefault="00233085" w:rsidP="00925808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:rsidR="00233085" w:rsidRDefault="00233085" w:rsidP="00925808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:rsidR="00233085" w:rsidRDefault="00233085" w:rsidP="00925808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:rsidR="00233085" w:rsidRPr="00F7446E" w:rsidRDefault="00233085" w:rsidP="00925808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:rsidR="00233085" w:rsidRPr="00F7446E" w:rsidRDefault="00233085" w:rsidP="00925808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(inwerter)</w:t>
                  </w:r>
                </w:p>
              </w:tc>
              <w:tc>
                <w:tcPr>
                  <w:tcW w:w="98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3085" w:rsidRPr="00F7446E" w:rsidRDefault="00233085" w:rsidP="00925808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12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3085" w:rsidRDefault="00233085" w:rsidP="00925808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7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3085" w:rsidRPr="00F7446E" w:rsidRDefault="00233085" w:rsidP="00925808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0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233085" w:rsidRDefault="00233085" w:rsidP="00925808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67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3085" w:rsidRPr="00F7446E" w:rsidRDefault="00233085" w:rsidP="00925808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</w:tbl>
          <w:p w:rsidR="00233085" w:rsidRDefault="00233085" w:rsidP="00B40563">
            <w:pPr>
              <w:pStyle w:val="NoSpacing"/>
              <w:ind w:left="0" w:firstLine="0"/>
              <w:rPr>
                <w:rFonts w:ascii="Cambria" w:hAnsi="Cambria"/>
                <w:b/>
                <w:sz w:val="20"/>
              </w:rPr>
            </w:pPr>
          </w:p>
          <w:p w:rsidR="00233085" w:rsidRDefault="00233085" w:rsidP="00B40563">
            <w:pPr>
              <w:pStyle w:val="NoSpacing"/>
              <w:ind w:left="0" w:firstLine="0"/>
              <w:rPr>
                <w:rFonts w:ascii="Cambria" w:hAnsi="Cambria"/>
                <w:b/>
                <w:sz w:val="20"/>
              </w:rPr>
            </w:pPr>
          </w:p>
          <w:p w:rsidR="00233085" w:rsidRDefault="00233085" w:rsidP="00B40563">
            <w:pPr>
              <w:pStyle w:val="NoSpacing"/>
              <w:ind w:left="0" w:firstLine="0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 xml:space="preserve">Tabela 3 </w:t>
            </w:r>
            <w:r w:rsidRPr="00D9030C">
              <w:rPr>
                <w:rFonts w:ascii="Cambria" w:hAnsi="Cambria"/>
                <w:b/>
                <w:sz w:val="20"/>
              </w:rPr>
              <w:t>(</w:t>
            </w:r>
            <w:r>
              <w:rPr>
                <w:rFonts w:ascii="Cambria" w:hAnsi="Cambria"/>
                <w:b/>
                <w:sz w:val="20"/>
              </w:rPr>
              <w:t>P</w:t>
            </w:r>
            <w:r w:rsidRPr="007E7B2C">
              <w:rPr>
                <w:rFonts w:ascii="Cambria" w:hAnsi="Cambria"/>
                <w:b/>
                <w:sz w:val="20"/>
              </w:rPr>
              <w:t>ortal interneto</w:t>
            </w:r>
            <w:r>
              <w:rPr>
                <w:rFonts w:ascii="Cambria" w:hAnsi="Cambria"/>
                <w:b/>
                <w:sz w:val="20"/>
              </w:rPr>
              <w:t>wy</w:t>
            </w:r>
            <w:r w:rsidRPr="007E7B2C">
              <w:rPr>
                <w:rFonts w:ascii="Cambria" w:hAnsi="Cambria"/>
                <w:b/>
                <w:sz w:val="20"/>
              </w:rPr>
              <w:t xml:space="preserve"> do promocji OZE</w:t>
            </w:r>
            <w:r w:rsidRPr="00D9030C">
              <w:rPr>
                <w:rFonts w:ascii="Cambria" w:hAnsi="Cambria"/>
                <w:b/>
                <w:sz w:val="20"/>
              </w:rPr>
              <w:t>)</w:t>
            </w:r>
            <w:r>
              <w:rPr>
                <w:rFonts w:ascii="Cambria" w:hAnsi="Cambria"/>
                <w:b/>
                <w:sz w:val="20"/>
              </w:rPr>
              <w:t>.</w:t>
            </w:r>
          </w:p>
          <w:p w:rsidR="00233085" w:rsidRPr="003F4C60" w:rsidRDefault="00233085" w:rsidP="00B40563">
            <w:pPr>
              <w:pStyle w:val="NoSpacing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tbl>
            <w:tblPr>
              <w:tblW w:w="940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410"/>
              <w:gridCol w:w="2190"/>
              <w:gridCol w:w="1985"/>
              <w:gridCol w:w="1842"/>
              <w:gridCol w:w="2977"/>
            </w:tblGrid>
            <w:tr w:rsidR="00233085" w:rsidRPr="001134AA" w:rsidTr="00407F77">
              <w:trPr>
                <w:trHeight w:val="878"/>
              </w:trPr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3085" w:rsidRPr="00F7446E" w:rsidRDefault="00233085" w:rsidP="00B40563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Lp.</w:t>
                  </w:r>
                </w:p>
              </w:tc>
              <w:tc>
                <w:tcPr>
                  <w:tcW w:w="2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3085" w:rsidRPr="00F7446E" w:rsidRDefault="00233085" w:rsidP="00B40563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Przedmiot zamówienia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3085" w:rsidRPr="00F7446E" w:rsidRDefault="00233085" w:rsidP="00B40563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 </w:t>
                  </w: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netto [zł]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3085" w:rsidRPr="00F7446E" w:rsidRDefault="00233085" w:rsidP="00B40563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Stawka i kwota VAT 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3085" w:rsidRPr="00F7446E" w:rsidRDefault="00233085" w:rsidP="00B40563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 brutto [zł]</w:t>
                  </w:r>
                </w:p>
              </w:tc>
            </w:tr>
            <w:tr w:rsidR="00233085" w:rsidRPr="001134AA" w:rsidTr="00407F77">
              <w:trPr>
                <w:trHeight w:val="222"/>
              </w:trPr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233085" w:rsidRPr="00F7446E" w:rsidRDefault="00233085" w:rsidP="00B40563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2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233085" w:rsidRPr="00F7446E" w:rsidRDefault="00233085" w:rsidP="00B40563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233085" w:rsidRPr="00F7446E" w:rsidRDefault="00233085" w:rsidP="00B40563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233085" w:rsidRPr="00F7446E" w:rsidRDefault="00233085" w:rsidP="00B40563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233085" w:rsidRPr="00F7446E" w:rsidRDefault="00233085" w:rsidP="00B40563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5</w:t>
                  </w:r>
                  <w:r w:rsidRPr="00F7446E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= </w:t>
                  </w: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3</w:t>
                  </w:r>
                  <w:r w:rsidRPr="00F7446E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+</w:t>
                  </w: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4</w:t>
                  </w:r>
                  <w:r w:rsidRPr="00F7446E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(kwota VAT)</w:t>
                  </w:r>
                </w:p>
              </w:tc>
            </w:tr>
            <w:tr w:rsidR="00233085" w:rsidRPr="007E4823" w:rsidTr="00407F77">
              <w:trPr>
                <w:trHeight w:val="836"/>
              </w:trPr>
              <w:tc>
                <w:tcPr>
                  <w:tcW w:w="41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3085" w:rsidRPr="00F7446E" w:rsidRDefault="00233085" w:rsidP="00B40563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219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3085" w:rsidRPr="007E7B2C" w:rsidRDefault="00233085" w:rsidP="007E7B2C">
                  <w:pPr>
                    <w:jc w:val="center"/>
                    <w:rPr>
                      <w:rFonts w:ascii="Cambria" w:hAnsi="Cambria"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Cs/>
                      <w:sz w:val="18"/>
                      <w:szCs w:val="18"/>
                    </w:rPr>
                    <w:t>W</w:t>
                  </w:r>
                  <w:r w:rsidRPr="007E7B2C">
                    <w:rPr>
                      <w:rFonts w:ascii="Cambria" w:hAnsi="Cambria"/>
                      <w:bCs/>
                      <w:sz w:val="18"/>
                      <w:szCs w:val="18"/>
                    </w:rPr>
                    <w:t xml:space="preserve">ykonanie i wdrożenia portalu internetowego do promocji OZE </w:t>
                  </w:r>
                </w:p>
                <w:p w:rsidR="00233085" w:rsidRPr="00F7446E" w:rsidRDefault="00233085" w:rsidP="007E7B2C">
                  <w:pPr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7E7B2C">
                    <w:rPr>
                      <w:rFonts w:ascii="Cambria" w:hAnsi="Cambria"/>
                      <w:bCs/>
                      <w:sz w:val="18"/>
                      <w:szCs w:val="18"/>
                    </w:rPr>
                    <w:t>i produktów czystej energii oraz świadczenia usług online.</w:t>
                  </w:r>
                </w:p>
              </w:tc>
              <w:tc>
                <w:tcPr>
                  <w:tcW w:w="198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3085" w:rsidRPr="00F7446E" w:rsidRDefault="00233085" w:rsidP="00B40563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84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3085" w:rsidRPr="007E7B2C" w:rsidRDefault="00233085" w:rsidP="00B40563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 w:rsidRPr="007E7B2C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23%</w:t>
                  </w:r>
                </w:p>
                <w:p w:rsidR="00233085" w:rsidRPr="007E7B2C" w:rsidRDefault="00233085" w:rsidP="00B40563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  <w:p w:rsidR="00233085" w:rsidRPr="00F7446E" w:rsidRDefault="00233085" w:rsidP="00B40563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7E7B2C">
                    <w:rPr>
                      <w:rFonts w:ascii="Cambria" w:hAnsi="Cambria"/>
                      <w:i/>
                      <w:sz w:val="20"/>
                      <w:szCs w:val="20"/>
                    </w:rPr>
                    <w:t>............. zł</w:t>
                  </w:r>
                </w:p>
              </w:tc>
              <w:tc>
                <w:tcPr>
                  <w:tcW w:w="29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3085" w:rsidRPr="00F7446E" w:rsidRDefault="00233085" w:rsidP="00B40563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</w:tr>
            <w:tr w:rsidR="00233085" w:rsidRPr="007E4823" w:rsidTr="00407F77">
              <w:trPr>
                <w:trHeight w:val="360"/>
              </w:trPr>
              <w:tc>
                <w:tcPr>
                  <w:tcW w:w="41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3085" w:rsidRPr="00F7446E" w:rsidRDefault="00233085" w:rsidP="00B40563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219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3085" w:rsidRPr="00F7446E" w:rsidRDefault="00233085" w:rsidP="00B40563">
                  <w:pPr>
                    <w:jc w:val="center"/>
                    <w:rPr>
                      <w:rFonts w:ascii="Cambria" w:hAnsi="Cambria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98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3085" w:rsidRPr="00F7446E" w:rsidRDefault="00233085" w:rsidP="00B40563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3085" w:rsidRPr="00F7446E" w:rsidRDefault="00233085" w:rsidP="00B40563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9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3085" w:rsidRPr="00F7446E" w:rsidRDefault="00233085" w:rsidP="00B40563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233085" w:rsidRDefault="00233085" w:rsidP="00B40563">
            <w:pPr>
              <w:pStyle w:val="ListParagraph"/>
              <w:spacing w:before="120"/>
              <w:ind w:left="336"/>
              <w:jc w:val="both"/>
              <w:rPr>
                <w:rFonts w:ascii="Cambria" w:hAnsi="Cambria" w:cs="Segoe UI"/>
                <w:b/>
                <w:strike/>
                <w:color w:val="000000"/>
              </w:rPr>
            </w:pPr>
          </w:p>
          <w:p w:rsidR="00233085" w:rsidRDefault="00233085" w:rsidP="00B40563">
            <w:pPr>
              <w:pStyle w:val="ListParagraph"/>
              <w:spacing w:before="120"/>
              <w:ind w:left="336"/>
              <w:jc w:val="both"/>
              <w:rPr>
                <w:rFonts w:ascii="Cambria" w:hAnsi="Cambria" w:cs="Segoe UI"/>
                <w:b/>
                <w:strike/>
                <w:color w:val="000000"/>
              </w:rPr>
            </w:pPr>
          </w:p>
          <w:p w:rsidR="00233085" w:rsidRDefault="00233085" w:rsidP="00B40563">
            <w:pPr>
              <w:pStyle w:val="ListParagraph"/>
              <w:spacing w:before="120"/>
              <w:ind w:left="336"/>
              <w:jc w:val="both"/>
              <w:rPr>
                <w:rFonts w:ascii="Cambria" w:hAnsi="Cambria" w:cs="Segoe UI"/>
                <w:b/>
                <w:strike/>
                <w:color w:val="000000"/>
              </w:rPr>
            </w:pPr>
          </w:p>
          <w:p w:rsidR="00233085" w:rsidRDefault="00233085" w:rsidP="00B40563">
            <w:pPr>
              <w:pStyle w:val="ListParagraph"/>
              <w:spacing w:before="120"/>
              <w:ind w:left="336"/>
              <w:jc w:val="both"/>
              <w:rPr>
                <w:rFonts w:ascii="Cambria" w:hAnsi="Cambria" w:cs="Segoe UI"/>
                <w:b/>
                <w:strike/>
                <w:color w:val="000000"/>
              </w:rPr>
            </w:pPr>
          </w:p>
          <w:p w:rsidR="00233085" w:rsidRDefault="00233085" w:rsidP="00B40563">
            <w:pPr>
              <w:pStyle w:val="ListParagraph"/>
              <w:spacing w:before="120"/>
              <w:ind w:left="336"/>
              <w:jc w:val="both"/>
              <w:rPr>
                <w:rFonts w:ascii="Cambria" w:hAnsi="Cambria" w:cs="Segoe UI"/>
                <w:b/>
                <w:strike/>
                <w:color w:val="000000"/>
              </w:rPr>
            </w:pPr>
          </w:p>
          <w:p w:rsidR="00233085" w:rsidRPr="00B40563" w:rsidRDefault="00233085" w:rsidP="00B40563">
            <w:pPr>
              <w:pStyle w:val="ListParagraph"/>
              <w:spacing w:before="120"/>
              <w:ind w:left="336"/>
              <w:jc w:val="both"/>
              <w:rPr>
                <w:rFonts w:ascii="Cambria" w:hAnsi="Cambria" w:cs="Segoe UI"/>
                <w:b/>
                <w:strike/>
                <w:color w:val="000000"/>
              </w:rPr>
            </w:pPr>
            <w:bookmarkStart w:id="0" w:name="_GoBack"/>
            <w:bookmarkEnd w:id="0"/>
          </w:p>
          <w:p w:rsidR="00233085" w:rsidRPr="003A1123" w:rsidRDefault="00233085" w:rsidP="00A95922">
            <w:pPr>
              <w:pStyle w:val="ListParagraph"/>
              <w:numPr>
                <w:ilvl w:val="0"/>
                <w:numId w:val="25"/>
              </w:numPr>
              <w:spacing w:before="120"/>
              <w:ind w:left="336" w:hanging="284"/>
              <w:jc w:val="both"/>
              <w:rPr>
                <w:rFonts w:ascii="Cambria" w:hAnsi="Cambria" w:cs="Segoe UI"/>
                <w:b/>
                <w:strike/>
                <w:color w:val="000000"/>
              </w:rPr>
            </w:pPr>
            <w:r w:rsidRPr="00FC265C">
              <w:rPr>
                <w:rFonts w:ascii="Cambria" w:hAnsi="Cambria"/>
                <w:b/>
                <w:bCs/>
                <w:color w:val="000000"/>
              </w:rPr>
              <w:t xml:space="preserve">Czas reakcji przeglądu gwarancyjnego na </w:t>
            </w:r>
            <w:r>
              <w:rPr>
                <w:rFonts w:ascii="Cambria" w:hAnsi="Cambria"/>
                <w:b/>
                <w:bCs/>
                <w:color w:val="000000"/>
              </w:rPr>
              <w:t>żądanie</w:t>
            </w:r>
            <w:r w:rsidRPr="00FC265C">
              <w:rPr>
                <w:rFonts w:ascii="Cambria" w:hAnsi="Cambria"/>
                <w:b/>
                <w:bCs/>
                <w:color w:val="000000"/>
              </w:rPr>
              <w:t xml:space="preserve"> (zaznaczyć właściwe)</w:t>
            </w:r>
            <w:r w:rsidRPr="00FC265C">
              <w:rPr>
                <w:rFonts w:ascii="Cambria" w:hAnsi="Cambria"/>
                <w:bCs/>
                <w:color w:val="000000"/>
              </w:rPr>
              <w:t>:</w:t>
            </w:r>
          </w:p>
          <w:p w:rsidR="00233085" w:rsidRPr="006625C0" w:rsidRDefault="00233085" w:rsidP="002A287B">
            <w:pPr>
              <w:pStyle w:val="ListParagraph"/>
              <w:spacing w:before="120"/>
              <w:ind w:left="339"/>
              <w:jc w:val="both"/>
              <w:rPr>
                <w:rFonts w:ascii="Cambria" w:hAnsi="Cambria" w:cs="Segoe UI"/>
                <w:b/>
                <w:strike/>
                <w:color w:val="000000"/>
              </w:rPr>
            </w:pPr>
          </w:p>
          <w:p w:rsidR="00233085" w:rsidRPr="0077224B" w:rsidRDefault="00233085" w:rsidP="002A287B">
            <w:pPr>
              <w:spacing w:before="120" w:line="276" w:lineRule="auto"/>
              <w:ind w:left="1020"/>
              <w:jc w:val="both"/>
              <w:rPr>
                <w:rFonts w:ascii="Cambria" w:hAnsi="Cambria" w:cs="Segoe UI"/>
                <w:strike/>
                <w:color w:val="000000"/>
              </w:rPr>
            </w:pPr>
            <w:r>
              <w:rPr>
                <w:noProof/>
                <w:lang w:eastAsia="pl-PL"/>
              </w:rPr>
              <w:pict>
                <v:rect id="Prostokąt 15" o:spid="_x0000_s1026" style="position:absolute;left:0;text-align:left;margin-left:17.8pt;margin-top:3.15pt;width:18.9pt;height:18.2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">
                  <v:path arrowok="t"/>
                </v:rect>
              </w:pict>
            </w:r>
            <w:r>
              <w:rPr>
                <w:rFonts w:ascii="Cambria" w:hAnsi="Cambria" w:cs="Segoe UI"/>
                <w:color w:val="000000"/>
                <w:sz w:val="22"/>
                <w:szCs w:val="22"/>
              </w:rPr>
              <w:t xml:space="preserve">2 </w:t>
            </w:r>
            <w:r w:rsidRPr="0077224B">
              <w:rPr>
                <w:rFonts w:ascii="Cambria" w:hAnsi="Cambria" w:cs="Segoe UI"/>
                <w:color w:val="000000"/>
                <w:sz w:val="22"/>
                <w:szCs w:val="22"/>
              </w:rPr>
              <w:t>dni robocze od momentu zgłoszenia</w:t>
            </w:r>
          </w:p>
          <w:p w:rsidR="00233085" w:rsidRPr="00C22696" w:rsidRDefault="00233085" w:rsidP="002A287B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="Cambria" w:hAnsi="Cambria"/>
                <w:b/>
                <w:bCs/>
              </w:rPr>
            </w:pPr>
          </w:p>
          <w:p w:rsidR="00233085" w:rsidRPr="002B0B61" w:rsidRDefault="00233085" w:rsidP="002A287B">
            <w:pPr>
              <w:spacing w:before="120" w:line="276" w:lineRule="auto"/>
              <w:ind w:left="1020"/>
              <w:jc w:val="both"/>
              <w:rPr>
                <w:rFonts w:ascii="Cambria" w:hAnsi="Cambria" w:cs="Segoe UI"/>
                <w:color w:val="000000"/>
              </w:rPr>
            </w:pPr>
            <w:r>
              <w:rPr>
                <w:noProof/>
                <w:lang w:eastAsia="pl-PL"/>
              </w:rPr>
              <w:pict>
                <v:rect id="Prostokąt 16" o:spid="_x0000_s1027" style="position:absolute;left:0;text-align:left;margin-left:17.8pt;margin-top:3.15pt;width:18.9pt;height:18.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">
                  <v:path arrowok="t"/>
                </v:rect>
              </w:pict>
            </w:r>
            <w:r>
              <w:rPr>
                <w:rFonts w:ascii="Cambria" w:hAnsi="Cambria" w:cs="Segoe UI"/>
                <w:color w:val="000000"/>
                <w:sz w:val="22"/>
                <w:szCs w:val="22"/>
              </w:rPr>
              <w:t xml:space="preserve">3 </w:t>
            </w:r>
            <w:r w:rsidRPr="002B0B61">
              <w:rPr>
                <w:rFonts w:ascii="Cambria" w:hAnsi="Cambria" w:cs="Segoe UI"/>
                <w:color w:val="000000"/>
                <w:sz w:val="22"/>
                <w:szCs w:val="22"/>
              </w:rPr>
              <w:t>dni robocze od momentu zgłoszenia</w:t>
            </w:r>
          </w:p>
          <w:p w:rsidR="00233085" w:rsidRPr="00C22696" w:rsidRDefault="00233085" w:rsidP="002A287B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="Cambria" w:hAnsi="Cambria"/>
                <w:b/>
                <w:bCs/>
              </w:rPr>
            </w:pPr>
          </w:p>
          <w:p w:rsidR="00233085" w:rsidRPr="00BA40CD" w:rsidRDefault="00233085" w:rsidP="002A287B">
            <w:pPr>
              <w:spacing w:before="120" w:line="276" w:lineRule="auto"/>
              <w:ind w:left="1020"/>
              <w:jc w:val="both"/>
              <w:rPr>
                <w:rFonts w:ascii="Cambria" w:hAnsi="Cambria" w:cs="Segoe UI"/>
                <w:color w:val="000000"/>
              </w:rPr>
            </w:pPr>
            <w:r>
              <w:rPr>
                <w:noProof/>
                <w:lang w:eastAsia="pl-PL"/>
              </w:rPr>
              <w:pict>
                <v:rect id="Prostokąt 17" o:spid="_x0000_s1028" style="position:absolute;left:0;text-align:left;margin-left:17.8pt;margin-top:3.15pt;width:18.9pt;height:18.2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">
                  <v:path arrowok="t"/>
                </v:rect>
              </w:pict>
            </w:r>
            <w:r>
              <w:rPr>
                <w:rFonts w:ascii="Cambria" w:hAnsi="Cambria"/>
                <w:noProof/>
                <w:sz w:val="22"/>
                <w:szCs w:val="22"/>
              </w:rPr>
              <w:t xml:space="preserve">4 </w:t>
            </w:r>
            <w:r w:rsidRPr="00BA40CD">
              <w:rPr>
                <w:rFonts w:ascii="Cambria" w:hAnsi="Cambria"/>
                <w:noProof/>
                <w:sz w:val="22"/>
                <w:szCs w:val="22"/>
              </w:rPr>
              <w:t>dni roboczych</w:t>
            </w:r>
            <w:r w:rsidRPr="00BA40CD">
              <w:rPr>
                <w:rFonts w:ascii="Cambria" w:hAnsi="Cambria" w:cs="Segoe UI"/>
                <w:color w:val="000000"/>
                <w:sz w:val="22"/>
                <w:szCs w:val="22"/>
              </w:rPr>
              <w:t xml:space="preserve"> od momentu zgłoszenia</w:t>
            </w:r>
          </w:p>
          <w:p w:rsidR="00233085" w:rsidRDefault="00233085" w:rsidP="002A287B">
            <w:pPr>
              <w:spacing w:line="276" w:lineRule="auto"/>
              <w:ind w:left="302"/>
              <w:jc w:val="both"/>
              <w:rPr>
                <w:rFonts w:ascii="Cambria" w:hAnsi="Cambria" w:cs="Arial"/>
                <w:sz w:val="10"/>
                <w:szCs w:val="10"/>
              </w:rPr>
            </w:pPr>
          </w:p>
          <w:p w:rsidR="00233085" w:rsidRPr="006625C0" w:rsidRDefault="00233085" w:rsidP="002A287B">
            <w:pPr>
              <w:spacing w:line="276" w:lineRule="auto"/>
              <w:ind w:left="302"/>
              <w:jc w:val="both"/>
              <w:rPr>
                <w:rFonts w:ascii="Cambria" w:hAnsi="Cambria" w:cs="Arial"/>
                <w:sz w:val="10"/>
                <w:szCs w:val="10"/>
              </w:rPr>
            </w:pPr>
          </w:p>
          <w:p w:rsidR="00233085" w:rsidRPr="00BA40CD" w:rsidRDefault="00233085" w:rsidP="002A287B">
            <w:pPr>
              <w:spacing w:before="120" w:line="276" w:lineRule="auto"/>
              <w:ind w:left="1020"/>
              <w:jc w:val="both"/>
              <w:rPr>
                <w:rFonts w:ascii="Cambria" w:hAnsi="Cambria" w:cs="Segoe UI"/>
                <w:color w:val="000000"/>
              </w:rPr>
            </w:pPr>
            <w:r>
              <w:rPr>
                <w:noProof/>
                <w:lang w:eastAsia="pl-PL"/>
              </w:rPr>
              <w:pict>
                <v:rect id="_x0000_s1029" style="position:absolute;left:0;text-align:left;margin-left:17.8pt;margin-top:3.15pt;width:18.9pt;height:18.2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">
                  <v:path arrowok="t"/>
                </v:rect>
              </w:pict>
            </w:r>
            <w:r>
              <w:rPr>
                <w:rFonts w:ascii="Cambria" w:hAnsi="Cambria"/>
                <w:noProof/>
                <w:sz w:val="22"/>
                <w:szCs w:val="22"/>
              </w:rPr>
              <w:t xml:space="preserve">5 </w:t>
            </w:r>
            <w:r w:rsidRPr="00BA40CD">
              <w:rPr>
                <w:rFonts w:ascii="Cambria" w:hAnsi="Cambria"/>
                <w:noProof/>
                <w:sz w:val="22"/>
                <w:szCs w:val="22"/>
              </w:rPr>
              <w:t>dni roboczych</w:t>
            </w:r>
            <w:r w:rsidRPr="00BA40CD">
              <w:rPr>
                <w:rFonts w:ascii="Cambria" w:hAnsi="Cambria" w:cs="Segoe UI"/>
                <w:color w:val="000000"/>
                <w:sz w:val="22"/>
                <w:szCs w:val="22"/>
              </w:rPr>
              <w:t xml:space="preserve"> od momentu zgłoszenia</w:t>
            </w:r>
          </w:p>
          <w:p w:rsidR="00233085" w:rsidRDefault="00233085" w:rsidP="005F1611">
            <w:pPr>
              <w:spacing w:before="120"/>
              <w:jc w:val="both"/>
              <w:rPr>
                <w:rFonts w:ascii="Cambria" w:hAnsi="Cambria" w:cs="Segoe UI"/>
                <w:b/>
                <w:strike/>
                <w:color w:val="000000"/>
                <w:sz w:val="10"/>
                <w:szCs w:val="10"/>
              </w:rPr>
            </w:pPr>
          </w:p>
          <w:p w:rsidR="00233085" w:rsidRPr="00747978" w:rsidRDefault="00233085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233085" w:rsidRPr="003E090C" w:rsidTr="009A0D2C">
        <w:trPr>
          <w:trHeight w:val="1600"/>
          <w:jc w:val="center"/>
        </w:trPr>
        <w:tc>
          <w:tcPr>
            <w:tcW w:w="9671" w:type="dxa"/>
          </w:tcPr>
          <w:p w:rsidR="00233085" w:rsidRPr="0094461C" w:rsidRDefault="00233085" w:rsidP="0094461C">
            <w:pPr>
              <w:pStyle w:val="ListParagraph"/>
              <w:numPr>
                <w:ilvl w:val="0"/>
                <w:numId w:val="30"/>
              </w:numPr>
              <w:ind w:left="345" w:hanging="345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4461C">
              <w:rPr>
                <w:rFonts w:ascii="Cambria" w:hAnsi="Cambria" w:cs="Arial"/>
                <w:b/>
                <w:iCs/>
                <w:sz w:val="28"/>
                <w:szCs w:val="28"/>
              </w:rPr>
              <w:t>OŚWIADCZENIE DOTYCZĄCE POSTANOWIEŃ TREŚCI SWZ.</w:t>
            </w:r>
          </w:p>
          <w:p w:rsidR="00233085" w:rsidRPr="00D03F43" w:rsidRDefault="00233085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233085" w:rsidRPr="00786FC0" w:rsidRDefault="00233085" w:rsidP="00824977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Oświadczam/y, że powyższe ceny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:rsidR="00233085" w:rsidRPr="00786FC0" w:rsidRDefault="00233085" w:rsidP="00824977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:rsidR="00233085" w:rsidRPr="003E090C" w:rsidRDefault="00233085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</w:t>
            </w:r>
            <w:r w:rsidRPr="00C117B8">
              <w:rPr>
                <w:rFonts w:ascii="Cambria" w:hAnsi="Cambria" w:cs="Arial"/>
                <w:sz w:val="22"/>
                <w:szCs w:val="22"/>
              </w:rPr>
              <w:t>przez okres wskazany w SWZ.</w:t>
            </w:r>
          </w:p>
          <w:p w:rsidR="00233085" w:rsidRPr="004F0231" w:rsidRDefault="00233085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zrealizuję/emy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:rsidR="00233085" w:rsidRPr="007510F6" w:rsidRDefault="00233085" w:rsidP="005C2F3D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akceptuję/emy instrukcję użytkowania miniportalu</w:t>
            </w: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: </w:t>
            </w:r>
            <w:hyperlink r:id="rId7" w:history="1">
              <w:r w:rsidRPr="007E7B2C">
                <w:rPr>
                  <w:rStyle w:val="Hyperlink"/>
                  <w:rFonts w:ascii="Cambria" w:hAnsi="Cambria" w:cs="Arial"/>
                  <w:b/>
                  <w:iCs/>
                  <w:color w:val="00B050"/>
                  <w:sz w:val="22"/>
                  <w:szCs w:val="22"/>
                </w:rPr>
                <w:t>https://miniportal.uzp.gov.pl/InstrukcjaUzytkownikaSystemuMiniPortalePUAP.pdf</w:t>
              </w:r>
            </w:hyperlink>
            <w:r w:rsidRPr="00CD1D82">
              <w:rPr>
                <w:rStyle w:val="Hyperlink"/>
                <w:rFonts w:ascii="Cambria" w:hAnsi="Cambria" w:cs="Arial"/>
                <w:b/>
                <w:iCs/>
                <w:color w:val="0070C0"/>
                <w:sz w:val="22"/>
                <w:szCs w:val="22"/>
              </w:rPr>
              <w:t xml:space="preserve"> </w:t>
            </w: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zawierająca wiążące Wykonawcę informacje związane z korzystaniem z miniPortalu w szczególności opis sposobu składania/zmiany/wycofania oferty w niniejszym postępowaniu.</w:t>
            </w:r>
          </w:p>
          <w:p w:rsidR="00233085" w:rsidRPr="003E090C" w:rsidRDefault="00233085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Wadium zostało wniesione w formie </w:t>
            </w:r>
            <w:r w:rsidRPr="003E090C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 w:rsidR="00233085" w:rsidRPr="003E090C" w:rsidRDefault="00233085" w:rsidP="00824977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Wadium należy zwrócić na nr konta: w banku: …………………………………………………...…………………….</w:t>
            </w:r>
          </w:p>
          <w:p w:rsidR="00233085" w:rsidRPr="003E090C" w:rsidRDefault="00233085" w:rsidP="00824977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(jeżeli dotyczy)</w:t>
            </w:r>
          </w:p>
          <w:p w:rsidR="00233085" w:rsidRPr="003E090C" w:rsidRDefault="00233085" w:rsidP="00824977">
            <w:pPr>
              <w:numPr>
                <w:ilvl w:val="0"/>
                <w:numId w:val="4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</w:t>
            </w:r>
            <w:r>
              <w:rPr>
                <w:rFonts w:ascii="Cambria" w:hAnsi="Cambria" w:cs="Arial"/>
                <w:sz w:val="22"/>
                <w:szCs w:val="22"/>
              </w:rPr>
              <w:t> </w:t>
            </w:r>
            <w:r w:rsidRPr="003E090C">
              <w:rPr>
                <w:rFonts w:ascii="Cambria" w:hAnsi="Cambria" w:cs="Arial"/>
                <w:sz w:val="22"/>
                <w:szCs w:val="22"/>
              </w:rPr>
              <w:t>dokumenty zawarte na pozostałych stronach Oferty są jawne.</w:t>
            </w:r>
          </w:p>
          <w:p w:rsidR="00233085" w:rsidRPr="003E090C" w:rsidRDefault="00233085" w:rsidP="0082497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:rsidR="00233085" w:rsidRPr="00F46399" w:rsidRDefault="00233085" w:rsidP="00F46399">
            <w:pPr>
              <w:pStyle w:val="NoSpacing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:rsidR="00233085" w:rsidRDefault="00233085" w:rsidP="00824977">
            <w:pPr>
              <w:pStyle w:val="NoSpacing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:rsidR="00233085" w:rsidRDefault="00233085" w:rsidP="00F46399">
            <w:pPr>
              <w:pStyle w:val="NoSpacing"/>
              <w:spacing w:line="276" w:lineRule="auto"/>
              <w:ind w:left="312" w:firstLine="0"/>
              <w:rPr>
                <w:rFonts w:ascii="Cambria" w:hAnsi="Cambria"/>
                <w:b/>
                <w:szCs w:val="22"/>
              </w:rPr>
            </w:pPr>
          </w:p>
          <w:p w:rsidR="00233085" w:rsidRDefault="00233085" w:rsidP="00824977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FootnoteReference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:rsidR="00233085" w:rsidRPr="00A40049" w:rsidRDefault="00233085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233085" w:rsidRDefault="00233085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:rsidR="00233085" w:rsidRPr="00097E29" w:rsidRDefault="00233085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233085" w:rsidRDefault="00233085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  <w:r w:rsidRPr="005A3693">
              <w:rPr>
                <w:rFonts w:ascii="Cambria" w:hAnsi="Cambria" w:cs="Arial"/>
                <w:iCs/>
                <w:sz w:val="22"/>
                <w:szCs w:val="22"/>
              </w:rPr>
              <w:t>do powstania u Zamawiającego obowiązku podatkowego następujących towarów/usług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:rsidR="00233085" w:rsidRDefault="00233085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233085" w:rsidRPr="005A3693" w:rsidRDefault="00233085" w:rsidP="00824977">
            <w:pPr>
              <w:ind w:left="743"/>
              <w:contextualSpacing/>
              <w:jc w:val="both"/>
              <w:rPr>
                <w:rFonts w:ascii="Cambria" w:hAnsi="Cambria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="Cambria" w:hAnsi="Cambria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:rsidR="00233085" w:rsidRPr="005A3693" w:rsidRDefault="00233085" w:rsidP="00F46399">
            <w:pPr>
              <w:tabs>
                <w:tab w:val="left" w:pos="885"/>
              </w:tabs>
              <w:ind w:left="2180" w:hanging="284"/>
              <w:contextualSpacing/>
              <w:jc w:val="both"/>
              <w:rPr>
                <w:rFonts w:ascii="Cambria" w:hAnsi="Cambria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="Cambria" w:hAnsi="Cambria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wartość bez kwoty podatku VAT</w:t>
            </w:r>
          </w:p>
          <w:p w:rsidR="00233085" w:rsidRDefault="00233085" w:rsidP="00F46399">
            <w:p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233085" w:rsidRPr="005A3693" w:rsidRDefault="00233085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 </w:t>
            </w:r>
            <w:r w:rsidRPr="005A3693"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:rsidR="00233085" w:rsidRPr="009B6466" w:rsidRDefault="00233085" w:rsidP="00824977">
            <w:pPr>
              <w:pStyle w:val="NoSpacing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:rsidR="00233085" w:rsidRPr="000A2C42" w:rsidRDefault="00233085" w:rsidP="00824977">
            <w:pPr>
              <w:pStyle w:val="NoSpacing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0A2C42">
              <w:rPr>
                <w:rFonts w:ascii="Cambria" w:hAnsi="Cambria" w:cs="Arial"/>
                <w:b/>
              </w:rPr>
              <w:t>Oświadczam, że wypełniłem obowiązki informacyjne przewidziane w art. 13 lub art. 14 RODO</w:t>
            </w:r>
            <w:r w:rsidRPr="000A2C42">
              <w:rPr>
                <w:rStyle w:val="FootnoteReference"/>
                <w:rFonts w:ascii="Cambria" w:hAnsi="Cambria" w:cs="Arial"/>
                <w:b/>
              </w:rPr>
              <w:footnoteReference w:id="3"/>
            </w:r>
            <w:r w:rsidRPr="000A2C42">
              <w:rPr>
                <w:rFonts w:ascii="Cambria" w:hAnsi="Cambria" w:cs="Arial"/>
                <w:b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:rsidR="00233085" w:rsidRPr="004A5CF3" w:rsidRDefault="00233085" w:rsidP="00824977">
            <w:pPr>
              <w:pStyle w:val="Normal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/>
                <w:sz w:val="21"/>
                <w:szCs w:val="21"/>
              </w:rPr>
            </w:pPr>
            <w:r w:rsidRPr="004A5CF3">
              <w:rPr>
                <w:rFonts w:ascii="Cambria" w:hAnsi="Cambria" w:cs="Arial"/>
                <w:b/>
                <w:i/>
                <w:color w:val="000000"/>
                <w:sz w:val="21"/>
                <w:szCs w:val="21"/>
              </w:rPr>
              <w:t>*</w:t>
            </w:r>
            <w:r w:rsidRPr="004A5CF3">
              <w:rPr>
                <w:rFonts w:ascii="Cambria" w:hAnsi="Cambria" w:cs="Arial"/>
                <w:i/>
                <w:color w:val="000000"/>
                <w:sz w:val="21"/>
                <w:szCs w:val="21"/>
              </w:rPr>
              <w:t xml:space="preserve">W przypadku, gdy Wykonawca </w:t>
            </w:r>
            <w:r w:rsidRPr="004A5CF3">
              <w:rPr>
                <w:rFonts w:ascii="Cambria" w:hAnsi="Cambria" w:cs="Arial"/>
                <w:i/>
                <w:color w:val="000000"/>
                <w:sz w:val="21"/>
                <w:szCs w:val="21"/>
                <w:u w:val="single"/>
              </w:rPr>
              <w:t>nie przekazuje danych osobowych</w:t>
            </w:r>
            <w:r w:rsidRPr="004A5CF3">
              <w:rPr>
                <w:rFonts w:ascii="Cambria" w:hAnsi="Cambria" w:cs="Arial"/>
                <w:i/>
                <w:color w:val="000000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:rsidR="00233085" w:rsidRPr="004A5CF3" w:rsidRDefault="00233085" w:rsidP="00824977">
            <w:pPr>
              <w:pStyle w:val="Normal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/>
                <w:sz w:val="10"/>
                <w:szCs w:val="10"/>
              </w:rPr>
            </w:pPr>
          </w:p>
          <w:p w:rsidR="00233085" w:rsidRPr="004A5CF3" w:rsidRDefault="00233085" w:rsidP="00824977">
            <w:pPr>
              <w:pStyle w:val="Normal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/>
                <w:sz w:val="10"/>
                <w:szCs w:val="10"/>
              </w:rPr>
            </w:pPr>
          </w:p>
        </w:tc>
      </w:tr>
      <w:tr w:rsidR="00233085" w:rsidRPr="003E090C" w:rsidTr="00500AA1">
        <w:trPr>
          <w:trHeight w:val="2914"/>
          <w:jc w:val="center"/>
        </w:trPr>
        <w:tc>
          <w:tcPr>
            <w:tcW w:w="9671" w:type="dxa"/>
          </w:tcPr>
          <w:p w:rsidR="00233085" w:rsidRPr="0094461C" w:rsidRDefault="00233085" w:rsidP="0094461C">
            <w:pPr>
              <w:pStyle w:val="ListParagraph"/>
              <w:numPr>
                <w:ilvl w:val="0"/>
                <w:numId w:val="30"/>
              </w:numPr>
              <w:spacing w:before="120" w:line="300" w:lineRule="auto"/>
              <w:ind w:left="345" w:hanging="345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4461C">
              <w:rPr>
                <w:rFonts w:ascii="Cambria" w:hAnsi="Cambria" w:cs="Arial"/>
                <w:b/>
                <w:iCs/>
                <w:sz w:val="28"/>
                <w:szCs w:val="28"/>
              </w:rPr>
              <w:t>ZOBOWIĄZANIE W PRZYPADKU PRZYZNANIA ZAMÓWIENIA.</w:t>
            </w:r>
          </w:p>
          <w:p w:rsidR="00233085" w:rsidRPr="003E090C" w:rsidRDefault="00233085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:rsidR="00233085" w:rsidRPr="003E090C" w:rsidRDefault="00233085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Pr="00972232">
              <w:rPr>
                <w:rFonts w:ascii="Cambria" w:hAnsi="Cambria" w:cs="Arial"/>
                <w:iCs/>
                <w:color w:val="000000"/>
                <w:sz w:val="22"/>
                <w:szCs w:val="22"/>
              </w:rPr>
              <w:t>i na warunkach określonych w SWZ</w:t>
            </w:r>
            <w:r>
              <w:rPr>
                <w:rFonts w:ascii="Cambria" w:hAnsi="Cambria" w:cs="Arial"/>
                <w:iCs/>
                <w:color w:val="000000"/>
                <w:sz w:val="22"/>
                <w:szCs w:val="22"/>
              </w:rPr>
              <w:t xml:space="preserve"> i Projekcie umowy.</w:t>
            </w:r>
          </w:p>
          <w:p w:rsidR="00233085" w:rsidRPr="00C0386C" w:rsidRDefault="00233085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:rsidR="00233085" w:rsidRDefault="00233085" w:rsidP="00500AA1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:rsidR="00233085" w:rsidRPr="00776FB2" w:rsidRDefault="00233085" w:rsidP="00500AA1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233085" w:rsidRPr="003E090C" w:rsidTr="00500AA1">
        <w:trPr>
          <w:trHeight w:val="3040"/>
          <w:jc w:val="center"/>
        </w:trPr>
        <w:tc>
          <w:tcPr>
            <w:tcW w:w="9671" w:type="dxa"/>
          </w:tcPr>
          <w:p w:rsidR="00233085" w:rsidRDefault="00233085" w:rsidP="00824977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233085" w:rsidRPr="009A0D2C" w:rsidRDefault="00233085" w:rsidP="009A0D2C">
            <w:pPr>
              <w:pStyle w:val="ListParagraph"/>
              <w:numPr>
                <w:ilvl w:val="0"/>
                <w:numId w:val="30"/>
              </w:numPr>
              <w:spacing w:before="120" w:line="300" w:lineRule="auto"/>
              <w:ind w:left="341" w:hanging="341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A0D2C">
              <w:rPr>
                <w:rFonts w:ascii="Cambria" w:hAnsi="Cambria" w:cs="Arial"/>
                <w:b/>
                <w:iCs/>
                <w:sz w:val="28"/>
                <w:szCs w:val="28"/>
              </w:rPr>
              <w:t>CZY WYKONAWCA JEST?</w:t>
            </w:r>
          </w:p>
          <w:p w:rsidR="00233085" w:rsidRPr="003E090C" w:rsidRDefault="00233085" w:rsidP="00F158F5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w:pict>
                <v:rect id="Prostokąt 2" o:spid="_x0000_s1030" style="position:absolute;margin-left:20.45pt;margin-top:10.35pt;width:12.4pt;height:13.4pt;z-index:251653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yU+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m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"/>
              </w:pict>
            </w:r>
          </w:p>
          <w:p w:rsidR="00233085" w:rsidRPr="009A0D2C" w:rsidRDefault="00233085" w:rsidP="009A0D2C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mikroproprzesiębiorstwem,</w:t>
            </w:r>
          </w:p>
          <w:p w:rsidR="00233085" w:rsidRPr="009A0D2C" w:rsidRDefault="00233085" w:rsidP="009A0D2C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w:pict>
                <v:rect id="_x0000_s1031" style="position:absolute;margin-left:20.45pt;margin-top:12pt;width:12.4pt;height:13.4pt;z-index:251654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"/>
              </w:pict>
            </w:r>
          </w:p>
          <w:p w:rsidR="00233085" w:rsidRPr="009A0D2C" w:rsidRDefault="00233085" w:rsidP="009A0D2C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małym przedsiębiorstwem,</w:t>
            </w:r>
          </w:p>
          <w:p w:rsidR="00233085" w:rsidRPr="009A0D2C" w:rsidRDefault="00233085" w:rsidP="009A0D2C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w:pict>
                <v:rect id="_x0000_s1032" style="position:absolute;margin-left:20.45pt;margin-top:11pt;width:12.4pt;height:13.4pt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tOW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"/>
              </w:pict>
            </w:r>
          </w:p>
          <w:p w:rsidR="00233085" w:rsidRPr="009A0D2C" w:rsidRDefault="00233085" w:rsidP="009A0D2C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średnim przedsiębiorstwem,</w:t>
            </w:r>
          </w:p>
          <w:p w:rsidR="00233085" w:rsidRPr="009A0D2C" w:rsidRDefault="00233085" w:rsidP="009A0D2C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pict>
                <v:rect id="_x0000_s1033" style="position:absolute;left:0;text-align:left;margin-left:20.5pt;margin-top:9.55pt;width:12.4pt;height:13.4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eq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Btz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"/>
              </w:pic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</w:t>
            </w:r>
          </w:p>
          <w:p w:rsidR="00233085" w:rsidRPr="009A0D2C" w:rsidRDefault="00233085" w:rsidP="009A0D2C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jednoosobową działalnością gospodarczą,</w:t>
            </w:r>
          </w:p>
          <w:p w:rsidR="00233085" w:rsidRPr="009A0D2C" w:rsidRDefault="00233085" w:rsidP="009A0D2C">
            <w:pPr>
              <w:spacing w:line="276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233085" w:rsidRPr="009A0D2C" w:rsidRDefault="00233085" w:rsidP="009A0D2C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pict>
                <v:rect id="_x0000_s1034" style="position:absolute;left:0;text-align:left;margin-left:20.45pt;margin-top:.6pt;width:12.4pt;height:13.4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AKpJAIAAD0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"/>
              </w:pic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osobą fizyczną nieprowadzącą działalności gospodarczej,</w:t>
            </w:r>
          </w:p>
          <w:p w:rsidR="00233085" w:rsidRPr="009A0D2C" w:rsidRDefault="00233085" w:rsidP="009A0D2C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:rsidR="00233085" w:rsidRPr="009A0D2C" w:rsidRDefault="00233085" w:rsidP="009A0D2C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pict>
                <v:rect id="_x0000_s1035" style="position:absolute;left:0;text-align:left;margin-left:20.45pt;margin-top:.6pt;width:12.4pt;height:13.4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5n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Jtw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"/>
              </w:pic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inny rodzaj działalności,</w:t>
            </w:r>
          </w:p>
          <w:p w:rsidR="00233085" w:rsidRPr="009A0D2C" w:rsidRDefault="00233085" w:rsidP="009A0D2C">
            <w:pPr>
              <w:spacing w:line="276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233085" w:rsidRPr="009A0D2C" w:rsidRDefault="00233085" w:rsidP="009A0D2C">
            <w:pPr>
              <w:pStyle w:val="NoSpacing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9A0D2C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:rsidR="00233085" w:rsidRDefault="00233085" w:rsidP="00824977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233085" w:rsidRPr="00550613" w:rsidRDefault="00233085" w:rsidP="00500AA1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233085" w:rsidRPr="003E090C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:rsidR="00233085" w:rsidRPr="009A0D2C" w:rsidRDefault="00233085" w:rsidP="009A0D2C">
            <w:pPr>
              <w:pStyle w:val="ListParagraph"/>
              <w:numPr>
                <w:ilvl w:val="0"/>
                <w:numId w:val="30"/>
              </w:numPr>
              <w:spacing w:before="120" w:line="300" w:lineRule="auto"/>
              <w:ind w:left="341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A0D2C">
              <w:rPr>
                <w:rFonts w:ascii="Cambria" w:hAnsi="Cambria" w:cs="Arial"/>
                <w:b/>
                <w:iCs/>
                <w:sz w:val="28"/>
                <w:szCs w:val="28"/>
              </w:rPr>
              <w:t>SPIS TREŚCI.</w:t>
            </w:r>
          </w:p>
          <w:p w:rsidR="00233085" w:rsidRDefault="00233085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:rsidR="00233085" w:rsidRPr="009B4EE7" w:rsidRDefault="00233085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:rsidR="00233085" w:rsidRPr="003E090C" w:rsidRDefault="00233085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233085" w:rsidRPr="003E090C" w:rsidRDefault="00233085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233085" w:rsidRPr="003E090C" w:rsidRDefault="00233085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233085" w:rsidRPr="003D6D93" w:rsidRDefault="00233085" w:rsidP="003D6D93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</w:tc>
      </w:tr>
    </w:tbl>
    <w:p w:rsidR="00233085" w:rsidRDefault="00233085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:rsidR="00233085" w:rsidRDefault="00233085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233085" w:rsidSect="00AA1B94">
      <w:headerReference w:type="default" r:id="rId8"/>
      <w:footerReference w:type="default" r:id="rId9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3085" w:rsidRDefault="00233085" w:rsidP="001F1344">
      <w:r>
        <w:separator/>
      </w:r>
    </w:p>
  </w:endnote>
  <w:endnote w:type="continuationSeparator" w:id="0">
    <w:p w:rsidR="00233085" w:rsidRDefault="00233085" w:rsidP="001F13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Univers-PL">
    <w:altName w:val="Courier New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3085" w:rsidRPr="00BA303A" w:rsidRDefault="00233085" w:rsidP="00343FCF">
    <w:pPr>
      <w:pStyle w:val="Footer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>
      <w:rPr>
        <w:rFonts w:ascii="Cambria" w:hAnsi="Cambria"/>
        <w:b/>
        <w:noProof/>
        <w:bdr w:val="single" w:sz="4" w:space="0" w:color="auto"/>
      </w:rPr>
      <w:t>1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>
      <w:rPr>
        <w:rFonts w:ascii="Cambria" w:hAnsi="Cambria"/>
        <w:b/>
        <w:noProof/>
        <w:bdr w:val="single" w:sz="4" w:space="0" w:color="auto"/>
      </w:rPr>
      <w:t>6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3085" w:rsidRDefault="00233085" w:rsidP="001F1344">
      <w:r>
        <w:separator/>
      </w:r>
    </w:p>
  </w:footnote>
  <w:footnote w:type="continuationSeparator" w:id="0">
    <w:p w:rsidR="00233085" w:rsidRDefault="00233085" w:rsidP="001F1344">
      <w:r>
        <w:continuationSeparator/>
      </w:r>
    </w:p>
  </w:footnote>
  <w:footnote w:id="1">
    <w:p w:rsidR="00233085" w:rsidRDefault="00233085" w:rsidP="007C687C">
      <w:pPr>
        <w:pStyle w:val="FootnoteText"/>
      </w:pPr>
      <w:r w:rsidRPr="00380F94">
        <w:rPr>
          <w:rStyle w:val="FootnoteReference"/>
          <w:sz w:val="16"/>
          <w:szCs w:val="16"/>
        </w:rPr>
        <w:footnoteRef/>
      </w:r>
      <w:r w:rsidRPr="00380F94">
        <w:rPr>
          <w:rFonts w:ascii="Cambria" w:hAnsi="Cambria"/>
          <w:sz w:val="16"/>
          <w:szCs w:val="16"/>
        </w:rPr>
        <w:t>Powielić tyle razy, ile to potrzebne</w:t>
      </w:r>
    </w:p>
  </w:footnote>
  <w:footnote w:id="2">
    <w:p w:rsidR="00233085" w:rsidRDefault="00233085" w:rsidP="00380F94">
      <w:pPr>
        <w:pStyle w:val="FootnoteText"/>
        <w:ind w:left="142" w:hanging="142"/>
        <w:jc w:val="both"/>
      </w:pPr>
      <w:r w:rsidRPr="00246529">
        <w:rPr>
          <w:rStyle w:val="FootnoteReference"/>
          <w:rFonts w:ascii="Cambria" w:hAnsi="Cambria"/>
          <w:sz w:val="15"/>
          <w:szCs w:val="15"/>
        </w:rPr>
        <w:footnoteRef/>
      </w:r>
      <w:r>
        <w:rPr>
          <w:rFonts w:ascii="Cambria" w:hAnsi="Cambria"/>
          <w:sz w:val="15"/>
          <w:szCs w:val="15"/>
        </w:rPr>
        <w:t xml:space="preserve"> </w:t>
      </w:r>
      <w:r w:rsidRPr="00380F94">
        <w:rPr>
          <w:rFonts w:ascii="Cambria" w:hAnsi="Cambria"/>
          <w:sz w:val="16"/>
          <w:szCs w:val="16"/>
        </w:rPr>
        <w:t>Należy odpowiednio zaznaczyć punkt a) albo b).</w:t>
      </w:r>
    </w:p>
  </w:footnote>
  <w:footnote w:id="3">
    <w:p w:rsidR="00233085" w:rsidRDefault="00233085" w:rsidP="00380F94">
      <w:pPr>
        <w:pStyle w:val="FootnoteText"/>
        <w:ind w:left="142" w:hanging="142"/>
        <w:jc w:val="both"/>
      </w:pPr>
      <w:r w:rsidRPr="003F7A6B">
        <w:rPr>
          <w:rStyle w:val="FootnoteReference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3085" w:rsidRDefault="00233085" w:rsidP="00925808">
    <w:pPr>
      <w:pStyle w:val="Header"/>
      <w:rPr>
        <w:sz w:val="22"/>
      </w:rPr>
    </w:pPr>
    <w:r w:rsidRPr="004A5CF3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5" o:spid="_x0000_i1026" type="#_x0000_t75" style="width:442.5pt;height:82.5pt;visibility:visible">
          <v:imagedata r:id="rId1" o:title=""/>
        </v:shape>
      </w:pict>
    </w:r>
  </w:p>
  <w:p w:rsidR="00233085" w:rsidRDefault="00233085" w:rsidP="00925808">
    <w:pPr>
      <w:pStyle w:val="Header"/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  <w:r>
      <w:rPr>
        <w:rFonts w:ascii="Cambria" w:hAnsi="Cambria"/>
        <w:bCs/>
        <w:color w:val="000000"/>
        <w:sz w:val="18"/>
        <w:szCs w:val="18"/>
      </w:rPr>
      <w:t xml:space="preserve">Projekt pn. </w:t>
    </w:r>
    <w:r w:rsidRPr="00D81789">
      <w:rPr>
        <w:rFonts w:ascii="Cambria" w:hAnsi="Cambria"/>
        <w:b/>
        <w:i/>
        <w:iCs/>
        <w:color w:val="000000"/>
        <w:sz w:val="18"/>
        <w:szCs w:val="18"/>
      </w:rPr>
      <w:t>„</w:t>
    </w:r>
    <w:r w:rsidRPr="00514230">
      <w:rPr>
        <w:rFonts w:ascii="Cambria" w:hAnsi="Cambria"/>
        <w:b/>
        <w:i/>
        <w:iCs/>
        <w:color w:val="000000"/>
        <w:sz w:val="18"/>
        <w:szCs w:val="18"/>
      </w:rPr>
      <w:t>Czysta energia w Gminie Łuków V</w:t>
    </w:r>
    <w:r w:rsidRPr="00D81789">
      <w:rPr>
        <w:rFonts w:ascii="Cambria" w:hAnsi="Cambria"/>
        <w:b/>
        <w:i/>
        <w:iCs/>
        <w:color w:val="000000"/>
        <w:sz w:val="18"/>
        <w:szCs w:val="18"/>
      </w:rPr>
      <w:t>”</w:t>
    </w:r>
    <w:r>
      <w:rPr>
        <w:rFonts w:ascii="Cambria" w:hAnsi="Cambria"/>
        <w:b/>
        <w:i/>
        <w:iCs/>
        <w:color w:val="000000"/>
        <w:sz w:val="18"/>
        <w:szCs w:val="18"/>
      </w:rPr>
      <w:t xml:space="preserve"> </w:t>
    </w:r>
    <w:r>
      <w:rPr>
        <w:rFonts w:ascii="Cambria" w:hAnsi="Cambria"/>
        <w:bCs/>
        <w:color w:val="000000"/>
        <w:sz w:val="18"/>
        <w:szCs w:val="18"/>
      </w:rPr>
      <w:t xml:space="preserve">współfinansowany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 xml:space="preserve">rodków Europejskiego Funduszu Rozwoju Regionalnego w ramach Regionalnego Programu Operacyjnego </w:t>
    </w:r>
    <w:r>
      <w:rPr>
        <w:rFonts w:ascii="Cambria" w:hAnsi="Cambria"/>
        <w:bCs/>
        <w:color w:val="000000"/>
        <w:sz w:val="18"/>
        <w:szCs w:val="18"/>
      </w:rPr>
      <w:br/>
      <w:t>Województwa Lubelskiego na lata 2014-2020</w:t>
    </w:r>
  </w:p>
  <w:p w:rsidR="00233085" w:rsidRPr="00410530" w:rsidRDefault="00233085" w:rsidP="00925808">
    <w:pPr>
      <w:pStyle w:val="Header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302D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9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5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  <w:rPr>
        <w:rFonts w:cs="Times New Roman"/>
      </w:rPr>
    </w:lvl>
  </w:abstractNum>
  <w:abstractNum w:abstractNumId="2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8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FEC3BBB"/>
    <w:multiLevelType w:val="hybridMultilevel"/>
    <w:tmpl w:val="0BFE552C"/>
    <w:lvl w:ilvl="0" w:tplc="12E07A2C">
      <w:start w:val="1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1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3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5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7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9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1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3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53" w:hanging="180"/>
      </w:pPr>
      <w:rPr>
        <w:rFonts w:cs="Times New Roman"/>
      </w:rPr>
    </w:lvl>
  </w:abstractNum>
  <w:abstractNum w:abstractNumId="14">
    <w:nsid w:val="30766B36"/>
    <w:multiLevelType w:val="hybridMultilevel"/>
    <w:tmpl w:val="7BFC01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5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7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  <w:rPr>
        <w:rFonts w:cs="Times New Roman"/>
      </w:rPr>
    </w:lvl>
  </w:abstractNum>
  <w:abstractNum w:abstractNumId="15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16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2462670"/>
    <w:multiLevelType w:val="hybridMultilevel"/>
    <w:tmpl w:val="2326EF28"/>
    <w:lvl w:ilvl="0" w:tplc="82A6A8C8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21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F1F19CE"/>
    <w:multiLevelType w:val="hybridMultilevel"/>
    <w:tmpl w:val="E820DAE4"/>
    <w:lvl w:ilvl="0" w:tplc="6D98C734">
      <w:start w:val="3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F2048D9"/>
    <w:multiLevelType w:val="hybridMultilevel"/>
    <w:tmpl w:val="059CB1FC"/>
    <w:lvl w:ilvl="0" w:tplc="3BE2C49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BEF2E9F"/>
    <w:multiLevelType w:val="hybridMultilevel"/>
    <w:tmpl w:val="0BFE552C"/>
    <w:lvl w:ilvl="0" w:tplc="12E07A2C">
      <w:start w:val="1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1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3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5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7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9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1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3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53" w:hanging="180"/>
      </w:pPr>
      <w:rPr>
        <w:rFonts w:cs="Times New Roman"/>
      </w:rPr>
    </w:lvl>
  </w:abstractNum>
  <w:abstractNum w:abstractNumId="26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>
    <w:nsid w:val="69CC7AB1"/>
    <w:multiLevelType w:val="hybridMultilevel"/>
    <w:tmpl w:val="AE0C98E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8D6862AC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b w:val="0"/>
        <w:bCs w:val="0"/>
      </w:rPr>
    </w:lvl>
    <w:lvl w:ilvl="2" w:tplc="B3566D30">
      <w:start w:val="1"/>
      <w:numFmt w:val="decimal"/>
      <w:lvlText w:val="%3)"/>
      <w:lvlJc w:val="left"/>
      <w:pPr>
        <w:ind w:left="2340" w:hanging="360"/>
      </w:pPr>
      <w:rPr>
        <w:rFonts w:cs="Times New Roman"/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29">
    <w:nsid w:val="6D6451CC"/>
    <w:multiLevelType w:val="hybridMultilevel"/>
    <w:tmpl w:val="C8B672A8"/>
    <w:lvl w:ilvl="0" w:tplc="191A766C">
      <w:start w:val="1"/>
      <w:numFmt w:val="decimal"/>
      <w:lvlText w:val="%1)"/>
      <w:lvlJc w:val="left"/>
      <w:pPr>
        <w:ind w:left="1866" w:hanging="360"/>
      </w:pPr>
      <w:rPr>
        <w:rFonts w:cs="Times New Roman"/>
        <w:b w:val="0"/>
        <w:bCs w:val="0"/>
      </w:rPr>
    </w:lvl>
    <w:lvl w:ilvl="1" w:tplc="04150017">
      <w:start w:val="1"/>
      <w:numFmt w:val="lowerLetter"/>
      <w:lvlText w:val="%2)"/>
      <w:lvlJc w:val="left"/>
      <w:pPr>
        <w:ind w:left="258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abstractNum w:abstractNumId="30">
    <w:nsid w:val="6F1121B1"/>
    <w:multiLevelType w:val="hybridMultilevel"/>
    <w:tmpl w:val="298A14B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>
    <w:nsid w:val="6FB543ED"/>
    <w:multiLevelType w:val="hybridMultilevel"/>
    <w:tmpl w:val="2982B884"/>
    <w:lvl w:ilvl="0" w:tplc="6D98C734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>
    <w:nsid w:val="79FE52AD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C0B7EA7"/>
    <w:multiLevelType w:val="hybridMultilevel"/>
    <w:tmpl w:val="B41E58A4"/>
    <w:lvl w:ilvl="0" w:tplc="F918D638">
      <w:start w:val="1"/>
      <w:numFmt w:val="decimal"/>
      <w:lvlText w:val="%1)"/>
      <w:lvlJc w:val="left"/>
      <w:pPr>
        <w:ind w:left="692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1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3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5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7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9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1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3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52" w:hanging="180"/>
      </w:pPr>
      <w:rPr>
        <w:rFonts w:cs="Times New Roman"/>
      </w:rPr>
    </w:lvl>
  </w:abstractNum>
  <w:num w:numId="1">
    <w:abstractNumId w:val="19"/>
  </w:num>
  <w:num w:numId="2">
    <w:abstractNumId w:val="30"/>
  </w:num>
  <w:num w:numId="3">
    <w:abstractNumId w:val="17"/>
  </w:num>
  <w:num w:numId="4">
    <w:abstractNumId w:val="26"/>
  </w:num>
  <w:num w:numId="5">
    <w:abstractNumId w:val="2"/>
  </w:num>
  <w:num w:numId="6">
    <w:abstractNumId w:val="11"/>
  </w:num>
  <w:num w:numId="7">
    <w:abstractNumId w:val="3"/>
  </w:num>
  <w:num w:numId="8">
    <w:abstractNumId w:val="32"/>
  </w:num>
  <w:num w:numId="9">
    <w:abstractNumId w:val="8"/>
  </w:num>
  <w:num w:numId="10">
    <w:abstractNumId w:val="21"/>
  </w:num>
  <w:num w:numId="11">
    <w:abstractNumId w:val="16"/>
  </w:num>
  <w:num w:numId="12">
    <w:abstractNumId w:val="12"/>
  </w:num>
  <w:num w:numId="13">
    <w:abstractNumId w:val="1"/>
  </w:num>
  <w:num w:numId="14">
    <w:abstractNumId w:val="15"/>
  </w:num>
  <w:num w:numId="15">
    <w:abstractNumId w:val="28"/>
  </w:num>
  <w:num w:numId="16">
    <w:abstractNumId w:val="20"/>
  </w:num>
  <w:num w:numId="17">
    <w:abstractNumId w:val="18"/>
  </w:num>
  <w:num w:numId="18">
    <w:abstractNumId w:val="4"/>
  </w:num>
  <w:num w:numId="19">
    <w:abstractNumId w:val="6"/>
  </w:num>
  <w:num w:numId="20">
    <w:abstractNumId w:val="7"/>
  </w:num>
  <w:num w:numId="21">
    <w:abstractNumId w:val="24"/>
  </w:num>
  <w:num w:numId="22">
    <w:abstractNumId w:val="9"/>
  </w:num>
  <w:num w:numId="23">
    <w:abstractNumId w:val="10"/>
  </w:num>
  <w:num w:numId="24">
    <w:abstractNumId w:val="5"/>
  </w:num>
  <w:num w:numId="25">
    <w:abstractNumId w:val="13"/>
  </w:num>
  <w:num w:numId="26">
    <w:abstractNumId w:val="34"/>
  </w:num>
  <w:num w:numId="27">
    <w:abstractNumId w:val="14"/>
  </w:num>
  <w:num w:numId="28">
    <w:abstractNumId w:val="27"/>
  </w:num>
  <w:num w:numId="29">
    <w:abstractNumId w:val="31"/>
  </w:num>
  <w:num w:numId="30">
    <w:abstractNumId w:val="22"/>
  </w:num>
  <w:num w:numId="31">
    <w:abstractNumId w:val="23"/>
  </w:num>
  <w:num w:numId="32">
    <w:abstractNumId w:val="33"/>
  </w:num>
  <w:num w:numId="33">
    <w:abstractNumId w:val="0"/>
  </w:num>
  <w:num w:numId="34">
    <w:abstractNumId w:val="25"/>
  </w:num>
  <w:num w:numId="35">
    <w:abstractNumId w:val="29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1344"/>
    <w:rsid w:val="0000083C"/>
    <w:rsid w:val="00003AF8"/>
    <w:rsid w:val="000104EC"/>
    <w:rsid w:val="00022574"/>
    <w:rsid w:val="00023462"/>
    <w:rsid w:val="00023AC9"/>
    <w:rsid w:val="00026E9F"/>
    <w:rsid w:val="00031EA6"/>
    <w:rsid w:val="0003503E"/>
    <w:rsid w:val="00037408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1D4B"/>
    <w:rsid w:val="000639FA"/>
    <w:rsid w:val="00072667"/>
    <w:rsid w:val="00083A17"/>
    <w:rsid w:val="00094AD3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D55E3"/>
    <w:rsid w:val="000E2871"/>
    <w:rsid w:val="000E4398"/>
    <w:rsid w:val="000E773F"/>
    <w:rsid w:val="000F3ADA"/>
    <w:rsid w:val="000F5F6B"/>
    <w:rsid w:val="000F7C7F"/>
    <w:rsid w:val="0010061E"/>
    <w:rsid w:val="00101E27"/>
    <w:rsid w:val="00102647"/>
    <w:rsid w:val="00103CDC"/>
    <w:rsid w:val="001049AF"/>
    <w:rsid w:val="001131D7"/>
    <w:rsid w:val="001134AA"/>
    <w:rsid w:val="00121062"/>
    <w:rsid w:val="0012168D"/>
    <w:rsid w:val="00123A67"/>
    <w:rsid w:val="0013095E"/>
    <w:rsid w:val="00132E41"/>
    <w:rsid w:val="001347C8"/>
    <w:rsid w:val="00134EDB"/>
    <w:rsid w:val="001361D9"/>
    <w:rsid w:val="00140C2A"/>
    <w:rsid w:val="00140E4C"/>
    <w:rsid w:val="001465B7"/>
    <w:rsid w:val="00147E58"/>
    <w:rsid w:val="001530FA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84E33"/>
    <w:rsid w:val="00185AEC"/>
    <w:rsid w:val="001955FC"/>
    <w:rsid w:val="0019673A"/>
    <w:rsid w:val="001A0CBD"/>
    <w:rsid w:val="001A135F"/>
    <w:rsid w:val="001A156B"/>
    <w:rsid w:val="001A3827"/>
    <w:rsid w:val="001A56FB"/>
    <w:rsid w:val="001B221E"/>
    <w:rsid w:val="001B381C"/>
    <w:rsid w:val="001B5806"/>
    <w:rsid w:val="001B5B86"/>
    <w:rsid w:val="001C2657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085"/>
    <w:rsid w:val="0023389D"/>
    <w:rsid w:val="0024629D"/>
    <w:rsid w:val="00246529"/>
    <w:rsid w:val="0025451D"/>
    <w:rsid w:val="00263B21"/>
    <w:rsid w:val="00265AB0"/>
    <w:rsid w:val="002819C0"/>
    <w:rsid w:val="00281D7C"/>
    <w:rsid w:val="002878BE"/>
    <w:rsid w:val="00292B0B"/>
    <w:rsid w:val="00295316"/>
    <w:rsid w:val="00295F1A"/>
    <w:rsid w:val="002965D5"/>
    <w:rsid w:val="002A287B"/>
    <w:rsid w:val="002A6857"/>
    <w:rsid w:val="002A7B65"/>
    <w:rsid w:val="002A7C77"/>
    <w:rsid w:val="002B0B61"/>
    <w:rsid w:val="002B485F"/>
    <w:rsid w:val="002C254C"/>
    <w:rsid w:val="002C5208"/>
    <w:rsid w:val="002D1678"/>
    <w:rsid w:val="002D4248"/>
    <w:rsid w:val="002D5626"/>
    <w:rsid w:val="003008F1"/>
    <w:rsid w:val="00300998"/>
    <w:rsid w:val="0030708C"/>
    <w:rsid w:val="003105B7"/>
    <w:rsid w:val="00311733"/>
    <w:rsid w:val="00313EB7"/>
    <w:rsid w:val="0031452C"/>
    <w:rsid w:val="0031651F"/>
    <w:rsid w:val="003179F9"/>
    <w:rsid w:val="00324CA0"/>
    <w:rsid w:val="003271AF"/>
    <w:rsid w:val="003275FD"/>
    <w:rsid w:val="003303D2"/>
    <w:rsid w:val="00331E93"/>
    <w:rsid w:val="00337154"/>
    <w:rsid w:val="00340475"/>
    <w:rsid w:val="003430BD"/>
    <w:rsid w:val="00343FCF"/>
    <w:rsid w:val="00347FBB"/>
    <w:rsid w:val="00354906"/>
    <w:rsid w:val="00360ECD"/>
    <w:rsid w:val="00363751"/>
    <w:rsid w:val="00365D7C"/>
    <w:rsid w:val="00380F94"/>
    <w:rsid w:val="0038460D"/>
    <w:rsid w:val="00385C9B"/>
    <w:rsid w:val="003A1123"/>
    <w:rsid w:val="003A72D3"/>
    <w:rsid w:val="003A7A7C"/>
    <w:rsid w:val="003B26AC"/>
    <w:rsid w:val="003C07AB"/>
    <w:rsid w:val="003D0624"/>
    <w:rsid w:val="003D1057"/>
    <w:rsid w:val="003D6D93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4D4C"/>
    <w:rsid w:val="003F5AF8"/>
    <w:rsid w:val="003F7A6B"/>
    <w:rsid w:val="004001FA"/>
    <w:rsid w:val="00400768"/>
    <w:rsid w:val="00401643"/>
    <w:rsid w:val="00405044"/>
    <w:rsid w:val="00407F77"/>
    <w:rsid w:val="00410530"/>
    <w:rsid w:val="004238E0"/>
    <w:rsid w:val="004266BB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760CD"/>
    <w:rsid w:val="00485A7D"/>
    <w:rsid w:val="00495C52"/>
    <w:rsid w:val="004A0343"/>
    <w:rsid w:val="004A3A59"/>
    <w:rsid w:val="004A52E5"/>
    <w:rsid w:val="004A5CF3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0AA1"/>
    <w:rsid w:val="00501E2B"/>
    <w:rsid w:val="00502C03"/>
    <w:rsid w:val="00503FB8"/>
    <w:rsid w:val="00504753"/>
    <w:rsid w:val="00511972"/>
    <w:rsid w:val="0051399F"/>
    <w:rsid w:val="00514230"/>
    <w:rsid w:val="00515BAC"/>
    <w:rsid w:val="00520B28"/>
    <w:rsid w:val="0053067B"/>
    <w:rsid w:val="005422C5"/>
    <w:rsid w:val="00550613"/>
    <w:rsid w:val="005507FD"/>
    <w:rsid w:val="00557147"/>
    <w:rsid w:val="005622B1"/>
    <w:rsid w:val="00566B75"/>
    <w:rsid w:val="00570917"/>
    <w:rsid w:val="00572298"/>
    <w:rsid w:val="00577AC6"/>
    <w:rsid w:val="00582026"/>
    <w:rsid w:val="00583CD2"/>
    <w:rsid w:val="005843E7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B7D4F"/>
    <w:rsid w:val="005C1D9C"/>
    <w:rsid w:val="005C2F3D"/>
    <w:rsid w:val="005C3BA4"/>
    <w:rsid w:val="005C42CD"/>
    <w:rsid w:val="005C4B84"/>
    <w:rsid w:val="005D2326"/>
    <w:rsid w:val="005D29DF"/>
    <w:rsid w:val="005F1611"/>
    <w:rsid w:val="005F29FB"/>
    <w:rsid w:val="005F336C"/>
    <w:rsid w:val="005F5B81"/>
    <w:rsid w:val="005F5F73"/>
    <w:rsid w:val="005F6A60"/>
    <w:rsid w:val="005F6BBC"/>
    <w:rsid w:val="005F7321"/>
    <w:rsid w:val="005F7E03"/>
    <w:rsid w:val="0060538C"/>
    <w:rsid w:val="00607781"/>
    <w:rsid w:val="0061138E"/>
    <w:rsid w:val="00617F00"/>
    <w:rsid w:val="0062026B"/>
    <w:rsid w:val="0063127F"/>
    <w:rsid w:val="006314FC"/>
    <w:rsid w:val="00632CDD"/>
    <w:rsid w:val="00636814"/>
    <w:rsid w:val="00640578"/>
    <w:rsid w:val="00641B32"/>
    <w:rsid w:val="0065072B"/>
    <w:rsid w:val="006625C0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371F"/>
    <w:rsid w:val="006B5A1F"/>
    <w:rsid w:val="006B7573"/>
    <w:rsid w:val="006C45F5"/>
    <w:rsid w:val="006D38CC"/>
    <w:rsid w:val="006D6880"/>
    <w:rsid w:val="006E20B4"/>
    <w:rsid w:val="006F471B"/>
    <w:rsid w:val="006F6DA2"/>
    <w:rsid w:val="007026CD"/>
    <w:rsid w:val="007038C5"/>
    <w:rsid w:val="00714427"/>
    <w:rsid w:val="00717ADD"/>
    <w:rsid w:val="00721F4A"/>
    <w:rsid w:val="00723821"/>
    <w:rsid w:val="007244E9"/>
    <w:rsid w:val="00726230"/>
    <w:rsid w:val="00727734"/>
    <w:rsid w:val="00730254"/>
    <w:rsid w:val="00734A93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4F0C"/>
    <w:rsid w:val="00765F81"/>
    <w:rsid w:val="0076650A"/>
    <w:rsid w:val="0076661D"/>
    <w:rsid w:val="0077224B"/>
    <w:rsid w:val="00773FF7"/>
    <w:rsid w:val="00776FB2"/>
    <w:rsid w:val="007807EF"/>
    <w:rsid w:val="00783581"/>
    <w:rsid w:val="00785BD8"/>
    <w:rsid w:val="00786FC0"/>
    <w:rsid w:val="007925C9"/>
    <w:rsid w:val="007A0D03"/>
    <w:rsid w:val="007A3F59"/>
    <w:rsid w:val="007A48E6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137C"/>
    <w:rsid w:val="007E4823"/>
    <w:rsid w:val="007E52CF"/>
    <w:rsid w:val="007E7A72"/>
    <w:rsid w:val="007E7B2C"/>
    <w:rsid w:val="007F08AD"/>
    <w:rsid w:val="007F4EDE"/>
    <w:rsid w:val="007F559E"/>
    <w:rsid w:val="00800C00"/>
    <w:rsid w:val="008024A7"/>
    <w:rsid w:val="008078BD"/>
    <w:rsid w:val="00814262"/>
    <w:rsid w:val="00817802"/>
    <w:rsid w:val="0082075A"/>
    <w:rsid w:val="00820C43"/>
    <w:rsid w:val="00820CFF"/>
    <w:rsid w:val="00821F0F"/>
    <w:rsid w:val="008225DD"/>
    <w:rsid w:val="00822C71"/>
    <w:rsid w:val="00822F11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5443"/>
    <w:rsid w:val="008B71A5"/>
    <w:rsid w:val="008C2CAF"/>
    <w:rsid w:val="008D71EB"/>
    <w:rsid w:val="008E1DF7"/>
    <w:rsid w:val="008E2509"/>
    <w:rsid w:val="008F0713"/>
    <w:rsid w:val="008F0908"/>
    <w:rsid w:val="008F1CCB"/>
    <w:rsid w:val="008F49C3"/>
    <w:rsid w:val="008F570E"/>
    <w:rsid w:val="008F598D"/>
    <w:rsid w:val="00902954"/>
    <w:rsid w:val="00902D5E"/>
    <w:rsid w:val="00903256"/>
    <w:rsid w:val="00903906"/>
    <w:rsid w:val="009102CB"/>
    <w:rsid w:val="009144CD"/>
    <w:rsid w:val="00921495"/>
    <w:rsid w:val="00922A8B"/>
    <w:rsid w:val="009236EE"/>
    <w:rsid w:val="009250F3"/>
    <w:rsid w:val="00925808"/>
    <w:rsid w:val="00926E9E"/>
    <w:rsid w:val="00931FE5"/>
    <w:rsid w:val="00932693"/>
    <w:rsid w:val="00933855"/>
    <w:rsid w:val="00935239"/>
    <w:rsid w:val="00937B52"/>
    <w:rsid w:val="0094461C"/>
    <w:rsid w:val="00946C69"/>
    <w:rsid w:val="009479B8"/>
    <w:rsid w:val="00953F19"/>
    <w:rsid w:val="00955C54"/>
    <w:rsid w:val="00955D8C"/>
    <w:rsid w:val="0095670D"/>
    <w:rsid w:val="00962C66"/>
    <w:rsid w:val="00967EC4"/>
    <w:rsid w:val="00972232"/>
    <w:rsid w:val="00974F85"/>
    <w:rsid w:val="0097564E"/>
    <w:rsid w:val="00990C69"/>
    <w:rsid w:val="009A0D2C"/>
    <w:rsid w:val="009A19D2"/>
    <w:rsid w:val="009A504F"/>
    <w:rsid w:val="009B1FB5"/>
    <w:rsid w:val="009B4EE7"/>
    <w:rsid w:val="009B6466"/>
    <w:rsid w:val="009B7A2D"/>
    <w:rsid w:val="009C00F5"/>
    <w:rsid w:val="009C310C"/>
    <w:rsid w:val="009C6662"/>
    <w:rsid w:val="009D012D"/>
    <w:rsid w:val="009D0E5A"/>
    <w:rsid w:val="009D3364"/>
    <w:rsid w:val="009D34BC"/>
    <w:rsid w:val="009D377D"/>
    <w:rsid w:val="009D7F76"/>
    <w:rsid w:val="009E43E4"/>
    <w:rsid w:val="009F0184"/>
    <w:rsid w:val="009F768E"/>
    <w:rsid w:val="009F7DC1"/>
    <w:rsid w:val="00A00692"/>
    <w:rsid w:val="00A01473"/>
    <w:rsid w:val="00A028BF"/>
    <w:rsid w:val="00A03E8F"/>
    <w:rsid w:val="00A04210"/>
    <w:rsid w:val="00A1471F"/>
    <w:rsid w:val="00A22DD6"/>
    <w:rsid w:val="00A252A9"/>
    <w:rsid w:val="00A2768B"/>
    <w:rsid w:val="00A368DA"/>
    <w:rsid w:val="00A370B1"/>
    <w:rsid w:val="00A3739C"/>
    <w:rsid w:val="00A40049"/>
    <w:rsid w:val="00A40989"/>
    <w:rsid w:val="00A4172B"/>
    <w:rsid w:val="00A43AB9"/>
    <w:rsid w:val="00A44137"/>
    <w:rsid w:val="00A51210"/>
    <w:rsid w:val="00A66FDF"/>
    <w:rsid w:val="00A67F2E"/>
    <w:rsid w:val="00A76AF2"/>
    <w:rsid w:val="00A91147"/>
    <w:rsid w:val="00A94833"/>
    <w:rsid w:val="00A95922"/>
    <w:rsid w:val="00AA0BBE"/>
    <w:rsid w:val="00AA1B94"/>
    <w:rsid w:val="00AA5F93"/>
    <w:rsid w:val="00AB1A3A"/>
    <w:rsid w:val="00AB3EEA"/>
    <w:rsid w:val="00AB5782"/>
    <w:rsid w:val="00AC1689"/>
    <w:rsid w:val="00AC3915"/>
    <w:rsid w:val="00AC5F93"/>
    <w:rsid w:val="00AF01F5"/>
    <w:rsid w:val="00AF09DA"/>
    <w:rsid w:val="00AF102E"/>
    <w:rsid w:val="00AF2DD9"/>
    <w:rsid w:val="00AF619F"/>
    <w:rsid w:val="00B02A0D"/>
    <w:rsid w:val="00B04D5C"/>
    <w:rsid w:val="00B079FC"/>
    <w:rsid w:val="00B14F8D"/>
    <w:rsid w:val="00B22CFA"/>
    <w:rsid w:val="00B25B09"/>
    <w:rsid w:val="00B27C10"/>
    <w:rsid w:val="00B30AF5"/>
    <w:rsid w:val="00B31341"/>
    <w:rsid w:val="00B36811"/>
    <w:rsid w:val="00B40563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2BD"/>
    <w:rsid w:val="00BA13A1"/>
    <w:rsid w:val="00BA2155"/>
    <w:rsid w:val="00BA303A"/>
    <w:rsid w:val="00BA40CD"/>
    <w:rsid w:val="00BA46F4"/>
    <w:rsid w:val="00BA609A"/>
    <w:rsid w:val="00BB39CD"/>
    <w:rsid w:val="00BB68C2"/>
    <w:rsid w:val="00BB6DAB"/>
    <w:rsid w:val="00BC0B6A"/>
    <w:rsid w:val="00BC4228"/>
    <w:rsid w:val="00BE001F"/>
    <w:rsid w:val="00BE0F00"/>
    <w:rsid w:val="00BE1646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89"/>
    <w:rsid w:val="00C06C61"/>
    <w:rsid w:val="00C0771D"/>
    <w:rsid w:val="00C117B8"/>
    <w:rsid w:val="00C15801"/>
    <w:rsid w:val="00C15E7A"/>
    <w:rsid w:val="00C22696"/>
    <w:rsid w:val="00C22B0C"/>
    <w:rsid w:val="00C241FA"/>
    <w:rsid w:val="00C244BB"/>
    <w:rsid w:val="00C365C9"/>
    <w:rsid w:val="00C40F22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874FD"/>
    <w:rsid w:val="00C92022"/>
    <w:rsid w:val="00C9350A"/>
    <w:rsid w:val="00C95781"/>
    <w:rsid w:val="00CA074F"/>
    <w:rsid w:val="00CB4DA9"/>
    <w:rsid w:val="00CB5531"/>
    <w:rsid w:val="00CC2966"/>
    <w:rsid w:val="00CC5082"/>
    <w:rsid w:val="00CD1D82"/>
    <w:rsid w:val="00CD61C4"/>
    <w:rsid w:val="00CE4BAB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31E09"/>
    <w:rsid w:val="00D3390C"/>
    <w:rsid w:val="00D339C4"/>
    <w:rsid w:val="00D36B4A"/>
    <w:rsid w:val="00D427C3"/>
    <w:rsid w:val="00D42807"/>
    <w:rsid w:val="00D44121"/>
    <w:rsid w:val="00D47B2B"/>
    <w:rsid w:val="00D5524C"/>
    <w:rsid w:val="00D57B0D"/>
    <w:rsid w:val="00D605B3"/>
    <w:rsid w:val="00D65087"/>
    <w:rsid w:val="00D65BF5"/>
    <w:rsid w:val="00D723F7"/>
    <w:rsid w:val="00D766F9"/>
    <w:rsid w:val="00D801FD"/>
    <w:rsid w:val="00D81789"/>
    <w:rsid w:val="00D8184B"/>
    <w:rsid w:val="00D857AB"/>
    <w:rsid w:val="00D9030C"/>
    <w:rsid w:val="00D92EE0"/>
    <w:rsid w:val="00D9370C"/>
    <w:rsid w:val="00DA1A0B"/>
    <w:rsid w:val="00DA2162"/>
    <w:rsid w:val="00DA29E6"/>
    <w:rsid w:val="00DB3DBB"/>
    <w:rsid w:val="00DB3F09"/>
    <w:rsid w:val="00DB4472"/>
    <w:rsid w:val="00DB6477"/>
    <w:rsid w:val="00DC572A"/>
    <w:rsid w:val="00DC575B"/>
    <w:rsid w:val="00DD7ABA"/>
    <w:rsid w:val="00DF2F39"/>
    <w:rsid w:val="00DF3667"/>
    <w:rsid w:val="00DF3696"/>
    <w:rsid w:val="00DF6AD2"/>
    <w:rsid w:val="00DF70A8"/>
    <w:rsid w:val="00E00D96"/>
    <w:rsid w:val="00E04F77"/>
    <w:rsid w:val="00E11048"/>
    <w:rsid w:val="00E132A2"/>
    <w:rsid w:val="00E13DE9"/>
    <w:rsid w:val="00E174D8"/>
    <w:rsid w:val="00E2070F"/>
    <w:rsid w:val="00E20F77"/>
    <w:rsid w:val="00E2336B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818FD"/>
    <w:rsid w:val="00E8391D"/>
    <w:rsid w:val="00E9003C"/>
    <w:rsid w:val="00E95FEE"/>
    <w:rsid w:val="00E97750"/>
    <w:rsid w:val="00EA477D"/>
    <w:rsid w:val="00EA57D1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158F5"/>
    <w:rsid w:val="00F22BEC"/>
    <w:rsid w:val="00F237FC"/>
    <w:rsid w:val="00F25EF6"/>
    <w:rsid w:val="00F2699F"/>
    <w:rsid w:val="00F31319"/>
    <w:rsid w:val="00F34684"/>
    <w:rsid w:val="00F46399"/>
    <w:rsid w:val="00F512CD"/>
    <w:rsid w:val="00F5237D"/>
    <w:rsid w:val="00F53790"/>
    <w:rsid w:val="00F54DC9"/>
    <w:rsid w:val="00F55826"/>
    <w:rsid w:val="00F563FF"/>
    <w:rsid w:val="00F57046"/>
    <w:rsid w:val="00F66BBC"/>
    <w:rsid w:val="00F72C2E"/>
    <w:rsid w:val="00F7446E"/>
    <w:rsid w:val="00F75371"/>
    <w:rsid w:val="00F82175"/>
    <w:rsid w:val="00F82F0A"/>
    <w:rsid w:val="00F82FD3"/>
    <w:rsid w:val="00F91E37"/>
    <w:rsid w:val="00FA1A19"/>
    <w:rsid w:val="00FA3689"/>
    <w:rsid w:val="00FB01E3"/>
    <w:rsid w:val="00FB16D1"/>
    <w:rsid w:val="00FB54DD"/>
    <w:rsid w:val="00FB6293"/>
    <w:rsid w:val="00FB631A"/>
    <w:rsid w:val="00FC0D02"/>
    <w:rsid w:val="00FC265C"/>
    <w:rsid w:val="00FC34BF"/>
    <w:rsid w:val="00FC4401"/>
    <w:rsid w:val="00FC4A79"/>
    <w:rsid w:val="00FC6F1C"/>
    <w:rsid w:val="00FD07D4"/>
    <w:rsid w:val="00FD2D5F"/>
    <w:rsid w:val="00FD5EFB"/>
    <w:rsid w:val="00FD69DB"/>
    <w:rsid w:val="00FE5420"/>
    <w:rsid w:val="00FE6B79"/>
    <w:rsid w:val="00FF0A31"/>
    <w:rsid w:val="00FF0E52"/>
    <w:rsid w:val="00FF1DBB"/>
    <w:rsid w:val="00FF5530"/>
    <w:rsid w:val="00FF5779"/>
    <w:rsid w:val="00FF73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1344"/>
    <w:rPr>
      <w:sz w:val="24"/>
      <w:szCs w:val="24"/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85A7D"/>
    <w:rPr>
      <w:rFonts w:ascii="Calibri Light" w:hAnsi="Calibri Light" w:cs="Times New Roman"/>
      <w:color w:val="1F3763"/>
      <w:sz w:val="24"/>
      <w:szCs w:val="24"/>
    </w:rPr>
  </w:style>
  <w:style w:type="table" w:styleId="TableGrid">
    <w:name w:val="Table Grid"/>
    <w:basedOn w:val="TableNormal"/>
    <w:uiPriority w:val="99"/>
    <w:rsid w:val="001F134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Cs w:val="20"/>
    </w:rPr>
  </w:style>
  <w:style w:type="paragraph" w:styleId="ListParagraph">
    <w:name w:val="List Paragraph"/>
    <w:aliases w:val="L1,Numerowanie,Akapit z listą5,T_SZ_List Paragraph,normalny tekst,Kolorowa lista — akcent 11,Akapit z listą BS,CW_Lista,Colorful List - Accent 11,Akapit z listą4,Akapit z listą1,Średnia siatka 1 — akcent 21,sw tekst,Obiekt"/>
    <w:basedOn w:val="Normal"/>
    <w:link w:val="ListParagraphChar"/>
    <w:uiPriority w:val="99"/>
    <w:qFormat/>
    <w:rsid w:val="001F1344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1F1344"/>
    <w:rPr>
      <w:rFonts w:cs="Times New Roman"/>
      <w:u w:val="single"/>
    </w:rPr>
  </w:style>
  <w:style w:type="character" w:customStyle="1" w:styleId="ListParagraphChar">
    <w:name w:val="List Paragraph Char"/>
    <w:aliases w:val="L1 Char,Numerowanie Char,Akapit z listą5 Char,T_SZ_List Paragraph Char,normalny tekst Char,Kolorowa lista — akcent 11 Char,Akapit z listą BS Char,CW_Lista Char,Colorful List - Accent 11 Char,Akapit z listą4 Char,Akapit z listą1 Char"/>
    <w:link w:val="ListParagraph"/>
    <w:uiPriority w:val="99"/>
    <w:locked/>
    <w:rsid w:val="001F1344"/>
  </w:style>
  <w:style w:type="character" w:styleId="CommentReference">
    <w:name w:val="annotation reference"/>
    <w:basedOn w:val="DefaultParagraphFont"/>
    <w:uiPriority w:val="99"/>
    <w:semiHidden/>
    <w:rsid w:val="001F1344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1F1344"/>
    <w:rPr>
      <w:sz w:val="20"/>
      <w:szCs w:val="20"/>
      <w:lang w:eastAsia="pl-PL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1F1344"/>
    <w:rPr>
      <w:sz w:val="20"/>
    </w:rPr>
  </w:style>
  <w:style w:type="paragraph" w:styleId="BodyText">
    <w:name w:val="Body Text"/>
    <w:basedOn w:val="Normal"/>
    <w:link w:val="BodyTextChar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F1344"/>
    <w:rPr>
      <w:rFonts w:ascii="Arial" w:hAnsi="Arial"/>
      <w:b/>
      <w:sz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</w:style>
  <w:style w:type="paragraph" w:styleId="FootnoteText">
    <w:name w:val="footnote text"/>
    <w:basedOn w:val="Normal"/>
    <w:link w:val="FootnoteTextChar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1F1344"/>
    <w:rPr>
      <w:rFonts w:ascii="Times New Roman" w:hAnsi="Times New Roman"/>
      <w:sz w:val="20"/>
      <w:lang w:eastAsia="pl-PL"/>
    </w:rPr>
  </w:style>
  <w:style w:type="character" w:styleId="FootnoteReference">
    <w:name w:val="footnote reference"/>
    <w:basedOn w:val="DefaultParagraphFont"/>
    <w:uiPriority w:val="99"/>
    <w:rsid w:val="001F1344"/>
    <w:rPr>
      <w:rFonts w:cs="Times New Roman"/>
      <w:vertAlign w:val="superscript"/>
    </w:rPr>
  </w:style>
  <w:style w:type="character" w:customStyle="1" w:styleId="NoSpacingChar">
    <w:name w:val="No Spacing Char"/>
    <w:link w:val="NoSpacing"/>
    <w:uiPriority w:val="99"/>
    <w:locked/>
    <w:rsid w:val="001F1344"/>
    <w:rPr>
      <w:rFonts w:ascii="Times New Roman" w:hAnsi="Times New Roman"/>
      <w:color w:val="000000"/>
      <w:sz w:val="22"/>
      <w:lang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1F1344"/>
    <w:rPr>
      <w:rFonts w:ascii="Times New Roman" w:hAnsi="Times New Roman"/>
      <w:sz w:val="18"/>
      <w:szCs w:val="18"/>
      <w:lang w:eastAsia="pl-P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F1344"/>
    <w:rPr>
      <w:rFonts w:ascii="Times New Roman" w:hAnsi="Times New Roman"/>
      <w:sz w:val="18"/>
    </w:rPr>
  </w:style>
  <w:style w:type="paragraph" w:customStyle="1" w:styleId="Zwykytekst3">
    <w:name w:val="Zwykły tekst3"/>
    <w:basedOn w:val="Normal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Header">
    <w:name w:val="header"/>
    <w:aliases w:val="Nagłówek strony"/>
    <w:basedOn w:val="Normal"/>
    <w:link w:val="HeaderChar"/>
    <w:uiPriority w:val="99"/>
    <w:rsid w:val="00324CA0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HeaderChar">
    <w:name w:val="Header Char"/>
    <w:aliases w:val="Nagłówek strony Char"/>
    <w:basedOn w:val="DefaultParagraphFont"/>
    <w:link w:val="Header"/>
    <w:uiPriority w:val="99"/>
    <w:locked/>
    <w:rsid w:val="00324CA0"/>
  </w:style>
  <w:style w:type="paragraph" w:styleId="Footer">
    <w:name w:val="footer"/>
    <w:basedOn w:val="Normal"/>
    <w:link w:val="FooterChar"/>
    <w:uiPriority w:val="99"/>
    <w:rsid w:val="00324CA0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24CA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C6F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FC6F1C"/>
    <w:rPr>
      <w:b/>
    </w:rPr>
  </w:style>
  <w:style w:type="paragraph" w:styleId="NormalWeb">
    <w:name w:val="Normal (Web)"/>
    <w:basedOn w:val="Normal"/>
    <w:uiPriority w:val="99"/>
    <w:rsid w:val="00C0386C"/>
    <w:rPr>
      <w:rFonts w:ascii="Times New Roman" w:hAnsi="Times New Roman"/>
      <w:lang w:eastAsia="pl-PL"/>
    </w:rPr>
  </w:style>
  <w:style w:type="paragraph" w:styleId="BodyTextIndent">
    <w:name w:val="Body Text Indent"/>
    <w:basedOn w:val="Normal"/>
    <w:link w:val="BodyTextIndentChar"/>
    <w:uiPriority w:val="99"/>
    <w:semiHidden/>
    <w:rsid w:val="007C687C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C687C"/>
    <w:rPr>
      <w:rFonts w:cs="Times New Roman"/>
      <w:sz w:val="24"/>
      <w:szCs w:val="24"/>
      <w:lang w:eastAsia="en-US"/>
    </w:rPr>
  </w:style>
  <w:style w:type="paragraph" w:customStyle="1" w:styleId="Normalny1">
    <w:name w:val="Normalny1"/>
    <w:uiPriority w:val="99"/>
    <w:rsid w:val="00921495"/>
    <w:pPr>
      <w:suppressAutoHyphens/>
      <w:autoSpaceDE w:val="0"/>
      <w:autoSpaceDN w:val="0"/>
      <w:textAlignment w:val="baseline"/>
    </w:pPr>
    <w:rPr>
      <w:rFonts w:ascii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efaultParagraphFont"/>
    <w:uiPriority w:val="99"/>
    <w:rsid w:val="003F4C60"/>
    <w:rPr>
      <w:rFonts w:cs="Times New Roman"/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</w:rPr>
  </w:style>
  <w:style w:type="character" w:styleId="FollowedHyperlink">
    <w:name w:val="FollowedHyperlink"/>
    <w:basedOn w:val="DefaultParagraphFont"/>
    <w:uiPriority w:val="99"/>
    <w:semiHidden/>
    <w:rsid w:val="00C117B8"/>
    <w:rPr>
      <w:rFonts w:cs="Times New Roman"/>
      <w:color w:val="800080"/>
      <w:u w:val="single"/>
    </w:rPr>
  </w:style>
  <w:style w:type="character" w:customStyle="1" w:styleId="Nierozpoznanawzmianka2">
    <w:name w:val="Nierozpoznana wzmianka2"/>
    <w:basedOn w:val="DefaultParagraphFont"/>
    <w:uiPriority w:val="99"/>
    <w:semiHidden/>
    <w:rsid w:val="00C117B8"/>
    <w:rPr>
      <w:rFonts w:cs="Times New Roman"/>
      <w:color w:val="605E5C"/>
      <w:shd w:val="clear" w:color="auto" w:fill="E1DFDD"/>
    </w:rPr>
  </w:style>
  <w:style w:type="character" w:customStyle="1" w:styleId="Domylnaczcionkaakapitu1">
    <w:name w:val="Domyślna czcionka akapitu1"/>
    <w:uiPriority w:val="99"/>
    <w:rsid w:val="009C310C"/>
  </w:style>
  <w:style w:type="paragraph" w:customStyle="1" w:styleId="Standarduser">
    <w:name w:val="Standard (user)"/>
    <w:uiPriority w:val="99"/>
    <w:rsid w:val="009C310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/>
    </w:rPr>
  </w:style>
  <w:style w:type="paragraph" w:styleId="Revision">
    <w:name w:val="Revision"/>
    <w:hidden/>
    <w:uiPriority w:val="99"/>
    <w:semiHidden/>
    <w:rsid w:val="00FB54DD"/>
    <w:rPr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4229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miniportal.uzp.gov.pl/InstrukcjaUzytkownikaSystemuMiniPortalePUAP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6</Pages>
  <Words>1555</Words>
  <Characters>9330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cp:keywords/>
  <dc:description/>
  <cp:lastModifiedBy>dell_7</cp:lastModifiedBy>
  <cp:revision>3</cp:revision>
  <cp:lastPrinted>2019-02-01T07:30:00Z</cp:lastPrinted>
  <dcterms:created xsi:type="dcterms:W3CDTF">2021-07-30T10:26:00Z</dcterms:created>
  <dcterms:modified xsi:type="dcterms:W3CDTF">2021-08-20T07:49:00Z</dcterms:modified>
</cp:coreProperties>
</file>