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6F" w:rsidRPr="006779BB" w:rsidRDefault="001A706F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1A706F" w:rsidRPr="00BF239A" w:rsidRDefault="001A706F" w:rsidP="001F1344">
      <w:pPr>
        <w:pStyle w:val="BodyText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:rsidR="001A706F" w:rsidRDefault="001A706F" w:rsidP="00172D5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PI.271.1.4</w:t>
      </w:r>
      <w:r w:rsidRPr="0099365A">
        <w:rPr>
          <w:rFonts w:ascii="Cambria" w:hAnsi="Cambria"/>
          <w:b/>
          <w:sz w:val="24"/>
          <w:szCs w:val="24"/>
        </w:rPr>
        <w:t>.2021</w:t>
      </w:r>
      <w:r w:rsidRPr="00935ABE">
        <w:rPr>
          <w:rFonts w:ascii="Cambria" w:hAnsi="Cambria"/>
          <w:bCs/>
          <w:sz w:val="24"/>
          <w:szCs w:val="24"/>
        </w:rPr>
        <w:t>)</w:t>
      </w:r>
    </w:p>
    <w:p w:rsidR="001A706F" w:rsidRPr="00BF239A" w:rsidRDefault="001A706F" w:rsidP="003A72D3">
      <w:pPr>
        <w:pStyle w:val="ListParagraph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:rsidR="001A706F" w:rsidRPr="009B4EE7" w:rsidRDefault="001A706F" w:rsidP="00042B1C">
      <w:pPr>
        <w:pStyle w:val="ListParagraph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:rsidR="001A706F" w:rsidRPr="00FF4697" w:rsidRDefault="001A706F" w:rsidP="00D00B74">
      <w:pPr>
        <w:spacing w:line="276" w:lineRule="auto"/>
        <w:ind w:left="142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>
        <w:rPr>
          <w:rFonts w:ascii="Cambria" w:hAnsi="Cambria"/>
          <w:color w:val="00B050"/>
          <w:u w:val="single"/>
        </w:rPr>
        <w:t>ap</w:t>
      </w:r>
      <w:r w:rsidRPr="00FF4697">
        <w:rPr>
          <w:rFonts w:ascii="Cambria" w:hAnsi="Cambria"/>
          <w:color w:val="00B050"/>
          <w:u w:val="single"/>
        </w:rPr>
        <w:t>@lukow.ug.gov.pl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F4697">
        <w:rPr>
          <w:rFonts w:ascii="Cambria" w:hAnsi="Cambria"/>
          <w:color w:val="00B050"/>
          <w:u w:val="single"/>
        </w:rPr>
        <w:t>https://www.lukow.ug.gov.pl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:rsidR="001A706F" w:rsidRPr="00FF4697" w:rsidRDefault="001A706F" w:rsidP="00D00B7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FF4697">
        <w:rPr>
          <w:rFonts w:ascii="Cambria" w:hAnsi="Cambria"/>
          <w:color w:val="00B050"/>
          <w:u w:val="single"/>
        </w:rPr>
        <w:t>https://uglukow.bip.lubelskie.pl</w:t>
      </w:r>
    </w:p>
    <w:p w:rsidR="001A706F" w:rsidRPr="00874521" w:rsidRDefault="001A706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1A706F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1A706F" w:rsidRPr="009B4EE7" w:rsidRDefault="001A706F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1A706F" w:rsidRPr="001F3AA2" w:rsidRDefault="001A706F" w:rsidP="007C687C">
            <w:pPr>
              <w:pStyle w:val="BodyText"/>
              <w:rPr>
                <w:rFonts w:ascii="Cambria" w:hAnsi="Cambria"/>
                <w:iCs/>
                <w:sz w:val="10"/>
                <w:szCs w:val="10"/>
              </w:rPr>
            </w:pPr>
          </w:p>
          <w:p w:rsidR="001A706F" w:rsidRPr="001F3AA2" w:rsidRDefault="001A706F" w:rsidP="000C00F1">
            <w:pPr>
              <w:pStyle w:val="BodyText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1A706F" w:rsidRPr="000104EC" w:rsidRDefault="001A706F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1F3AA2" w:rsidRDefault="001A706F" w:rsidP="000C00F1">
            <w:pPr>
              <w:pStyle w:val="BodyText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F3AA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1F3AA2">
              <w:rPr>
                <w:rStyle w:val="FootnoteReference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F3AA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1A706F" w:rsidRPr="000104EC" w:rsidRDefault="001A706F" w:rsidP="007C687C">
            <w:pPr>
              <w:pStyle w:val="ListParagraph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Pr="008F0908" w:rsidRDefault="001A706F" w:rsidP="007C687C">
            <w:pPr>
              <w:pStyle w:val="ListParagraph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1A706F" w:rsidRDefault="001A706F" w:rsidP="007C687C">
            <w:pPr>
              <w:pStyle w:val="ListParagraph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1A706F" w:rsidRDefault="001A706F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1A706F" w:rsidRDefault="001A706F" w:rsidP="007C687C">
            <w:pPr>
              <w:pStyle w:val="ListParagraph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1A706F" w:rsidRPr="000104EC" w:rsidRDefault="001A706F" w:rsidP="007C687C">
            <w:pPr>
              <w:pStyle w:val="ListParagraph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FC6851" w:rsidRDefault="001A706F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1A706F" w:rsidRPr="00DB1FBF" w:rsidRDefault="001A706F" w:rsidP="00FC6851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1A706F" w:rsidRPr="00DB1FBF" w:rsidRDefault="001A706F" w:rsidP="00FC6851">
            <w:pPr>
              <w:pStyle w:val="BodyTextIndent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1A706F" w:rsidRPr="00640578" w:rsidRDefault="001A706F" w:rsidP="003F4C60">
            <w:pPr>
              <w:pStyle w:val="BodyTextIndent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1A706F" w:rsidRDefault="001A706F" w:rsidP="003F4C60">
            <w:pPr>
              <w:pStyle w:val="BodyTextIndent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1A706F" w:rsidRPr="000F2DFA" w:rsidRDefault="001A706F" w:rsidP="003F4C60">
            <w:pPr>
              <w:pStyle w:val="BodyTextIndent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1A706F" w:rsidRPr="000104EC" w:rsidRDefault="001A706F" w:rsidP="00607DFF">
            <w:pPr>
              <w:pStyle w:val="ListParagraph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1A706F" w:rsidRPr="001F3AA2" w:rsidRDefault="001A706F" w:rsidP="00FC6851">
            <w:pPr>
              <w:pStyle w:val="BodyText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1F3AA2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1A706F" w:rsidRPr="00607DFF" w:rsidRDefault="001A706F" w:rsidP="00607DF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…………………………………………………………………...…………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1A706F" w:rsidRPr="003E090C" w:rsidTr="00773FF7">
        <w:trPr>
          <w:trHeight w:val="151"/>
          <w:jc w:val="center"/>
        </w:trPr>
        <w:tc>
          <w:tcPr>
            <w:tcW w:w="9671" w:type="dxa"/>
          </w:tcPr>
          <w:p w:rsidR="001A706F" w:rsidRPr="00D00B74" w:rsidRDefault="001A706F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1A706F" w:rsidRPr="00D00B74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1A706F" w:rsidRPr="002467C0" w:rsidRDefault="001A706F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Pr="00B5357E" w:rsidRDefault="001A706F" w:rsidP="00D573DC">
            <w:pPr>
              <w:tabs>
                <w:tab w:val="left" w:pos="567"/>
              </w:tabs>
              <w:contextualSpacing/>
              <w:jc w:val="center"/>
              <w:rPr>
                <w:rFonts w:ascii="Cambria" w:hAnsi="Cambria"/>
                <w:b/>
              </w:rPr>
            </w:pPr>
            <w:r w:rsidRPr="00B5357E">
              <w:rPr>
                <w:rFonts w:ascii="Cambria" w:hAnsi="Cambria"/>
                <w:b/>
                <w:color w:val="0000FF"/>
              </w:rPr>
              <w:t xml:space="preserve">Przebudowa dróg gminnych Nr 102757L, Nr 102758L, Nr 102759L w m. Ryżki </w:t>
            </w:r>
            <w:r>
              <w:rPr>
                <w:rFonts w:ascii="Cambria" w:hAnsi="Cambria"/>
                <w:b/>
                <w:color w:val="0000FF"/>
              </w:rPr>
              <w:br/>
            </w:r>
            <w:r w:rsidRPr="00B5357E">
              <w:rPr>
                <w:rFonts w:ascii="Cambria" w:hAnsi="Cambria"/>
                <w:b/>
                <w:color w:val="0000FF"/>
              </w:rPr>
              <w:t xml:space="preserve">o długości </w:t>
            </w:r>
            <w:smartTag w:uri="urn:schemas-microsoft-com:office:smarttags" w:element="metricconverter">
              <w:smartTagPr>
                <w:attr w:name="ProductID" w:val="999 m"/>
              </w:smartTagPr>
              <w:r w:rsidRPr="00B5357E">
                <w:rPr>
                  <w:rFonts w:ascii="Cambria" w:hAnsi="Cambria"/>
                  <w:b/>
                  <w:color w:val="0000FF"/>
                </w:rPr>
                <w:t>999 m</w:t>
              </w:r>
            </w:smartTag>
            <w:r w:rsidRPr="00B5357E">
              <w:rPr>
                <w:rFonts w:ascii="Cambria" w:hAnsi="Cambria"/>
                <w:b/>
                <w:color w:val="0000FF"/>
              </w:rPr>
              <w:t>.</w:t>
            </w:r>
          </w:p>
          <w:p w:rsidR="001A706F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1A706F" w:rsidRPr="00AA2A03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1A706F" w:rsidRPr="00EF166A" w:rsidRDefault="001A706F" w:rsidP="000F2DF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1A706F" w:rsidRPr="00EF166A" w:rsidRDefault="001A706F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1A706F" w:rsidRPr="00607DF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 xml:space="preserve">brutto </w:t>
            </w:r>
            <w:r>
              <w:rPr>
                <w:rFonts w:ascii="Cambria" w:hAnsi="Cambria" w:cs="Arial"/>
                <w:b/>
                <w:iCs/>
              </w:rPr>
              <w:t>....................</w:t>
            </w:r>
            <w:r w:rsidRPr="00EF166A">
              <w:rPr>
                <w:rFonts w:ascii="Cambria" w:hAnsi="Cambria" w:cs="Arial"/>
                <w:b/>
                <w:iCs/>
              </w:rPr>
              <w:t>.................. zł</w:t>
            </w:r>
            <w:r w:rsidRPr="00EF166A">
              <w:rPr>
                <w:rFonts w:ascii="Cambria" w:hAnsi="Cambria" w:cs="Arial"/>
                <w:i/>
                <w:iCs/>
              </w:rPr>
              <w:t>(słownie brutto: ……………</w:t>
            </w:r>
            <w:r>
              <w:rPr>
                <w:rFonts w:ascii="Cambria" w:hAnsi="Cambria" w:cs="Arial"/>
                <w:i/>
                <w:iCs/>
              </w:rPr>
              <w:t>.................................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...............................zł).</w:t>
            </w:r>
          </w:p>
          <w:p w:rsidR="001A706F" w:rsidRDefault="001A706F" w:rsidP="00607DFF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EF166A">
              <w:rPr>
                <w:rFonts w:ascii="Cambria" w:hAnsi="Cambria" w:cs="Arial"/>
                <w:iCs/>
              </w:rPr>
              <w:t>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1A706F" w:rsidRDefault="001A706F" w:rsidP="000F2DF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1A706F" w:rsidRDefault="001A706F" w:rsidP="000F2DFA">
            <w:pPr>
              <w:pStyle w:val="ListParagraph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FootnoteReference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1A706F" w:rsidRDefault="001A706F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1A706F" w:rsidRPr="00747978" w:rsidRDefault="001A706F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1A706F" w:rsidRPr="003E090C" w:rsidTr="0011285D">
        <w:trPr>
          <w:trHeight w:val="2523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1A706F" w:rsidRPr="00D03F43" w:rsidRDefault="001A706F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1A706F" w:rsidRPr="00D370A9" w:rsidRDefault="001A706F" w:rsidP="0082497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1A706F" w:rsidRPr="00D370A9" w:rsidRDefault="001A706F" w:rsidP="00C0617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1A706F" w:rsidRPr="00D370A9" w:rsidRDefault="001A706F" w:rsidP="00C0617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1A706F" w:rsidRPr="00D370A9" w:rsidRDefault="001A706F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1A706F" w:rsidRPr="00D370A9" w:rsidRDefault="001A706F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  <w:b/>
                <w:iCs/>
              </w:rPr>
              <w:t xml:space="preserve">Oświadczam/y, że akceptuję/emy instrukcję użytkowania miniportalu  </w:t>
            </w:r>
            <w:hyperlink r:id="rId7" w:history="1">
              <w:r w:rsidRPr="00D370A9">
                <w:rPr>
                  <w:rStyle w:val="Hyperlink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="Cambria" w:hAnsi="Cambria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="Cambria" w:hAnsi="Cambria" w:cs="Arial"/>
                <w:b/>
                <w:iCs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:rsidR="001A706F" w:rsidRPr="00D370A9" w:rsidRDefault="001A706F" w:rsidP="00D370A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Wa</w:t>
            </w:r>
            <w:r>
              <w:rPr>
                <w:rFonts w:ascii="Cambria" w:hAnsi="Cambria" w:cs="Arial"/>
              </w:rPr>
              <w:t xml:space="preserve">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</w:t>
            </w:r>
          </w:p>
          <w:p w:rsidR="001A706F" w:rsidRPr="00D370A9" w:rsidRDefault="001A706F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>
              <w:rPr>
                <w:rFonts w:ascii="Cambria" w:hAnsi="Cambria" w:cs="Arial"/>
                <w:iCs/>
              </w:rPr>
              <w:t>.....……</w:t>
            </w:r>
          </w:p>
          <w:p w:rsidR="001A706F" w:rsidRPr="003E090C" w:rsidRDefault="001A706F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1A706F" w:rsidRPr="00D370A9" w:rsidRDefault="001A706F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A706F" w:rsidRPr="00D370A9" w:rsidRDefault="001A706F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1A706F" w:rsidRPr="00D370A9" w:rsidRDefault="001A706F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1A706F" w:rsidRPr="00D370A9" w:rsidRDefault="001A706F" w:rsidP="00824977">
            <w:pPr>
              <w:pStyle w:val="NoSpacing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1A706F" w:rsidRPr="00D370A9" w:rsidRDefault="001A706F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FootnoteReference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1A706F" w:rsidRPr="00A40049" w:rsidRDefault="001A706F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1A706F" w:rsidRPr="00D370A9" w:rsidRDefault="001A706F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1A706F" w:rsidRPr="00D370A9" w:rsidRDefault="001A706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1A706F" w:rsidRDefault="001A706F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:rsidR="001A706F" w:rsidRPr="005A3693" w:rsidRDefault="001A706F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1A706F" w:rsidRPr="005A3693" w:rsidRDefault="001A706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1A706F" w:rsidRPr="005A3693" w:rsidRDefault="001A706F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1A706F" w:rsidRPr="009B6466" w:rsidRDefault="001A706F" w:rsidP="00824977">
            <w:pPr>
              <w:pStyle w:val="NoSpacing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1A706F" w:rsidRPr="00D370A9" w:rsidRDefault="001A706F" w:rsidP="00D370A9">
            <w:pPr>
              <w:pStyle w:val="NoSpacing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FootnoteReference"/>
                <w:rFonts w:ascii="Cambria" w:hAnsi="Cambria" w:cs="Arial"/>
                <w:b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1A706F" w:rsidRPr="001F3AA2" w:rsidRDefault="001A706F" w:rsidP="0011285D">
            <w:pPr>
              <w:pStyle w:val="Normal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  <w:r w:rsidRPr="001F3AA2">
              <w:rPr>
                <w:rFonts w:ascii="Cambria" w:hAnsi="Cambria" w:cs="Arial"/>
                <w:b/>
                <w:i/>
                <w:color w:val="000000"/>
                <w:sz w:val="22"/>
                <w:szCs w:val="22"/>
              </w:rPr>
              <w:t>*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W przypadku, gdy Wykonawca 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</w:rPr>
              <w:t>nie przekazuje danych osobowych</w:t>
            </w:r>
            <w:r w:rsidRPr="001F3AA2">
              <w:rPr>
                <w:rFonts w:ascii="Cambria" w:hAnsi="Cambria" w:cs="Arial"/>
                <w:i/>
                <w:color w:val="000000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A706F" w:rsidRPr="003E090C" w:rsidTr="0011285D">
        <w:trPr>
          <w:trHeight w:val="3109"/>
          <w:jc w:val="center"/>
        </w:trPr>
        <w:tc>
          <w:tcPr>
            <w:tcW w:w="9671" w:type="dxa"/>
          </w:tcPr>
          <w:p w:rsidR="001A706F" w:rsidRPr="009B4EE7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/>
              </w:rPr>
              <w:t>i na warunkach określonych w SWZ i Projekcie umowy.</w:t>
            </w:r>
          </w:p>
          <w:p w:rsidR="001A706F" w:rsidRPr="00D370A9" w:rsidRDefault="001A706F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>
              <w:rPr>
                <w:rFonts w:ascii="Cambria" w:hAnsi="Cambria" w:cs="Arial"/>
                <w:iCs/>
              </w:rPr>
              <w:t>zadania ze strony Wykonawcy są:</w:t>
            </w:r>
            <w:r w:rsidRPr="00D370A9">
              <w:rPr>
                <w:rFonts w:ascii="Cambria" w:hAnsi="Cambria" w:cs="Arial"/>
                <w:iCs/>
              </w:rPr>
              <w:t>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………………………..…………………</w:t>
            </w:r>
          </w:p>
          <w:p w:rsidR="001A706F" w:rsidRPr="00D370A9" w:rsidRDefault="001A706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</w:t>
            </w:r>
            <w:r>
              <w:rPr>
                <w:rFonts w:ascii="Cambria" w:hAnsi="Cambria" w:cs="Arial"/>
                <w:iCs/>
              </w:rPr>
              <w:t>fonu ………………….………………,    e-mail:</w:t>
            </w:r>
            <w:r w:rsidRPr="00D370A9">
              <w:rPr>
                <w:rFonts w:ascii="Cambria" w:hAnsi="Cambria" w:cs="Arial"/>
                <w:iCs/>
              </w:rPr>
              <w:t>……………………………..……………</w:t>
            </w:r>
            <w:r>
              <w:rPr>
                <w:rFonts w:ascii="Cambria" w:hAnsi="Cambria" w:cs="Arial"/>
                <w:iCs/>
              </w:rPr>
              <w:t>….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1A706F" w:rsidRPr="00776FB2" w:rsidRDefault="001A706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1A706F" w:rsidRPr="003E090C" w:rsidTr="0011285D">
        <w:trPr>
          <w:trHeight w:val="2746"/>
          <w:jc w:val="center"/>
        </w:trPr>
        <w:tc>
          <w:tcPr>
            <w:tcW w:w="9671" w:type="dxa"/>
          </w:tcPr>
          <w:p w:rsidR="001A706F" w:rsidRPr="009B4EE7" w:rsidRDefault="001A706F" w:rsidP="0011285D">
            <w:pPr>
              <w:spacing w:before="120" w:line="300" w:lineRule="auto"/>
              <w:ind w:left="315" w:hanging="31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Pr="0011285D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NFORMACJA O WIELKOŚCI PRZEDSIĘBIORSTWA WYKONAWCY (MIKRO, MAŁY LUB ŚREDNI PRZEDSIĘBIORCA); </w:t>
            </w:r>
            <w:r w:rsidRPr="009B4EE7">
              <w:rPr>
                <w:rStyle w:val="FootnoteReference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1A706F" w:rsidRPr="003E090C" w:rsidRDefault="001A706F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>
                <v:rect id="Prostokąt 2" o:spid="_x0000_s1026" style="position:absolute;margin-left:18.85pt;margin-top:10.8pt;width:12.4pt;height:13.4pt;z-index:251657728;visibility:visible"/>
              </w:pict>
            </w:r>
          </w:p>
          <w:p w:rsidR="001A706F" w:rsidRPr="00D370A9" w:rsidRDefault="001A706F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</w:t>
            </w:r>
            <w:r w:rsidRPr="0011285D">
              <w:rPr>
                <w:rFonts w:ascii="Cambria" w:hAnsi="Cambria" w:cs="Arial"/>
                <w:b/>
                <w:iCs/>
              </w:rPr>
              <w:t>MIKRO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:rsidR="001A706F" w:rsidRDefault="001A706F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Prostokąt 1" o:spid="_x0000_s1027" style="position:absolute;left:0;text-align:left;margin-left:18.75pt;margin-top:3.05pt;width:12.4pt;height:12.5pt;z-index:251656704;visibility:visible"/>
              </w:pict>
            </w:r>
            <w:r>
              <w:rPr>
                <w:rFonts w:ascii="Cambria" w:hAnsi="Cambria" w:cs="Arial"/>
                <w:b/>
                <w:iCs/>
              </w:rPr>
              <w:t xml:space="preserve">          MAŁE</w:t>
            </w:r>
          </w:p>
          <w:p w:rsidR="001A706F" w:rsidRPr="00D370A9" w:rsidRDefault="001A706F" w:rsidP="0011285D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>
                <v:rect id="_x0000_s1028" style="position:absolute;margin-left:18.75pt;margin-top:3.75pt;width:12.4pt;height:12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"/>
              </w:pict>
            </w:r>
            <w:r>
              <w:rPr>
                <w:rFonts w:ascii="Cambria" w:hAnsi="Cambria" w:cs="Arial"/>
                <w:b/>
                <w:iCs/>
              </w:rPr>
              <w:t xml:space="preserve">                  ŚREDNIE</w:t>
            </w:r>
          </w:p>
          <w:p w:rsidR="001A706F" w:rsidRPr="00550613" w:rsidRDefault="001A706F" w:rsidP="0011285D">
            <w:pPr>
              <w:pStyle w:val="NoSpacing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/>
                <w:iCs/>
              </w:rPr>
              <w:t>(zaznacz właściwe)</w:t>
            </w:r>
          </w:p>
        </w:tc>
      </w:tr>
      <w:tr w:rsidR="001A706F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1A706F" w:rsidRDefault="001A706F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:rsidR="001A706F" w:rsidRPr="00D370A9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1A706F" w:rsidRPr="009B4EE7" w:rsidRDefault="001A706F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3E090C" w:rsidRDefault="001A706F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1A706F" w:rsidRPr="0011285D" w:rsidRDefault="001A706F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1A706F" w:rsidRDefault="001A706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1A706F" w:rsidSect="008A655B">
      <w:footerReference w:type="default" r:id="rId8"/>
      <w:pgSz w:w="11900" w:h="16840"/>
      <w:pgMar w:top="851" w:right="1134" w:bottom="851" w:left="1418" w:header="18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06F" w:rsidRDefault="001A706F" w:rsidP="001F1344">
      <w:r>
        <w:separator/>
      </w:r>
    </w:p>
  </w:endnote>
  <w:endnote w:type="continuationSeparator" w:id="0">
    <w:p w:rsidR="001A706F" w:rsidRDefault="001A706F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6F" w:rsidRPr="00BA303A" w:rsidRDefault="001A706F" w:rsidP="00343FCF">
    <w:pPr>
      <w:pStyle w:val="Footer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06F" w:rsidRDefault="001A706F" w:rsidP="001F1344">
      <w:r>
        <w:separator/>
      </w:r>
    </w:p>
  </w:footnote>
  <w:footnote w:type="continuationSeparator" w:id="0">
    <w:p w:rsidR="001A706F" w:rsidRDefault="001A706F" w:rsidP="001F1344">
      <w:r>
        <w:continuationSeparator/>
      </w:r>
    </w:p>
  </w:footnote>
  <w:footnote w:id="1">
    <w:p w:rsidR="001A706F" w:rsidRDefault="001A706F" w:rsidP="007C68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1A706F" w:rsidRDefault="001A706F" w:rsidP="000F2DFA">
      <w:pPr>
        <w:pStyle w:val="FootnoteText"/>
        <w:ind w:left="142" w:hanging="142"/>
        <w:jc w:val="both"/>
      </w:pPr>
      <w:r w:rsidRPr="00CF6870">
        <w:rPr>
          <w:rStyle w:val="FootnoteReference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1A706F" w:rsidRDefault="001A706F" w:rsidP="007D7104">
      <w:pPr>
        <w:pStyle w:val="FootnoteText"/>
        <w:ind w:left="-284" w:hanging="141"/>
        <w:jc w:val="both"/>
      </w:pPr>
      <w:r w:rsidRPr="00D370A9">
        <w:rPr>
          <w:rStyle w:val="FootnoteReference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1A706F" w:rsidRDefault="001A706F" w:rsidP="0011285D">
      <w:pPr>
        <w:pStyle w:val="FootnoteText"/>
        <w:ind w:left="-142" w:hanging="142"/>
        <w:jc w:val="both"/>
      </w:pPr>
      <w:r w:rsidRPr="003F7A6B">
        <w:rPr>
          <w:rStyle w:val="FootnoteReference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A706F" w:rsidRDefault="001A706F" w:rsidP="0011285D">
      <w:pPr>
        <w:pStyle w:val="FootnoteText"/>
        <w:ind w:left="-142" w:hanging="142"/>
        <w:jc w:val="both"/>
      </w:pPr>
      <w:r w:rsidRPr="0087063A">
        <w:rPr>
          <w:rStyle w:val="FootnoteReference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344"/>
    <w:rsid w:val="00003AF8"/>
    <w:rsid w:val="000104E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A706F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AA2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467C0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005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A6B"/>
    <w:rsid w:val="004001FA"/>
    <w:rsid w:val="00400768"/>
    <w:rsid w:val="00401643"/>
    <w:rsid w:val="00405044"/>
    <w:rsid w:val="00410AD5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086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07DFF"/>
    <w:rsid w:val="0061138E"/>
    <w:rsid w:val="00617F00"/>
    <w:rsid w:val="0062026B"/>
    <w:rsid w:val="006314FC"/>
    <w:rsid w:val="00632CDD"/>
    <w:rsid w:val="00640578"/>
    <w:rsid w:val="00641B32"/>
    <w:rsid w:val="00642160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6A1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008B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655B"/>
    <w:rsid w:val="008B21B7"/>
    <w:rsid w:val="008B2E38"/>
    <w:rsid w:val="008B4196"/>
    <w:rsid w:val="008B5443"/>
    <w:rsid w:val="008B71A5"/>
    <w:rsid w:val="008D6C4C"/>
    <w:rsid w:val="008E1DF7"/>
    <w:rsid w:val="008E2509"/>
    <w:rsid w:val="008E30E2"/>
    <w:rsid w:val="008F0713"/>
    <w:rsid w:val="008F0908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AB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365A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91147"/>
    <w:rsid w:val="00A94833"/>
    <w:rsid w:val="00A94A3E"/>
    <w:rsid w:val="00AA0BBE"/>
    <w:rsid w:val="00AA1B94"/>
    <w:rsid w:val="00AA2A03"/>
    <w:rsid w:val="00AA7CAA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357E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7F8"/>
    <w:rsid w:val="00BA13A1"/>
    <w:rsid w:val="00BA2155"/>
    <w:rsid w:val="00BA303A"/>
    <w:rsid w:val="00BA46F4"/>
    <w:rsid w:val="00BB39CD"/>
    <w:rsid w:val="00BB68C2"/>
    <w:rsid w:val="00BB6DAB"/>
    <w:rsid w:val="00BB709E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6870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3D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FB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97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66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4697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44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leGrid">
    <w:name w:val="Table Grid"/>
    <w:basedOn w:val="TableNormal"/>
    <w:uiPriority w:val="99"/>
    <w:rsid w:val="001F13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"/>
    <w:link w:val="ListParagraphChar"/>
    <w:uiPriority w:val="99"/>
    <w:qFormat/>
    <w:rsid w:val="001F134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F1344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CW_Lista Char,Colorful List - Accent 11 Char,Akapit z listą4 Char,Akapit z listą1 Char"/>
    <w:link w:val="ListParagraph"/>
    <w:uiPriority w:val="99"/>
    <w:locked/>
    <w:rsid w:val="001F1344"/>
  </w:style>
  <w:style w:type="character" w:styleId="CommentReference">
    <w:name w:val="annotation reference"/>
    <w:basedOn w:val="DefaultParagraphFont"/>
    <w:uiPriority w:val="99"/>
    <w:semiHidden/>
    <w:rsid w:val="001F134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1F1344"/>
    <w:rPr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F1344"/>
    <w:rPr>
      <w:rFonts w:cs="Times New Roman"/>
      <w:sz w:val="20"/>
    </w:rPr>
  </w:style>
  <w:style w:type="paragraph" w:styleId="BodyText">
    <w:name w:val="Body Text"/>
    <w:basedOn w:val="Normal"/>
    <w:link w:val="BodyTextChar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1344"/>
    <w:rPr>
      <w:rFonts w:ascii="Arial" w:hAnsi="Arial" w:cs="Times New Roman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FootnoteText">
    <w:name w:val="footnote text"/>
    <w:basedOn w:val="Normal"/>
    <w:link w:val="FootnoteTextChar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F1344"/>
    <w:rPr>
      <w:rFonts w:ascii="Times New Roman" w:hAnsi="Times New Roman" w:cs="Times New Roman"/>
      <w:sz w:val="20"/>
      <w:lang w:eastAsia="pl-PL"/>
    </w:rPr>
  </w:style>
  <w:style w:type="character" w:styleId="FootnoteReference">
    <w:name w:val="footnote reference"/>
    <w:basedOn w:val="DefaultParagraphFont"/>
    <w:uiPriority w:val="99"/>
    <w:rsid w:val="001F1344"/>
    <w:rPr>
      <w:rFonts w:cs="Times New Roman"/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344"/>
    <w:rPr>
      <w:rFonts w:ascii="Times New Roman" w:hAnsi="Times New Roman" w:cs="Times New Roman"/>
      <w:sz w:val="18"/>
    </w:rPr>
  </w:style>
  <w:style w:type="paragraph" w:customStyle="1" w:styleId="Zwykytekst3">
    <w:name w:val="Zwykły tekst3"/>
    <w:basedOn w:val="Normal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Header">
    <w:name w:val="header"/>
    <w:aliases w:val="Nagłówek strony"/>
    <w:basedOn w:val="Normal"/>
    <w:link w:val="Head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324C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4CA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6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C6F1C"/>
    <w:rPr>
      <w:b/>
    </w:rPr>
  </w:style>
  <w:style w:type="paragraph" w:styleId="NormalWeb">
    <w:name w:val="Normal (Web)"/>
    <w:basedOn w:val="Normal"/>
    <w:uiPriority w:val="99"/>
    <w:rsid w:val="00C0386C"/>
    <w:rPr>
      <w:rFonts w:ascii="Times New Roman" w:hAnsi="Times New Roman"/>
      <w:lang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7C68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UnresolvedMention">
    <w:name w:val="Unresolved Mention"/>
    <w:basedOn w:val="DefaultParagraphFont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4</Pages>
  <Words>1246</Words>
  <Characters>7479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</dc:creator>
  <cp:keywords/>
  <dc:description/>
  <cp:lastModifiedBy>Dell-1</cp:lastModifiedBy>
  <cp:lastPrinted>2019-02-01T07:30:00Z</cp:lastPrinted>
  <dcterms:created xsi:type="dcterms:W3CDTF">2021-05-10T05:54:00Z</dcterms:created>
  <dcterms:modified xsi:type="dcterms:W3CDTF">2021-05-14T06:24:00Z</dcterms:modified>
</cp:coreProperties>
</file>