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A0" w:rsidRPr="000D612A" w:rsidRDefault="00E054A0" w:rsidP="00453493">
      <w:pPr>
        <w:spacing w:line="360" w:lineRule="auto"/>
        <w:jc w:val="both"/>
      </w:pPr>
      <w:r w:rsidRPr="00A54D30">
        <w:t xml:space="preserve">Znak sprawy: </w:t>
      </w:r>
      <w:r>
        <w:t>PI.271.1.8.2018</w:t>
      </w:r>
      <w:r w:rsidRPr="00A54D30">
        <w:tab/>
      </w:r>
      <w:r w:rsidRPr="00A54D30">
        <w:tab/>
      </w:r>
      <w:r w:rsidRPr="00A54D30">
        <w:tab/>
      </w:r>
      <w:r w:rsidRPr="00A54D30">
        <w:tab/>
      </w:r>
      <w:r w:rsidRPr="00A54D30">
        <w:tab/>
      </w:r>
      <w:r w:rsidRPr="00A54D30">
        <w:rPr>
          <w:b/>
        </w:rPr>
        <w:t>Załącznik nr 7 do SIWZ</w:t>
      </w:r>
    </w:p>
    <w:p w:rsidR="00E054A0" w:rsidRDefault="00E054A0" w:rsidP="00D44BB2">
      <w:pPr>
        <w:pStyle w:val="NormalWeb"/>
        <w:spacing w:before="0" w:beforeAutospacing="0" w:after="0" w:line="360" w:lineRule="auto"/>
        <w:jc w:val="right"/>
        <w:rPr>
          <w:b/>
          <w:bCs/>
        </w:rPr>
      </w:pPr>
    </w:p>
    <w:p w:rsidR="00E054A0" w:rsidRPr="00D44BB2" w:rsidRDefault="00E054A0" w:rsidP="00D44BB2">
      <w:pPr>
        <w:pStyle w:val="NormalWeb"/>
        <w:spacing w:before="0" w:beforeAutospacing="0" w:after="0" w:line="360" w:lineRule="auto"/>
        <w:jc w:val="both"/>
        <w:rPr>
          <w:bCs/>
        </w:rPr>
      </w:pPr>
    </w:p>
    <w:p w:rsidR="00E054A0" w:rsidRPr="00D44BB2" w:rsidRDefault="00E054A0" w:rsidP="008A0A8D">
      <w:pPr>
        <w:pStyle w:val="NormalWeb"/>
        <w:spacing w:before="0" w:beforeAutospacing="0" w:after="0" w:line="360" w:lineRule="auto"/>
        <w:jc w:val="center"/>
      </w:pPr>
      <w:r w:rsidRPr="00D44BB2">
        <w:rPr>
          <w:b/>
          <w:bCs/>
        </w:rPr>
        <w:t>FORMULARZ OFERTOWY</w:t>
      </w:r>
    </w:p>
    <w:p w:rsidR="00E054A0" w:rsidRPr="00D44BB2" w:rsidRDefault="00E054A0" w:rsidP="00D44BB2">
      <w:pPr>
        <w:pStyle w:val="NormalWeb"/>
        <w:spacing w:before="0" w:beforeAutospacing="0" w:after="0" w:line="360" w:lineRule="auto"/>
        <w:jc w:val="both"/>
      </w:pP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Nazwa i adres wykonawcy:</w:t>
      </w:r>
    </w:p>
    <w:p w:rsidR="00E054A0" w:rsidRPr="002611E7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(Zgodnie z danymi rejestrowymi. W przypadku gdy ofertę składają podmioty wspólnie ubiegające się o zamówienie należy wpisać dane dotyczące wszystkich podmiotów wspólnie ubiegających się o zamówienie (wspólników s. c., konsorcjantów) a nie tylko pełnomocnika)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Województwo: .............................................................................................................................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NIP: ..............................................................................................................................................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Nr tel. i nr faksu wraz z numerem kierunkowym: .......................................................................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e-mail Wykonawcy ………………………………………………………………………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do korespondencji ………………………………………………………………………..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E054A0" w:rsidRPr="002611E7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 xml:space="preserve">Nazwa i siedziba Zamawiającego: </w:t>
      </w:r>
    </w:p>
    <w:p w:rsidR="00E054A0" w:rsidRPr="002611E7" w:rsidRDefault="00E054A0" w:rsidP="00D44BB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Gmina Łuków, ul. Świderska 12, 21 – 400 Łuków</w:t>
      </w:r>
    </w:p>
    <w:p w:rsidR="00E054A0" w:rsidRPr="002611E7" w:rsidRDefault="00E054A0" w:rsidP="00D44BB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</w:p>
    <w:p w:rsidR="00E054A0" w:rsidRPr="00647864" w:rsidRDefault="00E054A0" w:rsidP="00D84133">
      <w:pPr>
        <w:pStyle w:val="BodyTextIndent2"/>
        <w:spacing w:after="0" w:line="276" w:lineRule="auto"/>
        <w:ind w:left="0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1. Nawiązując do ogłoszenia o zamówieniu publicznym pn.: „</w:t>
      </w:r>
      <w:r w:rsidRPr="002611E7">
        <w:rPr>
          <w:rFonts w:ascii="Arial Narrow" w:hAnsi="Arial Narrow" w:cs="Arial"/>
          <w:b/>
        </w:rPr>
        <w:t>Zagospodarowanie przestrzeni publicznej poprzez wybudowanie miejsc przyjaznych rowerzystom</w:t>
      </w:r>
      <w:r w:rsidRPr="008A0A8D">
        <w:rPr>
          <w:rFonts w:ascii="Arial Narrow" w:hAnsi="Arial Narrow" w:cs="Arial"/>
        </w:rPr>
        <w:t>” oferuję/</w:t>
      </w:r>
      <w:r w:rsidRPr="00647864">
        <w:rPr>
          <w:rFonts w:ascii="Arial Narrow" w:hAnsi="Arial Narrow" w:cs="Arial"/>
        </w:rPr>
        <w:t xml:space="preserve">oferujemy </w:t>
      </w:r>
      <w:r w:rsidRPr="00532298">
        <w:rPr>
          <w:rFonts w:ascii="Arial Narrow" w:hAnsi="Arial Narrow" w:cs="Arial"/>
        </w:rPr>
        <w:t>wykonanie przedmiotowego zamówienia</w:t>
      </w:r>
      <w:r>
        <w:rPr>
          <w:rFonts w:ascii="Arial Narrow" w:hAnsi="Arial Narrow" w:cs="Arial"/>
        </w:rPr>
        <w:t xml:space="preserve"> w pełnym zakresie</w:t>
      </w:r>
      <w:r w:rsidRPr="00532298">
        <w:rPr>
          <w:rFonts w:ascii="Arial Narrow" w:hAnsi="Arial Narrow" w:cs="Arial"/>
        </w:rPr>
        <w:t>,</w:t>
      </w:r>
      <w:r w:rsidRPr="008D441A">
        <w:rPr>
          <w:rFonts w:ascii="Arial Narrow" w:hAnsi="Arial Narrow" w:cs="Arial"/>
        </w:rPr>
        <w:t xml:space="preserve"> </w:t>
      </w:r>
      <w:r w:rsidRPr="00D45866">
        <w:rPr>
          <w:rFonts w:ascii="Arial Narrow" w:hAnsi="Arial Narrow" w:cs="Arial"/>
        </w:rPr>
        <w:t>zgodnie z wymogami określonymi w specyfikacji istotnych warunków zamówienia</w:t>
      </w:r>
      <w:r>
        <w:rPr>
          <w:rFonts w:ascii="Arial Narrow" w:hAnsi="Arial Narrow" w:cs="Arial"/>
        </w:rPr>
        <w:t xml:space="preserve"> za łączną cenę:</w:t>
      </w:r>
    </w:p>
    <w:p w:rsidR="00E054A0" w:rsidRPr="00647864" w:rsidRDefault="00E054A0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brutto</w:t>
      </w:r>
      <w:r>
        <w:rPr>
          <w:rFonts w:ascii="Arial Narrow" w:hAnsi="Arial Narrow" w:cs="Arial"/>
          <w:b/>
        </w:rPr>
        <w:t xml:space="preserve"> (z podatkiem VAT)</w:t>
      </w:r>
      <w:r w:rsidRPr="00D45866">
        <w:rPr>
          <w:rFonts w:ascii="Arial Narrow" w:hAnsi="Arial Narrow" w:cs="Arial"/>
          <w:b/>
        </w:rPr>
        <w:t>:</w:t>
      </w:r>
      <w:r w:rsidRPr="00647864">
        <w:rPr>
          <w:rFonts w:ascii="Arial Narrow" w:hAnsi="Arial Narrow" w:cs="Arial"/>
        </w:rPr>
        <w:t xml:space="preserve"> ………………………..…...zł, </w:t>
      </w:r>
    </w:p>
    <w:p w:rsidR="00E054A0" w:rsidRPr="00647864" w:rsidRDefault="00E054A0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………………………………………………………………………..….…….zł,</w:t>
      </w:r>
    </w:p>
    <w:p w:rsidR="00E054A0" w:rsidRPr="00647864" w:rsidRDefault="00E054A0" w:rsidP="00D84133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netto:</w:t>
      </w:r>
      <w:r w:rsidRPr="00647864">
        <w:rPr>
          <w:rFonts w:ascii="Arial Narrow" w:hAnsi="Arial Narrow" w:cs="Arial"/>
        </w:rPr>
        <w:t xml:space="preserve"> …………………………………………..zł, </w:t>
      </w:r>
    </w:p>
    <w:p w:rsidR="00E054A0" w:rsidRPr="00647864" w:rsidRDefault="00E054A0" w:rsidP="00D84133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……………………………………………………………...………………….zł, </w:t>
      </w:r>
    </w:p>
    <w:p w:rsidR="00E054A0" w:rsidRPr="00647864" w:rsidRDefault="00E054A0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podatek od towarów i usług VAT:</w:t>
      </w:r>
      <w:r w:rsidRPr="00647864">
        <w:rPr>
          <w:rFonts w:ascii="Arial Narrow" w:hAnsi="Arial Narrow" w:cs="Arial"/>
        </w:rPr>
        <w:t xml:space="preserve"> stawka (..….%), wartość: ………..……. zł, </w:t>
      </w:r>
    </w:p>
    <w:p w:rsidR="00E054A0" w:rsidRDefault="00E054A0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…………….………………………………………………………………..….zł.</w:t>
      </w:r>
    </w:p>
    <w:p w:rsidR="00E054A0" w:rsidRPr="00D84133" w:rsidRDefault="00E054A0" w:rsidP="00D44BB2">
      <w:pPr>
        <w:pStyle w:val="NormalWeb"/>
        <w:spacing w:before="0" w:beforeAutospacing="0" w:after="0" w:line="360" w:lineRule="auto"/>
        <w:jc w:val="both"/>
        <w:rPr>
          <w:sz w:val="22"/>
          <w:szCs w:val="22"/>
        </w:rPr>
      </w:pPr>
    </w:p>
    <w:p w:rsidR="00E054A0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/>
          <w:b/>
        </w:rPr>
      </w:pPr>
      <w:r w:rsidRPr="000D6DCC">
        <w:rPr>
          <w:rFonts w:ascii="Arial Narrow" w:hAnsi="Arial Narrow"/>
          <w:b/>
        </w:rPr>
        <w:t xml:space="preserve">Szczegółowa kalkulacja ceny została </w:t>
      </w:r>
      <w:r>
        <w:rPr>
          <w:rFonts w:ascii="Arial Narrow" w:hAnsi="Arial Narrow"/>
          <w:b/>
        </w:rPr>
        <w:t xml:space="preserve">przez nas </w:t>
      </w:r>
      <w:r w:rsidRPr="000D6DCC">
        <w:rPr>
          <w:rFonts w:ascii="Arial Narrow" w:hAnsi="Arial Narrow"/>
          <w:b/>
        </w:rPr>
        <w:t xml:space="preserve">sporządzona w formie kosztorysy ofertowego </w:t>
      </w:r>
      <w:r>
        <w:rPr>
          <w:rFonts w:ascii="Arial Narrow" w:hAnsi="Arial Narrow"/>
          <w:b/>
        </w:rPr>
        <w:br/>
      </w:r>
      <w:r w:rsidRPr="000D6DCC">
        <w:rPr>
          <w:rFonts w:ascii="Arial Narrow" w:hAnsi="Arial Narrow"/>
          <w:b/>
        </w:rPr>
        <w:t>i stanowi załącznik do niniejszego formularza</w:t>
      </w:r>
    </w:p>
    <w:p w:rsidR="00E054A0" w:rsidRPr="00647864" w:rsidRDefault="00E054A0" w:rsidP="008A0A8D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2.</w:t>
      </w:r>
      <w:r w:rsidRPr="00647864">
        <w:rPr>
          <w:rFonts w:ascii="Arial Narrow" w:hAnsi="Arial Narrow" w:cs="Arial"/>
        </w:rPr>
        <w:t>Oświadczamy, że:</w:t>
      </w:r>
    </w:p>
    <w:p w:rsidR="00E054A0" w:rsidRDefault="00E054A0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wszystkie elementy zamówienia </w:t>
      </w:r>
      <w:r w:rsidRPr="00647864">
        <w:rPr>
          <w:rFonts w:ascii="Arial Narrow" w:hAnsi="Arial Narrow" w:cs="Arial"/>
        </w:rPr>
        <w:t>zamierzamy wykonać sam</w:t>
      </w:r>
      <w:r>
        <w:rPr>
          <w:rFonts w:ascii="Arial Narrow" w:hAnsi="Arial Narrow" w:cs="Arial"/>
        </w:rPr>
        <w:t>i lub</w:t>
      </w:r>
      <w:r w:rsidRPr="00647864">
        <w:rPr>
          <w:rFonts w:ascii="Arial Narrow" w:hAnsi="Arial Narrow" w:cs="Arial"/>
        </w:rPr>
        <w:t xml:space="preserve"> </w:t>
      </w:r>
    </w:p>
    <w:p w:rsidR="00E054A0" w:rsidRPr="007B647D" w:rsidRDefault="00E054A0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 w:rsidRPr="007B647D">
        <w:rPr>
          <w:rFonts w:ascii="Arial Narrow" w:hAnsi="Arial Narrow"/>
        </w:rPr>
        <w:t xml:space="preserve">zamierzamy powierzyć wykonanie części zamówienia Podwykonawcy/Podwykonawcom </w:t>
      </w:r>
      <w:r>
        <w:rPr>
          <w:rFonts w:ascii="Arial Narrow" w:hAnsi="Arial Narrow" w:cs="Arial"/>
          <w:vertAlign w:val="superscript"/>
        </w:rPr>
        <w:t>(***</w:t>
      </w:r>
      <w:r w:rsidRPr="007B647D">
        <w:rPr>
          <w:rFonts w:ascii="Arial Narrow" w:hAnsi="Arial Narrow" w:cs="Arial"/>
          <w:vertAlign w:val="superscript"/>
        </w:rPr>
        <w:t>)</w:t>
      </w:r>
      <w:r w:rsidRPr="007B647D">
        <w:rPr>
          <w:rFonts w:ascii="Arial Narrow" w:hAnsi="Arial Narrow"/>
        </w:rPr>
        <w:t xml:space="preserve"> </w:t>
      </w:r>
    </w:p>
    <w:p w:rsidR="00E054A0" w:rsidRPr="009F46DA" w:rsidRDefault="00E054A0" w:rsidP="008A0A8D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DC47FA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054A0" w:rsidRPr="0027097E" w:rsidRDefault="00E054A0" w:rsidP="008A0A8D">
      <w:pPr>
        <w:pStyle w:val="BodyText2"/>
        <w:spacing w:line="276" w:lineRule="auto"/>
        <w:ind w:left="720"/>
        <w:jc w:val="center"/>
        <w:rPr>
          <w:rFonts w:ascii="Arial Narrow" w:hAnsi="Arial Narrow"/>
          <w:b/>
          <w:sz w:val="20"/>
          <w:szCs w:val="23"/>
        </w:rPr>
      </w:pPr>
      <w:r w:rsidRPr="009F46DA">
        <w:rPr>
          <w:rFonts w:ascii="Arial Narrow" w:hAnsi="Arial Narrow"/>
          <w:b/>
          <w:sz w:val="16"/>
          <w:szCs w:val="23"/>
        </w:rPr>
        <w:t>(proszę o podanie zakresu zamówienia, którego wykonanie zostanie powierzone Podwykonawcy/Podwykonawcom, wraz z jego pełną nazwą/firmą, adresem, a także w zależności od podmiotu nr: NIP/PESEL, KRS/CEIDG)</w:t>
      </w:r>
    </w:p>
    <w:p w:rsidR="00E054A0" w:rsidRPr="00D44BB2" w:rsidRDefault="00E054A0" w:rsidP="00D44BB2">
      <w:pPr>
        <w:pStyle w:val="NormalWeb"/>
        <w:spacing w:before="0" w:beforeAutospacing="0" w:after="0" w:line="360" w:lineRule="auto"/>
        <w:jc w:val="both"/>
      </w:pPr>
    </w:p>
    <w:p w:rsidR="00E054A0" w:rsidRPr="008A0A8D" w:rsidRDefault="00E054A0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.</w:t>
      </w:r>
      <w:r w:rsidRPr="008A0A8D">
        <w:rPr>
          <w:rFonts w:ascii="Arial Narrow" w:hAnsi="Arial Narrow" w:cs="Arial"/>
        </w:rPr>
        <w:t>Oświadczam/y, że zapoznałem/liśmy się ze Specyfikacją Istotnych Warunków Zamówienia i nie wnoszę/imy do niej zastrzeżeń oraz uzyskałem/liśmy konieczne informacje do przygotowania oferty.</w:t>
      </w:r>
    </w:p>
    <w:p w:rsidR="00E054A0" w:rsidRPr="008A0A8D" w:rsidRDefault="00E054A0" w:rsidP="008A0A8D">
      <w:pPr>
        <w:spacing w:line="276" w:lineRule="auto"/>
        <w:jc w:val="both"/>
        <w:rPr>
          <w:rFonts w:ascii="Arial Narrow" w:hAnsi="Arial Narrow" w:cs="Arial"/>
        </w:rPr>
      </w:pPr>
    </w:p>
    <w:p w:rsidR="00E054A0" w:rsidRPr="008A0A8D" w:rsidRDefault="00E054A0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4. Oświadczam/y, że przedmiot zamówienia wykonam/y na warunkach określonych w SIWZ, w szczególności osoby, które będą wykonywały czynności określone w rozdziale 2 SIWZ, będą zatrudnione na umowę o pracę.</w:t>
      </w:r>
    </w:p>
    <w:p w:rsidR="00E054A0" w:rsidRPr="00D44BB2" w:rsidRDefault="00E054A0" w:rsidP="00D44BB2">
      <w:pPr>
        <w:pStyle w:val="NormalWeb"/>
        <w:spacing w:before="0" w:beforeAutospacing="0" w:after="0" w:line="360" w:lineRule="auto"/>
        <w:jc w:val="both"/>
      </w:pPr>
    </w:p>
    <w:p w:rsidR="00E054A0" w:rsidRPr="008A0A8D" w:rsidRDefault="00E054A0" w:rsidP="00D44BB2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5. Oferuję okres gwarancji na przedmiot zamówienia – 36 m-cy / 48 m-cy / 60 m-cy / 72 m-ce / 84 m-ce */*** gwarancji co do jakości wykonanych robót, liczonej od dnia odbioru końcowego robót objętych przedmiotem zamówienia, na warunkach określonych we Wzorze Umowy.</w:t>
      </w:r>
    </w:p>
    <w:p w:rsidR="00E054A0" w:rsidRPr="008A0A8D" w:rsidRDefault="00E054A0" w:rsidP="00DB5604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   informacje na temat gwarancji jakości znajdują się w Rozdziale 12 SIWZ. W przypadku braku wpisania przez Wykonawcę oferowanego terminu gwarancji jakości Zamawiający przyjmie, że Wykonawca oferuje minimalny wymagany okres gwarancji jakości tj. 36 miesięcy od daty odbioru końcowego robót.</w:t>
      </w:r>
    </w:p>
    <w:p w:rsidR="00E054A0" w:rsidRDefault="00E054A0" w:rsidP="00DB5604">
      <w:pPr>
        <w:spacing w:line="360" w:lineRule="auto"/>
        <w:jc w:val="both"/>
        <w:rPr>
          <w:b/>
          <w:iCs/>
        </w:rPr>
      </w:pPr>
    </w:p>
    <w:p w:rsidR="00E054A0" w:rsidRPr="008A0A8D" w:rsidRDefault="00E054A0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*** niepotrzebne skreślić</w:t>
      </w:r>
    </w:p>
    <w:p w:rsidR="00E054A0" w:rsidRPr="008A0A8D" w:rsidRDefault="00E054A0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6. Oświadczam/y, że kierownik budowy branży budowlanej w specjalności konstrukcyjno - budowlanej bez ograniczeń:</w:t>
      </w:r>
    </w:p>
    <w:p w:rsidR="00E054A0" w:rsidRPr="008A0A8D" w:rsidRDefault="00E054A0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……………………………………………………………………………………………….</w:t>
      </w:r>
    </w:p>
    <w:p w:rsidR="00E054A0" w:rsidRPr="008A0A8D" w:rsidRDefault="00E054A0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(Imię i Nazwisko kierownika budowy branży ……………….., osoba która będzie wyznaczona do realizacji zamówienia i wskazana w wykazie osób)</w:t>
      </w:r>
    </w:p>
    <w:p w:rsidR="00E054A0" w:rsidRPr="00D44BB2" w:rsidRDefault="00E054A0" w:rsidP="00D44BB2">
      <w:pPr>
        <w:spacing w:line="360" w:lineRule="auto"/>
        <w:jc w:val="both"/>
      </w:pPr>
    </w:p>
    <w:p w:rsidR="00E054A0" w:rsidRPr="008A0A8D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7. Oświadczam/y, że spełniam/amy warunki udziału w postępowaniu określone przez Zamawiającego w rozdziale 4 SIWZ. </w:t>
      </w:r>
    </w:p>
    <w:p w:rsidR="00E054A0" w:rsidRDefault="00E054A0" w:rsidP="00E575EA">
      <w:pPr>
        <w:pStyle w:val="NormalWeb"/>
        <w:spacing w:before="0" w:beforeAutospacing="0" w:after="0" w:line="360" w:lineRule="auto"/>
        <w:jc w:val="both"/>
      </w:pPr>
    </w:p>
    <w:p w:rsidR="00E054A0" w:rsidRPr="008A0A8D" w:rsidRDefault="00E054A0" w:rsidP="00E575E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8. Oświadczam/y, że nie podlegam/y wykluczeniu z postępowania na podstawie art. 24 ust. 1 pkt 12 – 23 Pzp i art. 24 ust. 5 pkt 1 ustawy Pzp </w:t>
      </w:r>
    </w:p>
    <w:p w:rsidR="00E054A0" w:rsidRPr="008A0A8D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9. Oświadczam/y, że uważamy się za związanych niniejszą ofertą przez okres wskazany w SIWZ.</w:t>
      </w:r>
    </w:p>
    <w:p w:rsidR="00E054A0" w:rsidRPr="008A0A8D" w:rsidRDefault="00E054A0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11. Oświadczam/y, że zawarty w SIWZ wzór umowy został przez nas zaakceptowany i zobowiązujemy się, w przypadku wybrania naszej oferty, do zawarcia umowy na wyżej wymienionych warunkach w miejscu i terminie wyznaczonym przez zamawiającego.</w:t>
      </w:r>
    </w:p>
    <w:p w:rsidR="00E054A0" w:rsidRPr="008A0A8D" w:rsidRDefault="00E054A0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12. Informuję, że wybór mojej oferty:</w:t>
      </w:r>
    </w:p>
    <w:p w:rsidR="00E054A0" w:rsidRPr="008A0A8D" w:rsidRDefault="00E054A0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będzie prowadzić do powstania u Zamawiającego obowiązku podatkowego.</w:t>
      </w:r>
    </w:p>
    <w:p w:rsidR="00E054A0" w:rsidRPr="008A0A8D" w:rsidRDefault="00E054A0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będzie prowadzić do powstania u Zamawiającego obowiązku podatkowego następujących towarów/usług:</w:t>
      </w:r>
    </w:p>
    <w:p w:rsidR="00E054A0" w:rsidRPr="00D44BB2" w:rsidRDefault="00E054A0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</w:p>
    <w:p w:rsidR="00E054A0" w:rsidRPr="008A0A8D" w:rsidRDefault="00E054A0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E054A0" w:rsidRPr="008A0A8D" w:rsidRDefault="00E054A0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E054A0" w:rsidRPr="008A0A8D" w:rsidRDefault="00E054A0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E054A0" w:rsidRPr="008A0A8D" w:rsidRDefault="00E054A0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Zgodnie z art. 91 ust. 3a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13. Oferta:</w:t>
      </w:r>
    </w:p>
    <w:p w:rsidR="00E054A0" w:rsidRPr="008A0A8D" w:rsidRDefault="00E054A0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zawiera informacji stanowiących tajemnicę przedsiębiorstwa, w rozumieniu art. 11 ust. 4 ustawy z dnia 16 kwietnia 1993 r. o zwalczaniu nieuczciwej konkurencji (tekst jedn.: Dz. U. z 2003 r., Nr 153, poz. 1503 z późn. zm.)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zawiera informacje stanowiące tajemnicę przedsiębiorstwa w rozumieniu art. 11 ust. 4 ustawy z dnia 16 kwietnia 1993 r. o zwalczaniu nieuczciwej konkurencji (tekst jedn.: Dz. U. z 2003 r., Nr 153, poz. 1503 z późn. zm.). 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(należy wykazać, ze zastrzeżone informacje stanowią tajemnicę przedsiębiorstwa): ………………………………………………………………………………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można złożyć na osobnym podpisanym dokumencie.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E054A0" w:rsidRPr="0071587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Zaznaczyć właściwe. Brak zaznaczenia będzie oznaczał iż Wykonawca nie dołącza do OFERTY informacji stanowiących tajemnicę przedsiębiorstwa.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14. Oświadczam/y że podwykonawca/y wykonają/ą następujące części zamówienia: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Nazwa/firma podwykonawcy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Część zamówienia</w:t>
      </w:r>
    </w:p>
    <w:p w:rsidR="00E054A0" w:rsidRPr="008A0A8D" w:rsidRDefault="00E054A0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E054A0" w:rsidRPr="00D44BB2" w:rsidRDefault="00E054A0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E054A0" w:rsidRPr="0071587D" w:rsidRDefault="00E054A0" w:rsidP="00D44BB2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Brak wpisania będzie oznaczał, iż Wykonawca nie będzie korzystał z podwykonawców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15. Oświadczam/y, iż jestem/śmy małym lub średnim przedsiębiorstwem: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TAK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Zaznaczyć właściwe.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Małe przedsiębiorstwo: przedsiębiorstwo, które zatrudnia mniej niż 50 osób i którego roczny obrót lub roczna suma bilansowa nie przekracza 10 milionów EUR.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FD5C5A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8A0A8D" w:rsidRDefault="00E054A0" w:rsidP="00D44BB2">
      <w:pPr>
        <w:spacing w:line="360" w:lineRule="auto"/>
        <w:jc w:val="both"/>
        <w:rPr>
          <w:rFonts w:ascii="Arial Narrow" w:hAnsi="Arial Narrow" w:cs="Arial"/>
        </w:rPr>
      </w:pPr>
    </w:p>
    <w:p w:rsidR="00E054A0" w:rsidRPr="00D44BB2" w:rsidRDefault="00E054A0" w:rsidP="00D44BB2">
      <w:pPr>
        <w:spacing w:line="360" w:lineRule="auto"/>
        <w:jc w:val="both"/>
      </w:pPr>
    </w:p>
    <w:p w:rsidR="00E054A0" w:rsidRPr="0074222F" w:rsidRDefault="00E054A0" w:rsidP="00DB5604">
      <w:r w:rsidRPr="0074222F">
        <w:t>......................</w:t>
      </w:r>
      <w:r>
        <w:t>........................</w:t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E054A0" w:rsidRPr="00DB5604" w:rsidRDefault="00E054A0" w:rsidP="00DB5604">
      <w:pPr>
        <w:ind w:left="5529" w:hanging="5103"/>
        <w:rPr>
          <w:i/>
          <w:iCs/>
        </w:rPr>
      </w:pPr>
      <w:r w:rsidRPr="0074222F">
        <w:rPr>
          <w:i/>
          <w:iCs/>
        </w:rPr>
        <w:t>miejscowość i data</w:t>
      </w:r>
      <w:r w:rsidRPr="0074222F">
        <w:rPr>
          <w:i/>
          <w:iCs/>
        </w:rPr>
        <w:tab/>
        <w:t>podpis osoby/osób uprawnionej</w:t>
      </w:r>
      <w:r>
        <w:rPr>
          <w:i/>
          <w:iCs/>
        </w:rPr>
        <w:t>/ych</w:t>
      </w:r>
      <w:r w:rsidRPr="0074222F">
        <w:rPr>
          <w:i/>
          <w:iCs/>
        </w:rPr>
        <w:t xml:space="preserve"> do reprezentowania wykonawcy</w:t>
      </w:r>
    </w:p>
    <w:sectPr w:rsidR="00E054A0" w:rsidRPr="00DB5604" w:rsidSect="000A207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A0" w:rsidRDefault="00E054A0">
      <w:r>
        <w:separator/>
      </w:r>
    </w:p>
  </w:endnote>
  <w:endnote w:type="continuationSeparator" w:id="0">
    <w:p w:rsidR="00E054A0" w:rsidRDefault="00E05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4A0" w:rsidRDefault="00E054A0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4A0" w:rsidRDefault="00E054A0" w:rsidP="00D44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4A0" w:rsidRDefault="00E054A0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E054A0" w:rsidRDefault="00E054A0" w:rsidP="00D44B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A0" w:rsidRDefault="00E054A0">
      <w:r>
        <w:separator/>
      </w:r>
    </w:p>
  </w:footnote>
  <w:footnote w:type="continuationSeparator" w:id="0">
    <w:p w:rsidR="00E054A0" w:rsidRDefault="00E05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4A0" w:rsidRDefault="00E054A0" w:rsidP="00597A93">
    <w:pPr>
      <w:tabs>
        <w:tab w:val="left" w:pos="308"/>
        <w:tab w:val="center" w:pos="4536"/>
      </w:tabs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Leader.bmp" style="position:absolute;margin-left:141.05pt;margin-top:8.25pt;width:38.65pt;height:38.65pt;z-index:251657216;visibility:visible">
          <v:imagedata r:id="rId1" o:title=""/>
          <w10:wrap type="square"/>
        </v:shape>
      </w:pict>
    </w:r>
    <w:r>
      <w:rPr>
        <w:noProof/>
      </w:rPr>
      <w:pict>
        <v:shape id="_x0000_s2050" type="#_x0000_t75" style="position:absolute;margin-left:223.9pt;margin-top:10.75pt;width:100.9pt;height:36pt;z-index:251659264">
          <v:imagedata r:id="rId2" o:title=""/>
          <w10:wrap type="square"/>
        </v:shape>
      </w:pict>
    </w:r>
    <w:r>
      <w:rPr>
        <w:noProof/>
      </w:rPr>
      <w:pict>
        <v:shape id="_x0000_s2051" type="#_x0000_t75" style="position:absolute;margin-left:37.25pt;margin-top:7.65pt;width:58.05pt;height:39.25pt;z-index:251658240">
          <v:imagedata r:id="rId3" o:title=""/>
          <w10:wrap type="square"/>
        </v:shape>
      </w:pict>
    </w:r>
    <w:r>
      <w:rPr>
        <w:noProof/>
      </w:rPr>
      <w:pict>
        <v:shape id="_x0000_s2052" type="#_x0000_t75" style="position:absolute;margin-left:364.1pt;margin-top:9.2pt;width:62.65pt;height:40.9pt;z-index:-251660288">
          <v:imagedata r:id="rId4" o:title=""/>
          <w10:wrap type="square"/>
        </v:shape>
      </w:pict>
    </w:r>
    <w:r>
      <w:rPr>
        <w:noProof/>
      </w:rPr>
      <w:t xml:space="preserve">                  </w:t>
    </w:r>
  </w:p>
  <w:p w:rsidR="00E054A0" w:rsidRDefault="00E054A0" w:rsidP="00597A93">
    <w:pPr>
      <w:tabs>
        <w:tab w:val="left" w:pos="308"/>
        <w:tab w:val="center" w:pos="4536"/>
      </w:tabs>
      <w:rPr>
        <w:rFonts w:ascii="Tahoma" w:hAnsi="Tahoma" w:cs="Tahoma"/>
        <w:b/>
        <w:color w:val="0042A4"/>
        <w:sz w:val="9"/>
        <w:szCs w:val="9"/>
      </w:rPr>
    </w:pPr>
    <w:r>
      <w:rPr>
        <w:noProof/>
      </w:rPr>
      <w:t xml:space="preserve">               </w:t>
    </w:r>
  </w:p>
  <w:p w:rsidR="00E054A0" w:rsidRDefault="00E054A0" w:rsidP="00597A93">
    <w:pPr>
      <w:tabs>
        <w:tab w:val="left" w:pos="308"/>
        <w:tab w:val="center" w:pos="4536"/>
      </w:tabs>
      <w:rPr>
        <w:rFonts w:ascii="Tahoma" w:hAnsi="Tahoma" w:cs="Tahoma"/>
        <w:b/>
        <w:color w:val="0042A4"/>
        <w:sz w:val="9"/>
        <w:szCs w:val="9"/>
      </w:rPr>
    </w:pPr>
  </w:p>
  <w:p w:rsidR="00E054A0" w:rsidRDefault="00E054A0" w:rsidP="00597A93">
    <w:pPr>
      <w:jc w:val="both"/>
      <w:rPr>
        <w:rFonts w:ascii="Tahoma" w:hAnsi="Tahoma" w:cs="Tahoma"/>
        <w:b/>
        <w:color w:val="0042A4"/>
        <w:sz w:val="9"/>
        <w:szCs w:val="9"/>
      </w:rPr>
    </w:pPr>
  </w:p>
  <w:p w:rsidR="00E054A0" w:rsidRDefault="00E054A0" w:rsidP="00597A93">
    <w:pPr>
      <w:jc w:val="both"/>
      <w:rPr>
        <w:rFonts w:ascii="Tahoma" w:hAnsi="Tahoma" w:cs="Tahoma"/>
        <w:b/>
        <w:color w:val="0042A4"/>
        <w:sz w:val="9"/>
        <w:szCs w:val="9"/>
      </w:rPr>
    </w:pPr>
  </w:p>
  <w:p w:rsidR="00E054A0" w:rsidRDefault="00E054A0" w:rsidP="00597A93">
    <w:pPr>
      <w:jc w:val="both"/>
      <w:rPr>
        <w:rFonts w:ascii="Tahoma" w:hAnsi="Tahoma" w:cs="Tahoma"/>
        <w:b/>
        <w:color w:val="0042A4"/>
        <w:sz w:val="9"/>
        <w:szCs w:val="9"/>
      </w:rPr>
    </w:pPr>
  </w:p>
  <w:p w:rsidR="00E054A0" w:rsidRDefault="00E054A0" w:rsidP="00597A93">
    <w:pPr>
      <w:jc w:val="both"/>
      <w:rPr>
        <w:rFonts w:ascii="Tahoma" w:hAnsi="Tahoma" w:cs="Tahoma"/>
        <w:b/>
        <w:color w:val="0042A4"/>
        <w:sz w:val="9"/>
        <w:szCs w:val="9"/>
      </w:rPr>
    </w:pPr>
  </w:p>
  <w:p w:rsidR="00E054A0" w:rsidRDefault="00E054A0" w:rsidP="00597A93">
    <w:pPr>
      <w:jc w:val="both"/>
      <w:rPr>
        <w:rFonts w:ascii="Tahoma" w:hAnsi="Tahoma" w:cs="Tahoma"/>
        <w:b/>
        <w:color w:val="0042A4"/>
        <w:sz w:val="9"/>
        <w:szCs w:val="9"/>
      </w:rPr>
    </w:pPr>
  </w:p>
  <w:p w:rsidR="00E054A0" w:rsidRPr="008F7C0A" w:rsidRDefault="00E054A0" w:rsidP="00597A93">
    <w:pPr>
      <w:rPr>
        <w:rFonts w:ascii="Tahoma" w:hAnsi="Tahoma" w:cs="Tahoma"/>
        <w:b/>
        <w:color w:val="0042A4"/>
        <w:sz w:val="3"/>
        <w:szCs w:val="9"/>
      </w:rPr>
    </w:pPr>
  </w:p>
  <w:p w:rsidR="00E054A0" w:rsidRPr="008F7C0A" w:rsidRDefault="00E054A0" w:rsidP="00597A93">
    <w:pPr>
      <w:rPr>
        <w:rFonts w:ascii="Tahoma" w:hAnsi="Tahoma" w:cs="Tahoma"/>
        <w:b/>
        <w:color w:val="0042A4"/>
        <w:sz w:val="11"/>
        <w:szCs w:val="15"/>
      </w:rPr>
    </w:pPr>
  </w:p>
  <w:p w:rsidR="00E054A0" w:rsidRDefault="00E054A0" w:rsidP="00597A93">
    <w:pPr>
      <w:jc w:val="center"/>
      <w:rPr>
        <w:rFonts w:ascii="Tahoma" w:hAnsi="Tahoma" w:cs="Tahoma"/>
        <w:color w:val="000000"/>
        <w:sz w:val="14"/>
        <w:szCs w:val="14"/>
      </w:rPr>
    </w:pPr>
    <w:r w:rsidRPr="00F57E0A">
      <w:rPr>
        <w:rFonts w:ascii="Tahoma" w:hAnsi="Tahoma" w:cs="Tahoma"/>
        <w:color w:val="000000"/>
        <w:sz w:val="14"/>
        <w:szCs w:val="14"/>
      </w:rPr>
      <w:t>„Europejski Fundusz Rolny na rzecz Rozwoju Obszarów Wiejskich: Europa inwestująca w obszary wiejskie”</w:t>
    </w:r>
  </w:p>
  <w:p w:rsidR="00E054A0" w:rsidRDefault="00E054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60F62"/>
    <w:multiLevelType w:val="hybridMultilevel"/>
    <w:tmpl w:val="B8668EF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E2AA3688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3F1342"/>
    <w:multiLevelType w:val="hybridMultilevel"/>
    <w:tmpl w:val="8E3AAE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E2AA6B4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062"/>
    <w:rsid w:val="0006363D"/>
    <w:rsid w:val="0006760E"/>
    <w:rsid w:val="000A207B"/>
    <w:rsid w:val="000D612A"/>
    <w:rsid w:val="000D6DCC"/>
    <w:rsid w:val="000F2718"/>
    <w:rsid w:val="001D08C2"/>
    <w:rsid w:val="002611E7"/>
    <w:rsid w:val="0027097E"/>
    <w:rsid w:val="002C7661"/>
    <w:rsid w:val="00352B6C"/>
    <w:rsid w:val="003B1923"/>
    <w:rsid w:val="003B4588"/>
    <w:rsid w:val="003D4472"/>
    <w:rsid w:val="00453493"/>
    <w:rsid w:val="004C739C"/>
    <w:rsid w:val="004C7ADC"/>
    <w:rsid w:val="00532298"/>
    <w:rsid w:val="00557716"/>
    <w:rsid w:val="00560666"/>
    <w:rsid w:val="005924B5"/>
    <w:rsid w:val="00597A93"/>
    <w:rsid w:val="00642AD0"/>
    <w:rsid w:val="00647864"/>
    <w:rsid w:val="006A1DB6"/>
    <w:rsid w:val="0071587D"/>
    <w:rsid w:val="0074222F"/>
    <w:rsid w:val="007B647D"/>
    <w:rsid w:val="007F3947"/>
    <w:rsid w:val="008A0A8D"/>
    <w:rsid w:val="008B03F6"/>
    <w:rsid w:val="008D2C72"/>
    <w:rsid w:val="008D441A"/>
    <w:rsid w:val="008F7C0A"/>
    <w:rsid w:val="00917062"/>
    <w:rsid w:val="009371F0"/>
    <w:rsid w:val="009739B2"/>
    <w:rsid w:val="009F46DA"/>
    <w:rsid w:val="00A12FF3"/>
    <w:rsid w:val="00A45FF3"/>
    <w:rsid w:val="00A54D30"/>
    <w:rsid w:val="00AC0A6F"/>
    <w:rsid w:val="00B22306"/>
    <w:rsid w:val="00B272FB"/>
    <w:rsid w:val="00B506AE"/>
    <w:rsid w:val="00C00A65"/>
    <w:rsid w:val="00CE4EFC"/>
    <w:rsid w:val="00D44BB2"/>
    <w:rsid w:val="00D45866"/>
    <w:rsid w:val="00D64C4F"/>
    <w:rsid w:val="00D84133"/>
    <w:rsid w:val="00DA3ED7"/>
    <w:rsid w:val="00DB5604"/>
    <w:rsid w:val="00DC47FA"/>
    <w:rsid w:val="00E054A0"/>
    <w:rsid w:val="00E575EA"/>
    <w:rsid w:val="00EC0417"/>
    <w:rsid w:val="00F2045E"/>
    <w:rsid w:val="00F3388F"/>
    <w:rsid w:val="00F54487"/>
    <w:rsid w:val="00F57E0A"/>
    <w:rsid w:val="00F97F7E"/>
    <w:rsid w:val="00FD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0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BodyText">
    <w:name w:val="Body Text"/>
    <w:basedOn w:val="Normal"/>
    <w:link w:val="BodyTextChar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38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448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44BB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97A9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2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1"/>
    <w:uiPriority w:val="99"/>
    <w:semiHidden/>
    <w:rsid w:val="00D84133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semiHidden/>
    <w:locked/>
    <w:rsid w:val="00D84133"/>
    <w:rPr>
      <w:sz w:val="24"/>
      <w:lang w:val="pl-PL" w:eastAsia="pl-PL"/>
    </w:rPr>
  </w:style>
  <w:style w:type="paragraph" w:styleId="BodyText2">
    <w:name w:val="Body Text 2"/>
    <w:basedOn w:val="Normal"/>
    <w:link w:val="BodyText2Char1"/>
    <w:uiPriority w:val="99"/>
    <w:semiHidden/>
    <w:rsid w:val="008A0A8D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character" w:customStyle="1" w:styleId="BodyText2Char1">
    <w:name w:val="Body Text 2 Char1"/>
    <w:link w:val="BodyText2"/>
    <w:uiPriority w:val="99"/>
    <w:semiHidden/>
    <w:locked/>
    <w:rsid w:val="008A0A8D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5</Pages>
  <Words>1062</Words>
  <Characters>6377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DELL</cp:lastModifiedBy>
  <cp:revision>12</cp:revision>
  <cp:lastPrinted>2017-04-13T09:06:00Z</cp:lastPrinted>
  <dcterms:created xsi:type="dcterms:W3CDTF">2017-04-11T11:22:00Z</dcterms:created>
  <dcterms:modified xsi:type="dcterms:W3CDTF">2018-07-05T12:28:00Z</dcterms:modified>
</cp:coreProperties>
</file>